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C29AC" w14:textId="0CBE3EE9" w:rsidR="00FE5984" w:rsidRPr="00975018" w:rsidRDefault="00F75B2E" w:rsidP="009E089F">
      <w:pPr>
        <w:pStyle w:val="Nzev"/>
      </w:pPr>
      <w:r>
        <w:t>NÁVRH SMLOUVY O DÍLO</w:t>
      </w:r>
    </w:p>
    <w:p w14:paraId="36A79CDA" w14:textId="77777777" w:rsidR="00FE5984" w:rsidRDefault="00FE5984" w:rsidP="009E089F">
      <w:pPr>
        <w:pStyle w:val="Nzev"/>
      </w:pPr>
    </w:p>
    <w:p w14:paraId="57392A37" w14:textId="4382E3C2" w:rsidR="00634108" w:rsidRPr="009D3328" w:rsidRDefault="009D3328" w:rsidP="009E089F">
      <w:pPr>
        <w:rPr>
          <w:sz w:val="18"/>
          <w:szCs w:val="18"/>
        </w:rPr>
      </w:pPr>
      <w:r w:rsidRPr="009D3328">
        <w:rPr>
          <w:sz w:val="18"/>
          <w:szCs w:val="18"/>
        </w:rPr>
        <w:t>Číslo smlouvy objednatele:</w:t>
      </w:r>
      <w:r w:rsidR="00634108" w:rsidRPr="009D3328">
        <w:rPr>
          <w:sz w:val="18"/>
          <w:szCs w:val="18"/>
        </w:rPr>
        <w:t xml:space="preserve"> </w:t>
      </w:r>
      <w:r w:rsidR="007E27B5" w:rsidRPr="009D3328">
        <w:rPr>
          <w:sz w:val="18"/>
          <w:szCs w:val="18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0" w:name="Text27"/>
      <w:r w:rsidR="007E27B5" w:rsidRPr="009D3328">
        <w:rPr>
          <w:sz w:val="18"/>
          <w:szCs w:val="18"/>
        </w:rPr>
        <w:instrText xml:space="preserve"> FORMTEXT </w:instrText>
      </w:r>
      <w:r w:rsidR="007E27B5" w:rsidRPr="009D3328">
        <w:rPr>
          <w:sz w:val="18"/>
          <w:szCs w:val="18"/>
        </w:rPr>
      </w:r>
      <w:r w:rsidR="007E27B5" w:rsidRPr="009D3328">
        <w:rPr>
          <w:sz w:val="18"/>
          <w:szCs w:val="18"/>
        </w:rPr>
        <w:fldChar w:fldCharType="separate"/>
      </w:r>
      <w:bookmarkStart w:id="1" w:name="_GoBack"/>
      <w:r w:rsidR="007E27B5" w:rsidRPr="009D3328">
        <w:rPr>
          <w:noProof/>
          <w:sz w:val="18"/>
          <w:szCs w:val="18"/>
        </w:rPr>
        <w:t> </w:t>
      </w:r>
      <w:r w:rsidR="007E27B5" w:rsidRPr="009D3328">
        <w:rPr>
          <w:noProof/>
          <w:sz w:val="18"/>
          <w:szCs w:val="18"/>
        </w:rPr>
        <w:t> </w:t>
      </w:r>
      <w:r w:rsidR="007E27B5" w:rsidRPr="009D3328">
        <w:rPr>
          <w:noProof/>
          <w:sz w:val="18"/>
          <w:szCs w:val="18"/>
        </w:rPr>
        <w:t> </w:t>
      </w:r>
      <w:r w:rsidR="007E27B5" w:rsidRPr="009D3328">
        <w:rPr>
          <w:noProof/>
          <w:sz w:val="18"/>
          <w:szCs w:val="18"/>
        </w:rPr>
        <w:t> </w:t>
      </w:r>
      <w:r w:rsidR="007E27B5" w:rsidRPr="009D3328">
        <w:rPr>
          <w:noProof/>
          <w:sz w:val="18"/>
          <w:szCs w:val="18"/>
        </w:rPr>
        <w:t> </w:t>
      </w:r>
      <w:bookmarkEnd w:id="1"/>
      <w:r w:rsidR="007E27B5" w:rsidRPr="009D3328">
        <w:rPr>
          <w:sz w:val="18"/>
          <w:szCs w:val="18"/>
        </w:rPr>
        <w:fldChar w:fldCharType="end"/>
      </w:r>
      <w:bookmarkEnd w:id="0"/>
    </w:p>
    <w:p w14:paraId="471563B6" w14:textId="112B2BC5" w:rsidR="00390F7B" w:rsidRPr="009D3328" w:rsidRDefault="009D3328" w:rsidP="009E089F">
      <w:pPr>
        <w:rPr>
          <w:sz w:val="18"/>
          <w:szCs w:val="18"/>
        </w:rPr>
      </w:pPr>
      <w:r w:rsidRPr="009D3328">
        <w:rPr>
          <w:sz w:val="18"/>
          <w:szCs w:val="18"/>
        </w:rPr>
        <w:t>Číslo smlouvy zhotovitele:</w:t>
      </w:r>
      <w:r w:rsidR="00390F7B" w:rsidRPr="009D3328">
        <w:rPr>
          <w:sz w:val="18"/>
          <w:szCs w:val="18"/>
        </w:rPr>
        <w:t xml:space="preserve"> </w:t>
      </w:r>
      <w:bookmarkStart w:id="2" w:name="Text26"/>
      <w:r w:rsidR="00AA5D64" w:rsidRPr="009D3328">
        <w:rPr>
          <w:sz w:val="18"/>
          <w:szCs w:val="18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="00AA5D64" w:rsidRPr="009D3328">
        <w:rPr>
          <w:sz w:val="18"/>
          <w:szCs w:val="18"/>
        </w:rPr>
        <w:instrText xml:space="preserve"> FORMTEXT </w:instrText>
      </w:r>
      <w:r w:rsidR="00AA5D64" w:rsidRPr="009D3328">
        <w:rPr>
          <w:sz w:val="18"/>
          <w:szCs w:val="18"/>
        </w:rPr>
      </w:r>
      <w:r w:rsidR="00AA5D64" w:rsidRPr="009D3328">
        <w:rPr>
          <w:sz w:val="18"/>
          <w:szCs w:val="18"/>
        </w:rPr>
        <w:fldChar w:fldCharType="separate"/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noProof/>
          <w:sz w:val="18"/>
          <w:szCs w:val="18"/>
        </w:rPr>
        <w:t> </w:t>
      </w:r>
      <w:r w:rsidR="00AA5D64" w:rsidRPr="009D3328">
        <w:rPr>
          <w:sz w:val="18"/>
          <w:szCs w:val="18"/>
        </w:rPr>
        <w:fldChar w:fldCharType="end"/>
      </w:r>
      <w:bookmarkEnd w:id="2"/>
      <w:r w:rsidR="00FF6451" w:rsidRPr="009D3328">
        <w:rPr>
          <w:sz w:val="18"/>
          <w:szCs w:val="18"/>
        </w:rPr>
        <w:t xml:space="preserve"> </w:t>
      </w:r>
    </w:p>
    <w:p w14:paraId="1A9F0DE4" w14:textId="77777777" w:rsidR="00E130E2" w:rsidRPr="00E67967" w:rsidRDefault="00E130E2" w:rsidP="009E089F"/>
    <w:p w14:paraId="62E4B653" w14:textId="77777777" w:rsidR="000C0370" w:rsidRPr="00E67967" w:rsidRDefault="000C0370" w:rsidP="003E67EB">
      <w:pPr>
        <w:pStyle w:val="Nadpis1"/>
      </w:pPr>
      <w:r w:rsidRPr="00E67967">
        <w:rPr>
          <w:szCs w:val="24"/>
        </w:rPr>
        <w:t>Smluvní</w:t>
      </w:r>
      <w:r w:rsidRPr="00E67967">
        <w:t xml:space="preserve"> strany </w:t>
      </w:r>
    </w:p>
    <w:p w14:paraId="7B336777" w14:textId="77777777" w:rsidR="005329A5" w:rsidRPr="00E67967" w:rsidRDefault="002A3CE9" w:rsidP="00EE4D35">
      <w:pPr>
        <w:pStyle w:val="Nadpis2"/>
      </w:pPr>
      <w:r w:rsidRPr="00E67967">
        <w:t>O</w:t>
      </w:r>
      <w:r w:rsidR="009C557E" w:rsidRPr="00E67967">
        <w:t>bjedna</w:t>
      </w:r>
      <w:r w:rsidR="00BD4E37" w:rsidRPr="00E67967">
        <w:t>tel</w:t>
      </w:r>
      <w:r w:rsidR="000C0370" w:rsidRPr="00E67967">
        <w:t>:</w:t>
      </w:r>
      <w:r w:rsidRPr="00E67967">
        <w:t xml:space="preserve">  </w:t>
      </w:r>
      <w:r w:rsidRPr="00E67967">
        <w:tab/>
      </w:r>
      <w:r w:rsidR="002F201C">
        <w:tab/>
      </w:r>
      <w:r w:rsidR="00903CE3">
        <w:tab/>
      </w:r>
      <w:r w:rsidR="00BC5F13">
        <w:rPr>
          <w:rStyle w:val="cena"/>
        </w:rPr>
        <w:t xml:space="preserve">MĚSTO </w:t>
      </w:r>
      <w:r w:rsidR="00FF6451" w:rsidRPr="008E05B5">
        <w:rPr>
          <w:rStyle w:val="cena"/>
        </w:rPr>
        <w:t>UHERSKÝ BROD</w:t>
      </w:r>
      <w:r w:rsidR="000C0370" w:rsidRPr="00E67967">
        <w:t xml:space="preserve"> </w:t>
      </w:r>
    </w:p>
    <w:p w14:paraId="7E152DD9" w14:textId="77777777" w:rsidR="00BE0CB2" w:rsidRPr="00E67967" w:rsidRDefault="00447E2B" w:rsidP="009E089F">
      <w:pPr>
        <w:pStyle w:val="Zkladntextodsazen2"/>
      </w:pPr>
      <w:r>
        <w:t xml:space="preserve">se sídlem: </w:t>
      </w:r>
      <w:r>
        <w:tab/>
      </w:r>
      <w:r w:rsidR="0049611D">
        <w:tab/>
      </w:r>
      <w:r w:rsidR="00FF6451" w:rsidRPr="00E67967">
        <w:t xml:space="preserve">Masarykovo nám. 100, 688 </w:t>
      </w:r>
      <w:r w:rsidR="00B1455A">
        <w:t>0</w:t>
      </w:r>
      <w:r w:rsidR="00FF6451" w:rsidRPr="00E67967">
        <w:t>1 Uherský Brod</w:t>
      </w:r>
    </w:p>
    <w:p w14:paraId="0D8CD426" w14:textId="05C267D0" w:rsidR="00E203F8" w:rsidRPr="00E67967" w:rsidRDefault="000C0370" w:rsidP="009E089F">
      <w:pPr>
        <w:pStyle w:val="Zkladntextodsazen2"/>
      </w:pPr>
      <w:r w:rsidRPr="00E67967">
        <w:t>zastoupen</w:t>
      </w:r>
      <w:r w:rsidR="00BD4E37" w:rsidRPr="00E67967">
        <w:t>o</w:t>
      </w:r>
      <w:r w:rsidRPr="00E67967">
        <w:t xml:space="preserve">: </w:t>
      </w:r>
      <w:r w:rsidR="00447E2B">
        <w:tab/>
      </w:r>
      <w:r w:rsidR="002F201C">
        <w:tab/>
      </w:r>
      <w:r w:rsidR="00CF6840">
        <w:t xml:space="preserve">Ing. </w:t>
      </w:r>
      <w:r w:rsidR="00C523F2">
        <w:t>Miroslavem Poláškem</w:t>
      </w:r>
      <w:r w:rsidR="00D9091B" w:rsidRPr="00E67967">
        <w:t xml:space="preserve">, </w:t>
      </w:r>
      <w:r w:rsidR="00D9091B">
        <w:t>místostarostou</w:t>
      </w:r>
      <w:r w:rsidR="00D9091B" w:rsidRPr="00E67967">
        <w:t xml:space="preserve">     </w:t>
      </w:r>
    </w:p>
    <w:p w14:paraId="6EB36216" w14:textId="77777777" w:rsidR="004F68A9" w:rsidRPr="00E67967" w:rsidRDefault="00333E65" w:rsidP="009E089F">
      <w:pPr>
        <w:pStyle w:val="Zkladntextodsazen2"/>
      </w:pPr>
      <w:r w:rsidRPr="00E67967">
        <w:t>za objednatele</w:t>
      </w:r>
      <w:r w:rsidR="004F68A9" w:rsidRPr="00E67967">
        <w:t xml:space="preserve"> je oprávněn jednat</w:t>
      </w:r>
    </w:p>
    <w:p w14:paraId="72C6CD3E" w14:textId="037BEC0C" w:rsidR="004F68A9" w:rsidRPr="00E67967" w:rsidRDefault="004F68A9" w:rsidP="009E089F">
      <w:pPr>
        <w:pStyle w:val="Zkladntextodsazen2"/>
      </w:pPr>
      <w:r w:rsidRPr="00E67967">
        <w:t xml:space="preserve">ve věcech smluvních: </w:t>
      </w:r>
      <w:r w:rsidR="0049611D">
        <w:tab/>
      </w:r>
      <w:r w:rsidR="00D104A6" w:rsidRPr="00E67967">
        <w:tab/>
      </w:r>
      <w:r w:rsidR="00C523F2">
        <w:t>Ing. Miroslav Polášek</w:t>
      </w:r>
      <w:r w:rsidR="00895B26" w:rsidRPr="00E67967">
        <w:t xml:space="preserve">, </w:t>
      </w:r>
      <w:r w:rsidR="00D9091B">
        <w:t>místo</w:t>
      </w:r>
      <w:r w:rsidR="00895B26" w:rsidRPr="00E67967">
        <w:t>starosta</w:t>
      </w:r>
      <w:r w:rsidRPr="00E67967">
        <w:t xml:space="preserve">     </w:t>
      </w:r>
    </w:p>
    <w:p w14:paraId="4FBCA90D" w14:textId="5B2953D3" w:rsidR="00D104A6" w:rsidRDefault="004F68A9" w:rsidP="009E089F">
      <w:pPr>
        <w:pStyle w:val="Zkladntextodsazen2"/>
      </w:pPr>
      <w:r w:rsidRPr="00E67967">
        <w:t xml:space="preserve">ve věcech technických: </w:t>
      </w:r>
      <w:r w:rsidR="00D104A6" w:rsidRPr="00E67967">
        <w:t xml:space="preserve"> </w:t>
      </w:r>
      <w:r w:rsidR="00D104A6" w:rsidRPr="00E67967">
        <w:tab/>
      </w:r>
      <w:r w:rsidR="0049611D">
        <w:tab/>
      </w:r>
      <w:r w:rsidR="00337DC9">
        <w:t xml:space="preserve">Odbor </w:t>
      </w:r>
      <w:r w:rsidR="00C977D4">
        <w:t>rozvoje města</w:t>
      </w:r>
      <w:r w:rsidR="00337DC9">
        <w:t xml:space="preserve">, </w:t>
      </w:r>
      <w:r w:rsidR="00D104A6" w:rsidRPr="00E67967">
        <w:t>vedoucí odboru</w:t>
      </w:r>
      <w:r w:rsidR="00337DC9">
        <w:t xml:space="preserve"> Ing. </w:t>
      </w:r>
      <w:r w:rsidR="00C523F2">
        <w:t>Petr Velecký</w:t>
      </w:r>
    </w:p>
    <w:p w14:paraId="13AE365C" w14:textId="4C022912" w:rsidR="00E203F8" w:rsidRDefault="00337DC9" w:rsidP="009E089F">
      <w:pPr>
        <w:pStyle w:val="Zkladntextodsazen2"/>
      </w:pPr>
      <w:r>
        <w:tab/>
      </w:r>
      <w:r w:rsidR="0049611D">
        <w:tab/>
      </w:r>
      <w:r>
        <w:t>Oddělení investic,</w:t>
      </w:r>
      <w:r w:rsidR="0037505E">
        <w:t xml:space="preserve"> </w:t>
      </w:r>
      <w:r w:rsidR="002C7D3B">
        <w:t xml:space="preserve">Libor </w:t>
      </w:r>
      <w:r w:rsidR="00FB47CB">
        <w:t>Manda, DiS.</w:t>
      </w:r>
    </w:p>
    <w:p w14:paraId="1D682AB6" w14:textId="4EDA08C1" w:rsidR="00CF6840" w:rsidRPr="00E67967" w:rsidRDefault="00CF6840" w:rsidP="009E089F">
      <w:pPr>
        <w:pStyle w:val="Zkladntextodsazen2"/>
      </w:pPr>
      <w:r>
        <w:tab/>
      </w:r>
      <w:r w:rsidR="0049611D">
        <w:tab/>
      </w:r>
      <w:r>
        <w:t>e-mail:</w:t>
      </w:r>
      <w:r w:rsidR="00577B57">
        <w:t xml:space="preserve"> </w:t>
      </w:r>
      <w:r w:rsidR="00385B46">
        <w:t>oi</w:t>
      </w:r>
      <w:r w:rsidR="002F201C">
        <w:t>@ub.cz</w:t>
      </w:r>
    </w:p>
    <w:p w14:paraId="403B3FF0" w14:textId="77777777" w:rsidR="000C0370" w:rsidRPr="00E67967" w:rsidRDefault="00D9091B" w:rsidP="009E089F">
      <w:pPr>
        <w:pStyle w:val="Zkladntextodsazen2"/>
      </w:pPr>
      <w:r>
        <w:t>IČ</w:t>
      </w:r>
      <w:r w:rsidR="006933CB" w:rsidRPr="00E67967">
        <w:t>/</w:t>
      </w:r>
      <w:r w:rsidR="00CF37EF" w:rsidRPr="00E67967">
        <w:t>DIČ</w:t>
      </w:r>
      <w:r w:rsidR="002F201C">
        <w:t>:</w:t>
      </w:r>
      <w:r w:rsidR="002F201C">
        <w:tab/>
      </w:r>
      <w:r w:rsidR="0049611D">
        <w:tab/>
      </w:r>
      <w:r w:rsidR="00BD4E37" w:rsidRPr="00E67967">
        <w:t>0029</w:t>
      </w:r>
      <w:r w:rsidR="00FF6451" w:rsidRPr="00E67967">
        <w:t>1463</w:t>
      </w:r>
      <w:r w:rsidR="006933CB" w:rsidRPr="00E67967">
        <w:t xml:space="preserve"> </w:t>
      </w:r>
      <w:r w:rsidR="00CF37EF" w:rsidRPr="00E67967">
        <w:t xml:space="preserve">/ </w:t>
      </w:r>
      <w:r w:rsidR="00FF6451" w:rsidRPr="00E67967">
        <w:t>CZ</w:t>
      </w:r>
      <w:r w:rsidR="00D104A6" w:rsidRPr="00E67967">
        <w:t>00291463</w:t>
      </w:r>
    </w:p>
    <w:p w14:paraId="3C10C064" w14:textId="441B27AE" w:rsidR="00272278" w:rsidRPr="00E67967" w:rsidRDefault="005C47C7" w:rsidP="009E089F">
      <w:pPr>
        <w:pStyle w:val="Zkladntextodsazen2"/>
      </w:pPr>
      <w:r>
        <w:t xml:space="preserve">bank. spojení: </w:t>
      </w:r>
      <w:r>
        <w:tab/>
      </w:r>
      <w:r w:rsidR="0049611D">
        <w:tab/>
      </w:r>
      <w:r w:rsidR="00272278" w:rsidRPr="00E67967">
        <w:t>ČS</w:t>
      </w:r>
      <w:r w:rsidR="002F201C">
        <w:t>,</w:t>
      </w:r>
      <w:r w:rsidR="00272278" w:rsidRPr="00E67967">
        <w:t xml:space="preserve"> a.</w:t>
      </w:r>
      <w:r w:rsidR="00C523F2">
        <w:t xml:space="preserve"> </w:t>
      </w:r>
      <w:r w:rsidR="00272278" w:rsidRPr="00E67967">
        <w:t xml:space="preserve">s., Uherský Brod </w:t>
      </w:r>
    </w:p>
    <w:p w14:paraId="69B18CE0" w14:textId="77777777" w:rsidR="00272278" w:rsidRPr="00E67967" w:rsidRDefault="00272278" w:rsidP="009E089F">
      <w:pPr>
        <w:pStyle w:val="Zkladntextodsazen2"/>
      </w:pPr>
      <w:r w:rsidRPr="00E67967">
        <w:t>č</w:t>
      </w:r>
      <w:r w:rsidR="00F10252">
        <w:t>íslo účtu</w:t>
      </w:r>
      <w:r w:rsidR="005C47C7">
        <w:t xml:space="preserve">:             </w:t>
      </w:r>
      <w:r w:rsidR="005C47C7">
        <w:tab/>
      </w:r>
      <w:r w:rsidR="0049611D">
        <w:tab/>
      </w:r>
      <w:r w:rsidRPr="00E67967">
        <w:t>4204852/0800</w:t>
      </w:r>
    </w:p>
    <w:p w14:paraId="5B765154" w14:textId="77777777" w:rsidR="0070248E" w:rsidRDefault="0070248E" w:rsidP="009E089F"/>
    <w:p w14:paraId="651AE931" w14:textId="77777777" w:rsidR="000C0370" w:rsidRPr="00E67967" w:rsidRDefault="000C0370" w:rsidP="009E089F">
      <w:r w:rsidRPr="00E67967">
        <w:t>dále jen objednatel</w:t>
      </w:r>
    </w:p>
    <w:p w14:paraId="5470E94C" w14:textId="77777777" w:rsidR="00E130E2" w:rsidRPr="00E67967" w:rsidRDefault="00E130E2" w:rsidP="009E089F"/>
    <w:p w14:paraId="0AB2E30D" w14:textId="77777777" w:rsidR="003017DF" w:rsidRPr="00E67967" w:rsidRDefault="002A3CE9" w:rsidP="00EE4D35">
      <w:pPr>
        <w:pStyle w:val="Nadpis2"/>
      </w:pPr>
      <w:r w:rsidRPr="00E67967">
        <w:t>Z</w:t>
      </w:r>
      <w:r w:rsidR="003017DF" w:rsidRPr="00E67967">
        <w:t xml:space="preserve">hotovitel:   </w:t>
      </w:r>
      <w:r w:rsidR="007F7EAB" w:rsidRPr="00E67967">
        <w:t xml:space="preserve"> </w:t>
      </w:r>
      <w:r w:rsidR="00F10252">
        <w:tab/>
      </w:r>
      <w:r w:rsidR="00F10252">
        <w:tab/>
      </w:r>
      <w:r w:rsidR="0049611D">
        <w:tab/>
      </w:r>
      <w:r w:rsidR="00447E2B" w:rsidRPr="008E05B5">
        <w:rPr>
          <w:rStyle w:val="cena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3" w:name="Text6"/>
      <w:r w:rsidR="00447E2B" w:rsidRPr="008E05B5">
        <w:rPr>
          <w:rStyle w:val="cena"/>
        </w:rPr>
        <w:instrText xml:space="preserve"> FORMTEXT </w:instrText>
      </w:r>
      <w:r w:rsidR="00447E2B" w:rsidRPr="008E05B5">
        <w:rPr>
          <w:rStyle w:val="cena"/>
        </w:rPr>
      </w:r>
      <w:r w:rsidR="00447E2B" w:rsidRPr="008E05B5">
        <w:rPr>
          <w:rStyle w:val="cena"/>
        </w:rPr>
        <w:fldChar w:fldCharType="separate"/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2F201C">
        <w:rPr>
          <w:rStyle w:val="cena"/>
        </w:rPr>
        <w:t> </w:t>
      </w:r>
      <w:r w:rsidR="00447E2B" w:rsidRPr="008E05B5">
        <w:rPr>
          <w:rStyle w:val="cena"/>
        </w:rPr>
        <w:fldChar w:fldCharType="end"/>
      </w:r>
      <w:bookmarkEnd w:id="3"/>
    </w:p>
    <w:p w14:paraId="0BBD266B" w14:textId="77777777" w:rsidR="00447E2B" w:rsidRDefault="003017DF" w:rsidP="009E089F">
      <w:pPr>
        <w:pStyle w:val="Zkladntextodsazen2"/>
      </w:pPr>
      <w:r w:rsidRPr="00E67967">
        <w:lastRenderedPageBreak/>
        <w:t>se sídlem:</w:t>
      </w:r>
      <w:r w:rsidR="00447E2B">
        <w:t xml:space="preserve"> </w:t>
      </w:r>
      <w:r w:rsidR="00447E2B">
        <w:tab/>
      </w:r>
      <w:r w:rsidR="0049611D">
        <w:tab/>
      </w:r>
      <w:r w:rsidR="00447E2B">
        <w:fldChar w:fldCharType="begin">
          <w:ffData>
            <w:name w:val="Text7"/>
            <w:enabled/>
            <w:calcOnExit w:val="0"/>
            <w:textInput/>
          </w:ffData>
        </w:fldChar>
      </w:r>
      <w:bookmarkStart w:id="4" w:name="Text7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4"/>
    </w:p>
    <w:p w14:paraId="72778F4A" w14:textId="77777777" w:rsidR="003017DF" w:rsidRPr="00E67967" w:rsidRDefault="003017DF" w:rsidP="009E089F">
      <w:pPr>
        <w:pStyle w:val="Zkladntextodsazen2"/>
      </w:pPr>
      <w:r w:rsidRPr="00E67967">
        <w:t xml:space="preserve">OR: </w:t>
      </w:r>
      <w:r w:rsidR="00F10252">
        <w:tab/>
      </w:r>
      <w:r w:rsidR="0049611D">
        <w:tab/>
      </w:r>
      <w:r w:rsidR="00447E2B" w:rsidRPr="00447E2B"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 w:rsidR="00447E2B" w:rsidRPr="00447E2B">
        <w:instrText xml:space="preserve"> FORMTEXT </w:instrText>
      </w:r>
      <w:r w:rsidR="00447E2B" w:rsidRPr="00447E2B">
        <w:fldChar w:fldCharType="separate"/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rPr>
          <w:noProof/>
        </w:rPr>
        <w:t> </w:t>
      </w:r>
      <w:r w:rsidR="00447E2B" w:rsidRPr="00447E2B">
        <w:fldChar w:fldCharType="end"/>
      </w:r>
      <w:bookmarkEnd w:id="5"/>
    </w:p>
    <w:p w14:paraId="6FC10177" w14:textId="77777777" w:rsidR="003017DF" w:rsidRPr="00E67967" w:rsidRDefault="005F4D9C" w:rsidP="009E089F">
      <w:pPr>
        <w:pStyle w:val="Zkladntextodsazen2"/>
      </w:pPr>
      <w:r>
        <w:t>zas</w:t>
      </w:r>
      <w:r w:rsidR="0049611D">
        <w:t>t</w:t>
      </w:r>
      <w:r>
        <w:t>oupen</w:t>
      </w:r>
      <w:r w:rsidR="003017DF" w:rsidRPr="00E67967">
        <w:t xml:space="preserve">: </w:t>
      </w:r>
      <w:r w:rsidR="00447E2B">
        <w:tab/>
      </w:r>
      <w:r w:rsidR="0049611D">
        <w:tab/>
      </w:r>
      <w:r w:rsidR="00447E2B">
        <w:fldChar w:fldCharType="begin">
          <w:ffData>
            <w:name w:val="Text9"/>
            <w:enabled/>
            <w:calcOnExit w:val="0"/>
            <w:textInput/>
          </w:ffData>
        </w:fldChar>
      </w:r>
      <w:bookmarkStart w:id="6" w:name="Text9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6"/>
    </w:p>
    <w:p w14:paraId="5A622E89" w14:textId="77777777" w:rsidR="003017DF" w:rsidRPr="00E67967" w:rsidRDefault="003017DF" w:rsidP="009E089F">
      <w:pPr>
        <w:pStyle w:val="Zkladntextodsazen2"/>
      </w:pPr>
      <w:r w:rsidRPr="00E67967">
        <w:t xml:space="preserve">za </w:t>
      </w:r>
      <w:r w:rsidR="009C557E" w:rsidRPr="00E67967">
        <w:t>zhotovit</w:t>
      </w:r>
      <w:r w:rsidRPr="00E67967">
        <w:t>ele je oprávněn jednat</w:t>
      </w:r>
    </w:p>
    <w:p w14:paraId="03A024CD" w14:textId="77777777" w:rsidR="003017DF" w:rsidRPr="00E67967" w:rsidRDefault="003017DF" w:rsidP="009E089F">
      <w:pPr>
        <w:pStyle w:val="Zkladntextodsazen2"/>
      </w:pPr>
      <w:r w:rsidRPr="00E67967">
        <w:t xml:space="preserve">ve věcech smluvních:      </w:t>
      </w:r>
      <w:r w:rsidR="00C9799F" w:rsidRPr="00E67967">
        <w:t xml:space="preserve"> </w:t>
      </w:r>
      <w:bookmarkStart w:id="7" w:name="Text1"/>
      <w:r w:rsidR="00447E2B">
        <w:tab/>
      </w:r>
      <w:r w:rsidR="0049611D">
        <w:tab/>
      </w:r>
      <w:r w:rsidR="00447E2B">
        <w:fldChar w:fldCharType="begin">
          <w:ffData>
            <w:name w:val="Text1"/>
            <w:enabled/>
            <w:calcOnExit w:val="0"/>
            <w:textInput/>
          </w:ffData>
        </w:fldChar>
      </w:r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7"/>
    </w:p>
    <w:p w14:paraId="119A1F8E" w14:textId="60CE1533" w:rsidR="00727640" w:rsidRDefault="003017DF" w:rsidP="009E089F">
      <w:pPr>
        <w:pStyle w:val="Zkladntextodsazen2"/>
      </w:pPr>
      <w:r w:rsidRPr="00E67967">
        <w:t>ve věcech technických</w:t>
      </w:r>
      <w:r w:rsidR="00ED759B">
        <w:t xml:space="preserve"> – autorizovaná osoba v oboru </w:t>
      </w:r>
      <w:r w:rsidR="0093073F">
        <w:t>pozemní</w:t>
      </w:r>
      <w:r w:rsidR="00ED759B">
        <w:t xml:space="preserve"> stavby</w:t>
      </w:r>
      <w:r w:rsidR="00E504F9">
        <w:t xml:space="preserve"> </w:t>
      </w:r>
    </w:p>
    <w:p w14:paraId="31B07695" w14:textId="3B9DE76D" w:rsidR="00ED759B" w:rsidRDefault="00ED759B" w:rsidP="009E089F">
      <w:pPr>
        <w:pStyle w:val="Zkladntextodsazen2"/>
      </w:pPr>
      <w:r>
        <w:t>HIP</w:t>
      </w:r>
      <w:r w:rsidR="003017DF" w:rsidRPr="00E67967">
        <w:t xml:space="preserve">:   </w:t>
      </w:r>
      <w:r w:rsidR="00C9799F" w:rsidRPr="00E67967">
        <w:t xml:space="preserve"> </w:t>
      </w:r>
      <w:r w:rsidR="00447E2B">
        <w:tab/>
      </w:r>
      <w:r w:rsidR="00E504F9">
        <w:tab/>
      </w:r>
      <w:r w:rsidR="00E504F9">
        <w:fldChar w:fldCharType="begin">
          <w:ffData>
            <w:name w:val="Text2"/>
            <w:enabled/>
            <w:calcOnExit w:val="0"/>
            <w:textInput/>
          </w:ffData>
        </w:fldChar>
      </w:r>
      <w:r w:rsidR="00E504F9">
        <w:instrText xml:space="preserve"> FORMTEXT </w:instrText>
      </w:r>
      <w:r w:rsidR="00E504F9">
        <w:fldChar w:fldCharType="separate"/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rPr>
          <w:noProof/>
        </w:rPr>
        <w:t> </w:t>
      </w:r>
      <w:r w:rsidR="00E504F9">
        <w:fldChar w:fldCharType="end"/>
      </w:r>
    </w:p>
    <w:p w14:paraId="04CAB556" w14:textId="77777777" w:rsidR="00CF6840" w:rsidRDefault="00CF6840" w:rsidP="009E089F">
      <w:pPr>
        <w:pStyle w:val="Zkladntextodsazen2"/>
      </w:pPr>
      <w:r>
        <w:t>e-mail:</w:t>
      </w:r>
      <w:r w:rsidR="00F10252">
        <w:tab/>
      </w:r>
      <w:r w:rsidR="0049611D">
        <w:tab/>
      </w:r>
      <w:r w:rsidR="00F10252">
        <w:fldChar w:fldCharType="begin">
          <w:ffData>
            <w:name w:val="Text2"/>
            <w:enabled/>
            <w:calcOnExit w:val="0"/>
            <w:textInput/>
          </w:ffData>
        </w:fldChar>
      </w:r>
      <w:r w:rsidR="00F10252">
        <w:instrText xml:space="preserve"> FORMTEXT </w:instrText>
      </w:r>
      <w:r w:rsidR="00F10252">
        <w:fldChar w:fldCharType="separate"/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rPr>
          <w:noProof/>
        </w:rPr>
        <w:t> </w:t>
      </w:r>
      <w:r w:rsidR="00F10252">
        <w:fldChar w:fldCharType="end"/>
      </w:r>
    </w:p>
    <w:p w14:paraId="6F9B69FF" w14:textId="77777777" w:rsidR="003017DF" w:rsidRPr="00E67967" w:rsidRDefault="006933CB" w:rsidP="009E089F">
      <w:pPr>
        <w:pStyle w:val="Zkladntextodsazen2"/>
      </w:pPr>
      <w:r w:rsidRPr="00E67967">
        <w:t>IČ/DIČ</w:t>
      </w:r>
      <w:r w:rsidR="003017DF" w:rsidRPr="00E67967">
        <w:t>:</w:t>
      </w:r>
      <w:r w:rsidR="00447E2B">
        <w:tab/>
      </w:r>
      <w:r w:rsidR="0049611D">
        <w:tab/>
      </w:r>
      <w:r w:rsidR="00447E2B">
        <w:fldChar w:fldCharType="begin">
          <w:ffData>
            <w:name w:val="Text3"/>
            <w:enabled/>
            <w:calcOnExit w:val="0"/>
            <w:textInput/>
          </w:ffData>
        </w:fldChar>
      </w:r>
      <w:bookmarkStart w:id="8" w:name="Text3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8"/>
      <w:r w:rsidR="003017DF" w:rsidRPr="00E67967">
        <w:t xml:space="preserve">   </w:t>
      </w:r>
      <w:r w:rsidR="00C9799F" w:rsidRPr="00E67967">
        <w:t xml:space="preserve">          </w:t>
      </w:r>
      <w:r w:rsidR="002A3CE9" w:rsidRPr="00E67967">
        <w:tab/>
      </w:r>
    </w:p>
    <w:p w14:paraId="383E5FF6" w14:textId="77777777" w:rsidR="00447E2B" w:rsidRDefault="003017DF" w:rsidP="009E089F">
      <w:pPr>
        <w:pStyle w:val="Zkladntextodsazen2"/>
      </w:pPr>
      <w:r w:rsidRPr="00E67967">
        <w:t>bank. spojení:</w:t>
      </w:r>
      <w:r w:rsidR="00447E2B">
        <w:tab/>
      </w:r>
      <w:r w:rsidR="0049611D">
        <w:tab/>
      </w:r>
      <w:r w:rsidR="00447E2B">
        <w:fldChar w:fldCharType="begin">
          <w:ffData>
            <w:name w:val="Text4"/>
            <w:enabled/>
            <w:calcOnExit w:val="0"/>
            <w:textInput/>
          </w:ffData>
        </w:fldChar>
      </w:r>
      <w:bookmarkStart w:id="9" w:name="Text4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9"/>
      <w:r w:rsidRPr="00E67967">
        <w:t xml:space="preserve">   </w:t>
      </w:r>
      <w:r w:rsidR="00C9799F" w:rsidRPr="00E67967">
        <w:t xml:space="preserve">   </w:t>
      </w:r>
      <w:r w:rsidR="002A3CE9" w:rsidRPr="00E67967">
        <w:tab/>
      </w:r>
    </w:p>
    <w:p w14:paraId="4BF431D0" w14:textId="77777777" w:rsidR="00447E2B" w:rsidRDefault="00C9799F" w:rsidP="009E089F">
      <w:pPr>
        <w:pStyle w:val="Zkladntextodsazen2"/>
      </w:pPr>
      <w:r w:rsidRPr="00E67967">
        <w:t>č</w:t>
      </w:r>
      <w:r w:rsidR="003017DF" w:rsidRPr="00E67967">
        <w:t>íslo účtu:</w:t>
      </w:r>
      <w:r w:rsidR="00447E2B">
        <w:tab/>
      </w:r>
      <w:r w:rsidR="0049611D">
        <w:tab/>
      </w:r>
      <w:r w:rsidR="00447E2B">
        <w:fldChar w:fldCharType="begin">
          <w:ffData>
            <w:name w:val="Text5"/>
            <w:enabled/>
            <w:calcOnExit w:val="0"/>
            <w:textInput/>
          </w:ffData>
        </w:fldChar>
      </w:r>
      <w:bookmarkStart w:id="10" w:name="Text5"/>
      <w:r w:rsidR="00447E2B">
        <w:instrText xml:space="preserve"> FORMTEXT </w:instrText>
      </w:r>
      <w:r w:rsidR="00447E2B">
        <w:fldChar w:fldCharType="separate"/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rPr>
          <w:noProof/>
        </w:rPr>
        <w:t> </w:t>
      </w:r>
      <w:r w:rsidR="00447E2B">
        <w:fldChar w:fldCharType="end"/>
      </w:r>
      <w:bookmarkEnd w:id="10"/>
      <w:r w:rsidR="003017DF" w:rsidRPr="00E67967">
        <w:t xml:space="preserve"> </w:t>
      </w:r>
      <w:r w:rsidR="001212C4" w:rsidRPr="00E67967">
        <w:t xml:space="preserve">           </w:t>
      </w:r>
      <w:r w:rsidR="002A3CE9" w:rsidRPr="00E67967">
        <w:tab/>
      </w:r>
    </w:p>
    <w:p w14:paraId="7227E368" w14:textId="77777777" w:rsidR="0070248E" w:rsidRDefault="0070248E" w:rsidP="009E089F"/>
    <w:p w14:paraId="7F4C0DBB" w14:textId="77777777" w:rsidR="003017DF" w:rsidRDefault="003017DF" w:rsidP="009E089F">
      <w:r w:rsidRPr="00E67967">
        <w:t xml:space="preserve">dále jen zhotovitel </w:t>
      </w:r>
    </w:p>
    <w:p w14:paraId="4FC6C84F" w14:textId="77777777" w:rsidR="001212C4" w:rsidRPr="00E67967" w:rsidRDefault="001212C4" w:rsidP="009E089F"/>
    <w:p w14:paraId="403AD2F3" w14:textId="7B015E12" w:rsidR="009D3328" w:rsidRDefault="00275102" w:rsidP="009E089F">
      <w:r w:rsidRPr="00E67967">
        <w:t xml:space="preserve">Smluvní strany se dohodly, že tento závazkový vztah a vztahy z něj vyplývající se řídí </w:t>
      </w:r>
      <w:r w:rsidRPr="00B27CC5">
        <w:t>§ 2586 a násl. zákona č. 89/2012 Sb., občanský zákoník</w:t>
      </w:r>
      <w:r w:rsidR="000135C2">
        <w:t>.</w:t>
      </w:r>
    </w:p>
    <w:p w14:paraId="7E82C495" w14:textId="77777777" w:rsidR="000135C2" w:rsidRDefault="000135C2" w:rsidP="009E089F"/>
    <w:p w14:paraId="3D80CEF0" w14:textId="77777777" w:rsidR="00780DD5" w:rsidRPr="00E67967" w:rsidRDefault="00780DD5" w:rsidP="003E67EB">
      <w:pPr>
        <w:pStyle w:val="Nadpis1"/>
      </w:pPr>
      <w:r w:rsidRPr="00E67967">
        <w:t>P</w:t>
      </w:r>
      <w:r>
        <w:t>reambule</w:t>
      </w:r>
      <w:r w:rsidR="007B55CC">
        <w:t xml:space="preserve"> a význam díla</w:t>
      </w:r>
    </w:p>
    <w:p w14:paraId="284B092D" w14:textId="6A3B349B" w:rsidR="00C523F2" w:rsidRDefault="00C523F2" w:rsidP="00A94B71">
      <w:pPr>
        <w:pStyle w:val="Nadpis2"/>
        <w:ind w:left="567" w:hanging="567"/>
      </w:pPr>
      <w:r w:rsidRPr="00C523F2">
        <w:t xml:space="preserve">Objednatel pořizuje dílo za účelem přípravy a realizace stavebních prací definovaných v čl. 3 smlouvy o dílo. </w:t>
      </w:r>
    </w:p>
    <w:p w14:paraId="118FA8AE" w14:textId="2E36C36C" w:rsidR="00780DD5" w:rsidRPr="008319A3" w:rsidRDefault="00780DD5" w:rsidP="00A94B71">
      <w:pPr>
        <w:pStyle w:val="Nadpis2"/>
        <w:ind w:left="567" w:hanging="567"/>
      </w:pPr>
      <w:r w:rsidRPr="008319A3">
        <w:t xml:space="preserve">Podkladem k uzavření smlouvy je nabídka zhotovitele ze dne </w:t>
      </w:r>
      <w:r w:rsidR="006F4A38" w:rsidRPr="008319A3">
        <w:fldChar w:fldCharType="begin">
          <w:ffData>
            <w:name w:val="Text5"/>
            <w:enabled/>
            <w:calcOnExit w:val="0"/>
            <w:textInput/>
          </w:ffData>
        </w:fldChar>
      </w:r>
      <w:r w:rsidR="006F4A38" w:rsidRPr="008319A3">
        <w:instrText xml:space="preserve"> FORMTEXT </w:instrText>
      </w:r>
      <w:r w:rsidR="006F4A38" w:rsidRPr="008319A3">
        <w:fldChar w:fldCharType="separate"/>
      </w:r>
      <w:r w:rsidR="006F4A38" w:rsidRPr="008319A3">
        <w:t> </w:t>
      </w:r>
      <w:r w:rsidR="006F4A38" w:rsidRPr="008319A3">
        <w:t> </w:t>
      </w:r>
      <w:r w:rsidR="006F4A38" w:rsidRPr="008319A3">
        <w:t> </w:t>
      </w:r>
      <w:r w:rsidR="006F4A38" w:rsidRPr="008319A3">
        <w:t> </w:t>
      </w:r>
      <w:r w:rsidR="006F4A38" w:rsidRPr="008319A3">
        <w:t> </w:t>
      </w:r>
      <w:r w:rsidR="006F4A38" w:rsidRPr="008319A3">
        <w:fldChar w:fldCharType="end"/>
      </w:r>
      <w:r w:rsidRPr="008319A3">
        <w:t>, která byla vypracována na základě výzvy objednatele k podání nabídky jako zakázka malého rozsahu na služby</w:t>
      </w:r>
      <w:r w:rsidR="00C523F2">
        <w:t>.</w:t>
      </w:r>
    </w:p>
    <w:p w14:paraId="4F46C65E" w14:textId="77777777" w:rsidR="00780DD5" w:rsidRDefault="00780DD5" w:rsidP="00A94B71">
      <w:pPr>
        <w:pStyle w:val="Nadpis2"/>
        <w:ind w:left="567" w:hanging="567"/>
      </w:pPr>
      <w:r w:rsidRPr="008319A3">
        <w:lastRenderedPageBreak/>
        <w:t xml:space="preserve">Zhotovitel prohlašuje, že se s rozsahem díla seznámil, že je schopen dílo ve smluvené lhůtě dodat </w:t>
      </w:r>
      <w:r w:rsidR="00393240">
        <w:br/>
      </w:r>
      <w:r w:rsidRPr="008319A3">
        <w:t>a že veškeré náklady spojené se zhotovením díla jsou zahrnuty v ceně díla.</w:t>
      </w:r>
    </w:p>
    <w:p w14:paraId="1780B3BD" w14:textId="77777777" w:rsidR="00EE4D35" w:rsidRDefault="00EE4D35" w:rsidP="00EE4D35"/>
    <w:p w14:paraId="2BBB7877" w14:textId="77777777" w:rsidR="009D3328" w:rsidRDefault="009D3328" w:rsidP="00EE4D35"/>
    <w:p w14:paraId="52092BF2" w14:textId="77777777" w:rsidR="009D3328" w:rsidRPr="00EE4D35" w:rsidRDefault="009D3328" w:rsidP="00EE4D35"/>
    <w:p w14:paraId="6101FE87" w14:textId="77777777" w:rsidR="003017DF" w:rsidRPr="00E67967" w:rsidRDefault="003017DF" w:rsidP="003E67EB">
      <w:pPr>
        <w:pStyle w:val="Nadpis1"/>
      </w:pPr>
      <w:r w:rsidRPr="00E67967">
        <w:t>Předmět smlouvy</w:t>
      </w:r>
    </w:p>
    <w:p w14:paraId="63205E94" w14:textId="4FD72363" w:rsidR="00C523F2" w:rsidRPr="00C523F2" w:rsidRDefault="00952D80" w:rsidP="00C523F2">
      <w:pPr>
        <w:pStyle w:val="Nadpis2"/>
      </w:pPr>
      <w:r w:rsidRPr="00EE4D35">
        <w:t xml:space="preserve">Zhotovitel se zavazuje zpracovat na svůj náklad a nebezpečí pro objednatele dílo - projektovou dokumentaci </w:t>
      </w:r>
      <w:r w:rsidR="00B46513">
        <w:t xml:space="preserve">pro vydání povolení </w:t>
      </w:r>
      <w:r w:rsidR="00C523F2">
        <w:t>stavby</w:t>
      </w:r>
      <w:r w:rsidR="00B46513" w:rsidRPr="007E6368">
        <w:t xml:space="preserve"> (</w:t>
      </w:r>
      <w:r w:rsidR="00B46513" w:rsidRPr="005D41C5">
        <w:t>dále jen „</w:t>
      </w:r>
      <w:r w:rsidR="00B46513">
        <w:t>DP</w:t>
      </w:r>
      <w:r w:rsidR="00C523F2">
        <w:t>S</w:t>
      </w:r>
      <w:r w:rsidR="00B46513" w:rsidRPr="005D41C5">
        <w:t>“</w:t>
      </w:r>
      <w:r w:rsidR="00B46513" w:rsidRPr="007E6368">
        <w:t>)</w:t>
      </w:r>
      <w:r w:rsidR="00B46513">
        <w:t xml:space="preserve"> a</w:t>
      </w:r>
      <w:r w:rsidR="00B46513" w:rsidRPr="00134BA8">
        <w:t xml:space="preserve"> projektové dokumentace pro provádění stavby (dále jen „PDPS“)</w:t>
      </w:r>
      <w:r w:rsidRPr="00EE4D35">
        <w:t xml:space="preserve"> pro stavbu pod názvem:</w:t>
      </w:r>
    </w:p>
    <w:p w14:paraId="351CE64A" w14:textId="178C0A89" w:rsidR="00676934" w:rsidRPr="00503C0D" w:rsidRDefault="00952D80" w:rsidP="00C523F2">
      <w:pPr>
        <w:pStyle w:val="Nadpis3"/>
      </w:pPr>
      <w:r w:rsidRPr="00503C0D">
        <w:t xml:space="preserve"> </w:t>
      </w:r>
      <w:r w:rsidR="009E0B5D" w:rsidRPr="00503C0D">
        <w:t>„</w:t>
      </w:r>
      <w:r w:rsidR="00FB47CB">
        <w:rPr>
          <w:sz w:val="28"/>
          <w:szCs w:val="28"/>
        </w:rPr>
        <w:t>Spolkový dům Újezdec</w:t>
      </w:r>
      <w:r w:rsidR="009E0B5D" w:rsidRPr="00503C0D">
        <w:t>“</w:t>
      </w:r>
      <w:r w:rsidR="00676934" w:rsidRPr="00503C0D">
        <w:t xml:space="preserve"> </w:t>
      </w:r>
      <w:r w:rsidR="00D9091B" w:rsidRPr="00C523F2">
        <w:rPr>
          <w:b w:val="0"/>
          <w:sz w:val="20"/>
        </w:rPr>
        <w:t>(dále jen „PD</w:t>
      </w:r>
      <w:r w:rsidR="00676934" w:rsidRPr="00C523F2">
        <w:rPr>
          <w:b w:val="0"/>
          <w:sz w:val="20"/>
        </w:rPr>
        <w:t>“)</w:t>
      </w:r>
    </w:p>
    <w:p w14:paraId="5772C7C3" w14:textId="77777777" w:rsidR="00114A5F" w:rsidRDefault="00114A5F" w:rsidP="009E089F"/>
    <w:p w14:paraId="201B8958" w14:textId="77777777" w:rsidR="00EB4491" w:rsidRPr="004F5AE0" w:rsidRDefault="00EB4491" w:rsidP="00EE4D35">
      <w:pPr>
        <w:pStyle w:val="Nadpis2"/>
        <w:rPr>
          <w:b/>
        </w:rPr>
      </w:pPr>
      <w:r w:rsidRPr="004F5AE0">
        <w:rPr>
          <w:b/>
        </w:rPr>
        <w:t>Bližší technické podmínky a rozsah díla:</w:t>
      </w:r>
    </w:p>
    <w:p w14:paraId="7B23CAC6" w14:textId="77777777" w:rsidR="00277A92" w:rsidRDefault="00FB47CB" w:rsidP="00277A92">
      <w:pPr>
        <w:pStyle w:val="Textdopisu"/>
      </w:pPr>
      <w:r w:rsidRPr="007E6368">
        <w:t>Předmětem plnění je zpracování projektové dokumentace</w:t>
      </w:r>
      <w:r>
        <w:t xml:space="preserve"> </w:t>
      </w:r>
      <w:r w:rsidRPr="006946B1">
        <w:t xml:space="preserve">(dále jen PD) </w:t>
      </w:r>
      <w:r w:rsidRPr="007E6368">
        <w:t xml:space="preserve">pro </w:t>
      </w:r>
      <w:r>
        <w:t>povolení stavby</w:t>
      </w:r>
      <w:r w:rsidRPr="007E6368">
        <w:t xml:space="preserve"> (</w:t>
      </w:r>
      <w:r w:rsidRPr="005D41C5">
        <w:t>dále jen „</w:t>
      </w:r>
      <w:r>
        <w:t>DPS</w:t>
      </w:r>
      <w:r w:rsidRPr="005D41C5">
        <w:t>“</w:t>
      </w:r>
      <w:r w:rsidRPr="007E6368">
        <w:t>)</w:t>
      </w:r>
      <w:r>
        <w:t xml:space="preserve"> a</w:t>
      </w:r>
      <w:r w:rsidRPr="00134BA8">
        <w:t xml:space="preserve"> projektové dokumentace pro provádění stavby (dále jen „PDPS“)</w:t>
      </w:r>
      <w:r>
        <w:t xml:space="preserve"> </w:t>
      </w:r>
      <w:r w:rsidR="00277A92">
        <w:t>pro dostavbu víceúčelového sálu ke stávajícímu objektu pro pořádání kulturně společenských akcí a celkovou rekonstrukci objektu stávající budovy č. p. 282.</w:t>
      </w:r>
    </w:p>
    <w:p w14:paraId="2727036B" w14:textId="77777777" w:rsidR="00277A92" w:rsidRDefault="00277A92" w:rsidP="00277A92">
      <w:pPr>
        <w:pStyle w:val="Textdopisu"/>
      </w:pPr>
      <w:r>
        <w:t>Rozsahem projektu</w:t>
      </w:r>
      <w:r w:rsidRPr="004917AC">
        <w:t xml:space="preserve"> jsou také veřejná prostranství, která jsou tvořena jak uličním prostorem, tak plochami mimo ně</w:t>
      </w:r>
      <w:r>
        <w:t xml:space="preserve">j v blízkosti navržené zástavby a to v rozsahu zpevněných a nezpevněných ploch, vegetačních prvků </w:t>
      </w:r>
      <w:r>
        <w:br/>
        <w:t>a prvků městského mobiliáře. Stávající budova čítá dvě nadzemní podlaží.</w:t>
      </w:r>
    </w:p>
    <w:p w14:paraId="16E1A2DD" w14:textId="77777777" w:rsidR="00277A92" w:rsidRPr="00277A92" w:rsidRDefault="00277A92" w:rsidP="00277A92">
      <w:pPr>
        <w:pStyle w:val="Textdopisu"/>
        <w:rPr>
          <w:sz w:val="8"/>
          <w:szCs w:val="8"/>
        </w:rPr>
      </w:pPr>
    </w:p>
    <w:p w14:paraId="1EBAF285" w14:textId="77777777" w:rsidR="00277A92" w:rsidRDefault="00277A92" w:rsidP="00277A92">
      <w:pPr>
        <w:pStyle w:val="Textdopisu"/>
      </w:pPr>
      <w:r w:rsidRPr="004917AC">
        <w:t>Součástí PD jsou i související nebo vyvolané stavební a inženýrské objekty nebo přeložky inženýrských sítí, podklady pro žádost o zvláštní užívání (umístění inž. sítí do komu</w:t>
      </w:r>
      <w:r>
        <w:t>nikací text, situace, doklady).</w:t>
      </w:r>
    </w:p>
    <w:p w14:paraId="03604546" w14:textId="77777777" w:rsidR="00277A92" w:rsidRDefault="00277A92" w:rsidP="00277A92">
      <w:pPr>
        <w:pStyle w:val="Textdopisu"/>
      </w:pPr>
      <w:r>
        <w:t xml:space="preserve">Nedílnou součástí PD jsou </w:t>
      </w:r>
      <w:r w:rsidRPr="00E371FA">
        <w:t>inženýrsk</w:t>
      </w:r>
      <w:r>
        <w:t>é</w:t>
      </w:r>
      <w:r w:rsidRPr="00E371FA">
        <w:t xml:space="preserve"> činnost</w:t>
      </w:r>
      <w:r>
        <w:t>i</w:t>
      </w:r>
      <w:r w:rsidRPr="00E371FA">
        <w:t xml:space="preserve">, </w:t>
      </w:r>
      <w:r>
        <w:t xml:space="preserve">geodetické zaměření, zaměření stávajícího stavu, </w:t>
      </w:r>
      <w:r w:rsidRPr="00E371FA">
        <w:t xml:space="preserve">průzkumy, posudky, výpočty potřebné pro bezchybný návrh </w:t>
      </w:r>
      <w:r>
        <w:t xml:space="preserve">rekonstrukce a rozšíření </w:t>
      </w:r>
      <w:r w:rsidRPr="00E371FA">
        <w:t>stavby.</w:t>
      </w:r>
    </w:p>
    <w:p w14:paraId="0F83137E" w14:textId="77777777" w:rsidR="00FB47CB" w:rsidRDefault="00FB47CB" w:rsidP="00FB47CB">
      <w:pPr>
        <w:pStyle w:val="Textdopisu"/>
      </w:pPr>
    </w:p>
    <w:p w14:paraId="328F70F0" w14:textId="77777777" w:rsidR="00FB47CB" w:rsidRDefault="00FB47CB" w:rsidP="00FB47CB">
      <w:pPr>
        <w:pStyle w:val="Textdopisu"/>
      </w:pPr>
      <w:r>
        <w:lastRenderedPageBreak/>
        <w:t>Obchodní a technické podmínky jsou stanoveny v návrhu smlouvy o dílo, který je nedílnou součástí zadávací dokumentace. Články uvedené v návrhu smlouvy o dílo jsou pro uchazeče závazné a nelze je měnit (dále jen „stavba“).</w:t>
      </w:r>
    </w:p>
    <w:p w14:paraId="43EC6873" w14:textId="77777777" w:rsidR="00FB47CB" w:rsidRPr="00277A92" w:rsidRDefault="00FB47CB" w:rsidP="00277A92">
      <w:pPr>
        <w:pStyle w:val="Zkladntext"/>
      </w:pPr>
    </w:p>
    <w:p w14:paraId="61980DF3" w14:textId="784F5573" w:rsidR="003548E6" w:rsidRPr="00277A92" w:rsidRDefault="003548E6" w:rsidP="00277A92">
      <w:pPr>
        <w:pStyle w:val="Textdopisu"/>
        <w:rPr>
          <w:b/>
        </w:rPr>
      </w:pPr>
      <w:r w:rsidRPr="00277A92">
        <w:rPr>
          <w:b/>
        </w:rPr>
        <w:t xml:space="preserve">V PD budou zpracovány </w:t>
      </w:r>
      <w:r w:rsidR="00532398" w:rsidRPr="00277A92">
        <w:rPr>
          <w:b/>
        </w:rPr>
        <w:t xml:space="preserve">minimálně </w:t>
      </w:r>
      <w:r w:rsidRPr="00277A92">
        <w:rPr>
          <w:b/>
        </w:rPr>
        <w:t>tyto profese:</w:t>
      </w:r>
    </w:p>
    <w:p w14:paraId="627F1127" w14:textId="77777777" w:rsidR="00277A92" w:rsidRPr="0023680D" w:rsidRDefault="00277A92" w:rsidP="00277A92">
      <w:pPr>
        <w:pStyle w:val="Textdopisu"/>
        <w:numPr>
          <w:ilvl w:val="0"/>
          <w:numId w:val="6"/>
        </w:numPr>
      </w:pPr>
      <w:r w:rsidRPr="0023680D">
        <w:t>Zpracování pasportu stavby</w:t>
      </w:r>
      <w:r>
        <w:t>, tedy kompletní zaměření stávajícího objektu pro potřeby projektové dokumentace</w:t>
      </w:r>
    </w:p>
    <w:p w14:paraId="3FC2006D" w14:textId="36DCECCC" w:rsidR="00277A92" w:rsidRDefault="00277A92" w:rsidP="00277A92">
      <w:pPr>
        <w:pStyle w:val="Textdopisu"/>
        <w:numPr>
          <w:ilvl w:val="0"/>
          <w:numId w:val="6"/>
        </w:numPr>
      </w:pPr>
      <w:r>
        <w:t>Architektonicko stavební řešení vč. zaměření (</w:t>
      </w:r>
      <w:r w:rsidRPr="00A32AB2">
        <w:t>doměření) dotčeného území</w:t>
      </w:r>
      <w:r w:rsidR="001E003E">
        <w:t xml:space="preserve"> a dispozic stávajícího objektu, </w:t>
      </w:r>
      <w:r w:rsidR="00F75B2E" w:rsidRPr="00F75B2E">
        <w:t>akustická studie</w:t>
      </w:r>
      <w:r w:rsidR="001E003E" w:rsidRPr="00F75B2E">
        <w:t xml:space="preserve"> a sadové úpravy v exteriéru</w:t>
      </w:r>
    </w:p>
    <w:p w14:paraId="109727B9" w14:textId="77777777" w:rsidR="00277A92" w:rsidRDefault="00277A92" w:rsidP="00277A92">
      <w:pPr>
        <w:pStyle w:val="Textdopisu"/>
        <w:numPr>
          <w:ilvl w:val="0"/>
          <w:numId w:val="6"/>
        </w:numPr>
      </w:pPr>
      <w:r>
        <w:t>Řešení zpevněných a nezpevněných ploch kolem objektu, prvky městského mobiliáře.</w:t>
      </w:r>
    </w:p>
    <w:p w14:paraId="11DB9AAF" w14:textId="77777777" w:rsidR="00277A92" w:rsidRDefault="00277A92" w:rsidP="00277A92">
      <w:pPr>
        <w:pStyle w:val="Textdopisu"/>
        <w:numPr>
          <w:ilvl w:val="0"/>
          <w:numId w:val="6"/>
        </w:numPr>
      </w:pPr>
      <w:r w:rsidRPr="00DF604D">
        <w:t xml:space="preserve">Stavebně konstrukční řešení – </w:t>
      </w:r>
      <w:r>
        <w:t>statické posouzení a</w:t>
      </w:r>
      <w:r w:rsidRPr="00DF604D">
        <w:t xml:space="preserve"> </w:t>
      </w:r>
      <w:r>
        <w:t>výpočty.</w:t>
      </w:r>
    </w:p>
    <w:p w14:paraId="30C9E113" w14:textId="0AEC34C7" w:rsidR="00277A92" w:rsidRPr="00DF604D" w:rsidRDefault="00277A92" w:rsidP="00277A92">
      <w:pPr>
        <w:pStyle w:val="Textdopisu"/>
        <w:numPr>
          <w:ilvl w:val="0"/>
          <w:numId w:val="6"/>
        </w:numPr>
      </w:pPr>
      <w:r>
        <w:t>Protihluková opatření pr</w:t>
      </w:r>
      <w:r w:rsidR="00C277E4">
        <w:t>o rodinné domy v ul. Nádražní.</w:t>
      </w:r>
    </w:p>
    <w:p w14:paraId="4BCC63E7" w14:textId="77777777" w:rsidR="00277A92" w:rsidRDefault="00277A92" w:rsidP="00277A92">
      <w:pPr>
        <w:pStyle w:val="Textdopisu"/>
        <w:numPr>
          <w:ilvl w:val="0"/>
          <w:numId w:val="6"/>
        </w:numPr>
      </w:pPr>
      <w:r w:rsidRPr="00DF604D">
        <w:t xml:space="preserve">Elektroinstalace – </w:t>
      </w:r>
      <w:r>
        <w:t>celková rekonstrukce elektroinstalací ve stávající budově, celkové řešení elektroinslací v nově navržené části vč. umělého osvětlení</w:t>
      </w:r>
      <w:r w:rsidRPr="00DF604D">
        <w:t xml:space="preserve">, veřejné osvětlení </w:t>
      </w:r>
      <w:r>
        <w:t xml:space="preserve">venkovního prostoru </w:t>
      </w:r>
      <w:r>
        <w:br/>
        <w:t>u pochozích ploch u objektu (zpevněné plochy a mlatový povrch).</w:t>
      </w:r>
    </w:p>
    <w:p w14:paraId="7B217220" w14:textId="77777777" w:rsidR="00277A92" w:rsidRPr="009B6D13" w:rsidRDefault="00277A92" w:rsidP="00277A92">
      <w:pPr>
        <w:pStyle w:val="Textdopisu"/>
        <w:numPr>
          <w:ilvl w:val="0"/>
          <w:numId w:val="6"/>
        </w:numPr>
      </w:pPr>
      <w:r w:rsidRPr="009B6D13">
        <w:t>FVE s výkonem pro potřeby objektu jako jednoho celku spolkového domu pro zdroj el. energie (uplatnění pro VZT, chlazení, ohřev užitkové vody, silnoproud atd.)</w:t>
      </w:r>
    </w:p>
    <w:p w14:paraId="4D243454" w14:textId="77777777" w:rsidR="00277A92" w:rsidRPr="00DF604D" w:rsidRDefault="00277A92" w:rsidP="00277A92">
      <w:pPr>
        <w:pStyle w:val="Textdopisu"/>
        <w:numPr>
          <w:ilvl w:val="0"/>
          <w:numId w:val="6"/>
        </w:numPr>
      </w:pPr>
      <w:r w:rsidRPr="00DF604D">
        <w:t xml:space="preserve">Slaboproud – </w:t>
      </w:r>
      <w:r>
        <w:t>celková rekonstrukce a návrh SLB rozvodů v rámci celého objektu.</w:t>
      </w:r>
    </w:p>
    <w:p w14:paraId="00F85A5A" w14:textId="6A8B18D6" w:rsidR="00277A92" w:rsidRDefault="00733617" w:rsidP="00277A92">
      <w:pPr>
        <w:pStyle w:val="Textdopisu"/>
        <w:numPr>
          <w:ilvl w:val="0"/>
          <w:numId w:val="6"/>
        </w:numPr>
      </w:pPr>
      <w:r>
        <w:t xml:space="preserve">Ústřední vytápění a </w:t>
      </w:r>
      <w:r w:rsidR="00277A92">
        <w:t>Zdravotec</w:t>
      </w:r>
      <w:r>
        <w:t>hnika – celková rekonstrukce</w:t>
      </w:r>
      <w:r w:rsidR="00277A92">
        <w:t>, vč. rozvodů, sanity, rekonstrukce soc. zařízení.</w:t>
      </w:r>
    </w:p>
    <w:p w14:paraId="52AEEE62" w14:textId="77777777" w:rsidR="00277A92" w:rsidRDefault="00277A92" w:rsidP="00277A92">
      <w:pPr>
        <w:pStyle w:val="Textdopisu"/>
        <w:numPr>
          <w:ilvl w:val="0"/>
          <w:numId w:val="6"/>
        </w:numPr>
      </w:pPr>
      <w:r>
        <w:t>Vzduchotechnické zařízení vč. rekuperace a klimatizace.</w:t>
      </w:r>
    </w:p>
    <w:p w14:paraId="1BFC0E94" w14:textId="77777777" w:rsidR="00277A92" w:rsidRDefault="00277A92" w:rsidP="00277A92">
      <w:pPr>
        <w:pStyle w:val="Textdopisu"/>
        <w:numPr>
          <w:ilvl w:val="0"/>
          <w:numId w:val="6"/>
        </w:numPr>
      </w:pPr>
      <w:r>
        <w:t xml:space="preserve">Kanalizace – monitoring, řešení stávajícího potrubí, hospodaření se srážkovými vodami (retence </w:t>
      </w:r>
      <w:r>
        <w:br/>
        <w:t>s akumulací pro využití srážkových vod pro zálivku vegetačních prvků zelené střechy)</w:t>
      </w:r>
    </w:p>
    <w:p w14:paraId="2FC81510" w14:textId="77777777" w:rsidR="00277A92" w:rsidRDefault="00277A92" w:rsidP="00277A92">
      <w:pPr>
        <w:pStyle w:val="Textdopisu"/>
        <w:numPr>
          <w:ilvl w:val="0"/>
          <w:numId w:val="6"/>
        </w:numPr>
      </w:pPr>
      <w:r>
        <w:t>Inženýrsko-</w:t>
      </w:r>
      <w:r w:rsidRPr="00330F44">
        <w:t>geologický a hydrogeologický průzkum</w:t>
      </w:r>
    </w:p>
    <w:p w14:paraId="29DCE3BA" w14:textId="77777777" w:rsidR="00277A92" w:rsidRDefault="00277A92" w:rsidP="00277A92">
      <w:pPr>
        <w:pStyle w:val="Textdopisu"/>
        <w:numPr>
          <w:ilvl w:val="0"/>
          <w:numId w:val="6"/>
        </w:numPr>
      </w:pPr>
      <w:r>
        <w:t>Požárně bezpečností řešení</w:t>
      </w:r>
    </w:p>
    <w:p w14:paraId="49B21E89" w14:textId="77777777" w:rsidR="0006719F" w:rsidRDefault="0006719F" w:rsidP="0006719F">
      <w:pPr>
        <w:pStyle w:val="Textdopisu"/>
        <w:rPr>
          <w:b/>
        </w:rPr>
      </w:pPr>
    </w:p>
    <w:p w14:paraId="3D060704" w14:textId="77777777" w:rsidR="0006719F" w:rsidRPr="00F448C7" w:rsidRDefault="0006719F" w:rsidP="0006719F">
      <w:pPr>
        <w:pStyle w:val="Textdopisu"/>
        <w:spacing w:line="360" w:lineRule="auto"/>
        <w:rPr>
          <w:b/>
        </w:rPr>
      </w:pPr>
      <w:r w:rsidRPr="00F448C7">
        <w:rPr>
          <w:b/>
        </w:rPr>
        <w:t>Součástí PD bude zajištěno:</w:t>
      </w:r>
    </w:p>
    <w:p w14:paraId="2B47EE2F" w14:textId="654935B1" w:rsidR="0006719F" w:rsidRDefault="0006719F" w:rsidP="00A94B71">
      <w:pPr>
        <w:pStyle w:val="Textdopisu"/>
        <w:numPr>
          <w:ilvl w:val="0"/>
          <w:numId w:val="6"/>
        </w:numPr>
      </w:pPr>
      <w:r>
        <w:lastRenderedPageBreak/>
        <w:t xml:space="preserve">Geodetické zaměření stávajícího stavu </w:t>
      </w:r>
      <w:r w:rsidR="00FB47CB">
        <w:t xml:space="preserve">dotčeného území </w:t>
      </w:r>
      <w:r>
        <w:t>vč. zjištění průběhu inženýrských sítí.</w:t>
      </w:r>
    </w:p>
    <w:p w14:paraId="449DA629" w14:textId="14673593" w:rsidR="00FB47CB" w:rsidRDefault="00FB47CB" w:rsidP="00A94B71">
      <w:pPr>
        <w:pStyle w:val="Textdopisu"/>
        <w:numPr>
          <w:ilvl w:val="0"/>
          <w:numId w:val="6"/>
        </w:numPr>
      </w:pPr>
      <w:r>
        <w:t>Z</w:t>
      </w:r>
      <w:r w:rsidRPr="00FB47CB">
        <w:t>aměře</w:t>
      </w:r>
      <w:r w:rsidR="008F74A1">
        <w:t>ní dispozic stávajícího objektu</w:t>
      </w:r>
    </w:p>
    <w:p w14:paraId="13107931" w14:textId="2DFD61C7" w:rsidR="001E003E" w:rsidRPr="00F75B2E" w:rsidRDefault="001E003E" w:rsidP="00A94B71">
      <w:pPr>
        <w:pStyle w:val="Textdopisu"/>
        <w:numPr>
          <w:ilvl w:val="0"/>
          <w:numId w:val="6"/>
        </w:numPr>
      </w:pPr>
      <w:r w:rsidRPr="00F75B2E">
        <w:t>Propočet investičních nákladů</w:t>
      </w:r>
      <w:r w:rsidR="00F75B2E" w:rsidRPr="00F75B2E">
        <w:t xml:space="preserve"> v rámci PD</w:t>
      </w:r>
      <w:r w:rsidR="0089480E" w:rsidRPr="00F75B2E">
        <w:t xml:space="preserve"> pro povolení záměru</w:t>
      </w:r>
    </w:p>
    <w:p w14:paraId="53C48DA1" w14:textId="553F502D" w:rsidR="00FB47CB" w:rsidRPr="00C32408" w:rsidRDefault="008F74A1" w:rsidP="00A94B71">
      <w:pPr>
        <w:pStyle w:val="Odstavecseseznamem"/>
        <w:numPr>
          <w:ilvl w:val="0"/>
          <w:numId w:val="6"/>
        </w:numPr>
        <w:rPr>
          <w:rFonts w:cs="Arial"/>
        </w:rPr>
      </w:pPr>
      <w:r>
        <w:rPr>
          <w:rFonts w:cs="Arial"/>
        </w:rPr>
        <w:t>Architektonicko stavební řešení</w:t>
      </w:r>
      <w:r w:rsidR="00FB47CB" w:rsidRPr="00C32408">
        <w:rPr>
          <w:rFonts w:cs="Arial"/>
        </w:rPr>
        <w:t xml:space="preserve"> </w:t>
      </w:r>
    </w:p>
    <w:p w14:paraId="5C6F6417" w14:textId="627B3877" w:rsidR="00FB47CB" w:rsidRPr="00C32408" w:rsidRDefault="00B03A8B" w:rsidP="00A94B71">
      <w:pPr>
        <w:pStyle w:val="Textdopisu"/>
        <w:numPr>
          <w:ilvl w:val="0"/>
          <w:numId w:val="6"/>
        </w:numPr>
      </w:pPr>
      <w:r>
        <w:t>Provedení</w:t>
      </w:r>
      <w:r w:rsidR="0006719F" w:rsidRPr="00E67967">
        <w:t xml:space="preserve"> průzkum</w:t>
      </w:r>
      <w:r>
        <w:t>ů</w:t>
      </w:r>
      <w:r w:rsidR="0006719F" w:rsidRPr="00297766">
        <w:t>,</w:t>
      </w:r>
      <w:r w:rsidR="0006719F">
        <w:t xml:space="preserve"> </w:t>
      </w:r>
      <w:r w:rsidR="0006719F" w:rsidRPr="00297766">
        <w:t>posudk</w:t>
      </w:r>
      <w:r>
        <w:t>ů</w:t>
      </w:r>
      <w:r w:rsidR="0006719F">
        <w:t xml:space="preserve">, </w:t>
      </w:r>
      <w:r w:rsidR="0006719F" w:rsidRPr="00611D38">
        <w:t>výpočt</w:t>
      </w:r>
      <w:r>
        <w:t>ů</w:t>
      </w:r>
      <w:r w:rsidR="0006719F" w:rsidRPr="00611D38">
        <w:t xml:space="preserve"> (</w:t>
      </w:r>
      <w:r w:rsidR="0006719F">
        <w:t>např. statické, hydrogeologické atd.) potřebn</w:t>
      </w:r>
      <w:r>
        <w:t xml:space="preserve">ých </w:t>
      </w:r>
      <w:r w:rsidR="008F74A1">
        <w:t>pro bezchybný návrh stavby</w:t>
      </w:r>
    </w:p>
    <w:p w14:paraId="63927FAA" w14:textId="140BB709" w:rsidR="0006719F" w:rsidRDefault="0006719F" w:rsidP="00A94B71">
      <w:pPr>
        <w:pStyle w:val="Textdopisu"/>
        <w:numPr>
          <w:ilvl w:val="0"/>
          <w:numId w:val="6"/>
        </w:numPr>
      </w:pPr>
      <w:r>
        <w:t>Místní chodníky, komunikace a osvětlení jsou ve vlastnictví objednatele, projednávání návrhu s jejich správci bude vždy za účasti</w:t>
      </w:r>
      <w:r w:rsidR="008F74A1">
        <w:t xml:space="preserve"> zaměstnance oddělení investic.</w:t>
      </w:r>
    </w:p>
    <w:p w14:paraId="0376CB0B" w14:textId="717D6B38" w:rsidR="008F74A1" w:rsidRDefault="0006719F" w:rsidP="00A94B71">
      <w:pPr>
        <w:pStyle w:val="Textdopisu"/>
        <w:numPr>
          <w:ilvl w:val="0"/>
          <w:numId w:val="6"/>
        </w:numPr>
      </w:pPr>
      <w:r>
        <w:t>Ná</w:t>
      </w:r>
      <w:r w:rsidRPr="00297766">
        <w:rPr>
          <w:sz w:val="22"/>
        </w:rPr>
        <w:t>v</w:t>
      </w:r>
      <w:r>
        <w:t xml:space="preserve">rh harmonogramu realizace stavby – součástí </w:t>
      </w:r>
      <w:r w:rsidRPr="00134BA8">
        <w:t>PDPS</w:t>
      </w:r>
    </w:p>
    <w:p w14:paraId="2C9C15E4" w14:textId="77777777" w:rsidR="009D3328" w:rsidRPr="00A94B71" w:rsidRDefault="009D3328" w:rsidP="009D3328">
      <w:pPr>
        <w:pStyle w:val="Textdopisu"/>
        <w:ind w:left="720"/>
      </w:pPr>
    </w:p>
    <w:p w14:paraId="5B3E635D" w14:textId="716BDE02" w:rsidR="008F74A1" w:rsidRDefault="008F74A1" w:rsidP="00277A92">
      <w:pPr>
        <w:pStyle w:val="Zkladntext"/>
        <w:rPr>
          <w:b/>
        </w:rPr>
      </w:pPr>
      <w:r w:rsidRPr="00917B7A">
        <w:rPr>
          <w:bCs/>
          <w:szCs w:val="22"/>
        </w:rPr>
        <w:t>Zpracování předmětu veřejné zakázky bude v souladu se studií</w:t>
      </w:r>
      <w:r>
        <w:rPr>
          <w:bCs/>
          <w:szCs w:val="22"/>
        </w:rPr>
        <w:t>, kterou vypracovala</w:t>
      </w:r>
      <w:r w:rsidR="00277A92">
        <w:t xml:space="preserve"> společnost OBLAST </w:t>
      </w:r>
      <w:r>
        <w:t xml:space="preserve">s.r.o., Pobřežní 249/46/ 166 0, Praha 8 z roku 2022 </w:t>
      </w:r>
      <w:r w:rsidRPr="000B7F25">
        <w:t>(Objemová architektonická studie)</w:t>
      </w:r>
      <w:r w:rsidR="003F3A4E" w:rsidRPr="00277A92">
        <w:t>.</w:t>
      </w:r>
    </w:p>
    <w:p w14:paraId="081DF237" w14:textId="77777777" w:rsidR="003E67EB" w:rsidRDefault="003E67EB" w:rsidP="00727640">
      <w:pPr>
        <w:pStyle w:val="Textdopisu"/>
        <w:rPr>
          <w:b/>
        </w:rPr>
      </w:pPr>
    </w:p>
    <w:p w14:paraId="7980320E" w14:textId="77777777" w:rsidR="00F75B2E" w:rsidRDefault="00F75B2E" w:rsidP="00727640">
      <w:pPr>
        <w:pStyle w:val="Textdopisu"/>
        <w:rPr>
          <w:b/>
        </w:rPr>
      </w:pPr>
    </w:p>
    <w:p w14:paraId="460D32E1" w14:textId="77777777" w:rsidR="00F75B2E" w:rsidRDefault="00F75B2E" w:rsidP="00727640">
      <w:pPr>
        <w:pStyle w:val="Textdopisu"/>
        <w:rPr>
          <w:b/>
        </w:rPr>
      </w:pPr>
    </w:p>
    <w:p w14:paraId="1D8B7D56" w14:textId="3613274B" w:rsidR="00727640" w:rsidRPr="003F598A" w:rsidRDefault="00727640" w:rsidP="00727640">
      <w:pPr>
        <w:pStyle w:val="Textdopisu"/>
        <w:rPr>
          <w:b/>
        </w:rPr>
      </w:pPr>
      <w:r w:rsidRPr="003F598A">
        <w:rPr>
          <w:b/>
        </w:rPr>
        <w:t xml:space="preserve">Dokumentace pro vydání </w:t>
      </w:r>
      <w:r w:rsidRPr="00131B9A">
        <w:rPr>
          <w:b/>
        </w:rPr>
        <w:t xml:space="preserve">povolení </w:t>
      </w:r>
      <w:r w:rsidR="008B554A">
        <w:rPr>
          <w:b/>
        </w:rPr>
        <w:t>stavy</w:t>
      </w:r>
      <w:r w:rsidRPr="007E6368">
        <w:t xml:space="preserve"> </w:t>
      </w:r>
      <w:r w:rsidRPr="003F598A">
        <w:rPr>
          <w:b/>
        </w:rPr>
        <w:t>(</w:t>
      </w:r>
      <w:r>
        <w:rPr>
          <w:b/>
        </w:rPr>
        <w:t>DP</w:t>
      </w:r>
      <w:r w:rsidR="008B554A">
        <w:rPr>
          <w:b/>
        </w:rPr>
        <w:t>S</w:t>
      </w:r>
      <w:r w:rsidRPr="003F598A">
        <w:rPr>
          <w:b/>
        </w:rPr>
        <w:t>)</w:t>
      </w:r>
    </w:p>
    <w:p w14:paraId="0B54008C" w14:textId="640E6DEC" w:rsidR="00727640" w:rsidRPr="003E67EB" w:rsidRDefault="00727640" w:rsidP="003E67EB">
      <w:pPr>
        <w:pStyle w:val="Textkomente"/>
      </w:pPr>
      <w:r>
        <w:t>DP</w:t>
      </w:r>
      <w:r w:rsidR="00A8611D">
        <w:t>S</w:t>
      </w:r>
      <w:r>
        <w:t xml:space="preserve"> musí být zpracována</w:t>
      </w:r>
      <w:r w:rsidRPr="007C751C">
        <w:t xml:space="preserve"> ve smyslu zákona č.</w:t>
      </w:r>
      <w:r>
        <w:t> </w:t>
      </w:r>
      <w:r w:rsidRPr="007C751C">
        <w:t xml:space="preserve">283/2021 Sb., stavební zákon a </w:t>
      </w:r>
      <w:r w:rsidR="00F9277A">
        <w:t xml:space="preserve">jeho </w:t>
      </w:r>
      <w:r w:rsidRPr="007C751C">
        <w:t>prováděcích předpisů</w:t>
      </w:r>
      <w:r w:rsidRPr="0048243A">
        <w:t>, ve znění pozdějších předpisů,</w:t>
      </w:r>
      <w:r w:rsidR="00D2560D">
        <w:t xml:space="preserve"> v souladu s přílohou č. 1 vyhlášky 131/2024 Sb. o dokumentaci staveb</w:t>
      </w:r>
      <w:r w:rsidRPr="0048243A">
        <w:t xml:space="preserve"> a dle podmínek a požadavků objednatele a obecně závazných právních a technických předpisů. Zhotovitel bude při tvorbě projektové dokumentace zohledňovat připomínky objednatele. </w:t>
      </w:r>
      <w:r w:rsidR="004F5AE0" w:rsidRPr="00971991">
        <w:t>Ověření dokumentů související s</w:t>
      </w:r>
      <w:r w:rsidR="004F5AE0">
        <w:t> </w:t>
      </w:r>
      <w:r w:rsidR="004F5AE0" w:rsidRPr="00971991">
        <w:t>výkonem činnosti autorizované osoby musí být v souladu s</w:t>
      </w:r>
      <w:r w:rsidR="00A8611D">
        <w:t xml:space="preserve"> ust. </w:t>
      </w:r>
      <w:r w:rsidR="004F5AE0" w:rsidRPr="00971991">
        <w:t>§ 268 stavebního zákona č. 283/2021 Sb.</w:t>
      </w:r>
      <w:r w:rsidR="00A8611D">
        <w:t>,</w:t>
      </w:r>
      <w:r w:rsidR="004F5AE0" w:rsidRPr="00971991">
        <w:t xml:space="preserve"> a dále v souladu s § 13 odst. 3 písm. b) autorizačního zákona </w:t>
      </w:r>
      <w:r w:rsidR="00A8611D">
        <w:t xml:space="preserve">č. </w:t>
      </w:r>
      <w:r w:rsidR="004F5AE0" w:rsidRPr="00971991">
        <w:t xml:space="preserve">360/1992 </w:t>
      </w:r>
      <w:r w:rsidR="00A8611D">
        <w:t xml:space="preserve">Sb., </w:t>
      </w:r>
      <w:r w:rsidR="004F5AE0" w:rsidRPr="00971991">
        <w:t>a prováděcími předpisy.</w:t>
      </w:r>
    </w:p>
    <w:p w14:paraId="286FA71A" w14:textId="3DBD2D9C" w:rsidR="00B53B00" w:rsidRPr="00EE4D35" w:rsidRDefault="00B53B00" w:rsidP="00277A92">
      <w:pPr>
        <w:pStyle w:val="Zkladntext"/>
      </w:pPr>
      <w:r w:rsidRPr="00EE4D35">
        <w:t xml:space="preserve"> </w:t>
      </w:r>
    </w:p>
    <w:p w14:paraId="31F555C8" w14:textId="77777777" w:rsidR="00B53B00" w:rsidRPr="00EE4D35" w:rsidRDefault="00B53B00" w:rsidP="009E089F">
      <w:pPr>
        <w:pStyle w:val="Textdopisu"/>
        <w:rPr>
          <w:b/>
        </w:rPr>
      </w:pPr>
      <w:r w:rsidRPr="00EE4D35">
        <w:rPr>
          <w:b/>
        </w:rPr>
        <w:t>Projektová dokumentace pro provádění stavby (PDPS)</w:t>
      </w:r>
    </w:p>
    <w:p w14:paraId="37435D50" w14:textId="0A7A7E6C" w:rsidR="00EB4491" w:rsidRPr="003E67EB" w:rsidRDefault="00B53B00" w:rsidP="003E67EB">
      <w:pPr>
        <w:pStyle w:val="Textkomente"/>
      </w:pPr>
      <w:r w:rsidRPr="00EE4D35">
        <w:lastRenderedPageBreak/>
        <w:t>Projektová dokumentace pro provádění stavby PDPS musí být zpracována mimo jiné v souladu s</w:t>
      </w:r>
      <w:r w:rsidR="00727640">
        <w:t> </w:t>
      </w:r>
      <w:r w:rsidRPr="00EE4D35">
        <w:t>požadavky zákona č. 283/2021 Sb.</w:t>
      </w:r>
      <w:r w:rsidR="00F9277A">
        <w:t xml:space="preserve">, </w:t>
      </w:r>
      <w:r w:rsidR="00840DD0" w:rsidRPr="00EE4D35">
        <w:t>stavební zákon, ve znění pozdějších předpisů, včetně všech souvisejících směrnic</w:t>
      </w:r>
      <w:r w:rsidR="000C298E" w:rsidRPr="00EE4D35">
        <w:t xml:space="preserve">. </w:t>
      </w:r>
    </w:p>
    <w:p w14:paraId="2E5F9E68" w14:textId="0FC62710" w:rsidR="00840DD0" w:rsidRDefault="00840DD0" w:rsidP="009E089F">
      <w:pPr>
        <w:pStyle w:val="Textkomente"/>
      </w:pPr>
      <w:r w:rsidRPr="00B67768">
        <w:t>PDPS bude dále obsahovat soupis prací</w:t>
      </w:r>
      <w:r w:rsidR="0089347D">
        <w:t>,</w:t>
      </w:r>
      <w:r w:rsidR="00EB4491">
        <w:t xml:space="preserve"> dodávek a služeb</w:t>
      </w:r>
      <w:r w:rsidRPr="00B67768">
        <w:t xml:space="preserve"> s podrobným výkazem výměr (</w:t>
      </w:r>
      <w:r w:rsidR="0089347D">
        <w:t>dále jen „</w:t>
      </w:r>
      <w:r w:rsidRPr="00B67768">
        <w:t>SP</w:t>
      </w:r>
      <w:r w:rsidR="0089347D">
        <w:t>“</w:t>
      </w:r>
      <w:r w:rsidRPr="00B67768">
        <w:t xml:space="preserve">) dle vyhlášky č. 169/2016 Sb., </w:t>
      </w:r>
      <w:r w:rsidR="00973D2D" w:rsidRPr="00912D64">
        <w:t>o stanovení rozsahu dokumentace veřejné zakázky na stavební práce</w:t>
      </w:r>
      <w:r w:rsidR="00973D2D">
        <w:t xml:space="preserve"> </w:t>
      </w:r>
      <w:r w:rsidR="00973D2D" w:rsidRPr="00912D64">
        <w:t xml:space="preserve">a soupisu stavebních prací, dodávek a služeb s výkazem výměr </w:t>
      </w:r>
      <w:r w:rsidRPr="00B67768">
        <w:t xml:space="preserve">ve znění pozdějších předpisů. PDPS, bude použita také jako zadávací dokumentace pro výběr zhotovitele stavby a </w:t>
      </w:r>
      <w:r w:rsidR="00606BF8">
        <w:t>musí být</w:t>
      </w:r>
      <w:r w:rsidRPr="00B67768">
        <w:t xml:space="preserve"> v</w:t>
      </w:r>
      <w:r w:rsidR="00B53B00">
        <w:t> </w:t>
      </w:r>
      <w:r w:rsidRPr="00B67768">
        <w:t xml:space="preserve">souladu se zákonem </w:t>
      </w:r>
      <w:r w:rsidR="0089347D">
        <w:t xml:space="preserve">č. </w:t>
      </w:r>
      <w:r w:rsidRPr="00B67768">
        <w:t>134/2016 Sb.</w:t>
      </w:r>
      <w:r w:rsidR="00F9277A">
        <w:t>,</w:t>
      </w:r>
      <w:r w:rsidRPr="00B67768">
        <w:t xml:space="preserve"> o</w:t>
      </w:r>
      <w:r w:rsidR="004F5AE0">
        <w:t> </w:t>
      </w:r>
      <w:r>
        <w:t xml:space="preserve">zadávání </w:t>
      </w:r>
      <w:r w:rsidRPr="00B67768">
        <w:t>veřejných zakáz</w:t>
      </w:r>
      <w:r>
        <w:t>ek</w:t>
      </w:r>
      <w:r w:rsidRPr="00B67768">
        <w:t xml:space="preserve"> ve znění pozdějších předpisů vč. prováděcích vyhlášek. </w:t>
      </w:r>
      <w:r>
        <w:t xml:space="preserve">SP musí být zpracován v </w:t>
      </w:r>
      <w:r w:rsidR="007003DF">
        <w:t>tabulkovém editoru.</w:t>
      </w:r>
    </w:p>
    <w:p w14:paraId="30D68C57" w14:textId="7CDF342D" w:rsidR="004F5AE0" w:rsidRDefault="004F5AE0" w:rsidP="009E089F">
      <w:pPr>
        <w:pStyle w:val="Textkomente"/>
      </w:pPr>
      <w:r w:rsidRPr="00971991">
        <w:t>Ověření dokumentů související s výkonem činnosti autorizované osoby musí být v souladu s</w:t>
      </w:r>
      <w:r w:rsidR="00F9277A">
        <w:t xml:space="preserve"> ust. </w:t>
      </w:r>
      <w:r w:rsidRPr="00971991">
        <w:t>§ 268 stavebního zákona č. 283/2021 Sb.</w:t>
      </w:r>
      <w:r w:rsidR="00F9277A">
        <w:t>,</w:t>
      </w:r>
      <w:r w:rsidRPr="00971991">
        <w:t xml:space="preserve"> a dále v souladu s § 13 odst. 3 písm. b) a</w:t>
      </w:r>
      <w:r>
        <w:t xml:space="preserve">utorizačního zákona </w:t>
      </w:r>
      <w:r w:rsidR="00F9277A">
        <w:t xml:space="preserve">č. </w:t>
      </w:r>
      <w:r>
        <w:t>360/1992</w:t>
      </w:r>
      <w:r w:rsidR="00F5355B">
        <w:t xml:space="preserve"> Sb.,</w:t>
      </w:r>
      <w:r w:rsidR="003E67EB">
        <w:t xml:space="preserve"> </w:t>
      </w:r>
      <w:r>
        <w:t xml:space="preserve">a </w:t>
      </w:r>
      <w:r w:rsidRPr="00971991">
        <w:t>prováděcími předpisy</w:t>
      </w:r>
      <w:r w:rsidR="003E67EB">
        <w:t>.</w:t>
      </w:r>
    </w:p>
    <w:p w14:paraId="0ACF5E6F" w14:textId="10046484" w:rsidR="0046568B" w:rsidRDefault="00840DD0" w:rsidP="004F5AE0">
      <w:r w:rsidRPr="004F5AE0">
        <w:t>Součástí PDPS bude i položkový rozpočet stavby (dále jen „</w:t>
      </w:r>
      <w:r w:rsidR="00EB4491" w:rsidRPr="004F5AE0">
        <w:t>PR</w:t>
      </w:r>
      <w:r w:rsidR="004F5AE0">
        <w:t xml:space="preserve">“) a </w:t>
      </w:r>
      <w:r w:rsidR="004F5AE0" w:rsidRPr="004F5AE0">
        <w:t>soupis prací (dále jen „SP“)</w:t>
      </w:r>
      <w:r w:rsidRPr="004F5AE0">
        <w:t xml:space="preserve">. </w:t>
      </w:r>
      <w:r w:rsidR="004F5AE0">
        <w:t xml:space="preserve">PR </w:t>
      </w:r>
      <w:r w:rsidRPr="004F5AE0">
        <w:t>bude</w:t>
      </w:r>
      <w:r w:rsidR="004F5AE0" w:rsidRPr="004F5AE0">
        <w:t xml:space="preserve"> </w:t>
      </w:r>
      <w:r w:rsidRPr="004F5AE0">
        <w:t>zpracován</w:t>
      </w:r>
      <w:r w:rsidR="004F5AE0">
        <w:t xml:space="preserve"> </w:t>
      </w:r>
      <w:r w:rsidRPr="004F5AE0">
        <w:t>v aktuální cenové úrovni za použití s objednatelem dohodnutých ceníků a odborných znalostí zhotovitele.</w:t>
      </w:r>
      <w:r w:rsidR="004F5AE0">
        <w:t xml:space="preserve"> </w:t>
      </w:r>
      <w:r w:rsidR="00D00A2C" w:rsidRPr="004F5AE0">
        <w:t>Č</w:t>
      </w:r>
      <w:r w:rsidR="0046568B" w:rsidRPr="004F5AE0">
        <w:t>lenění SP a PR bude předem</w:t>
      </w:r>
      <w:r w:rsidR="0046568B" w:rsidRPr="00912D64">
        <w:t xml:space="preserve"> konzultováno s</w:t>
      </w:r>
      <w:r w:rsidR="00B80A03" w:rsidRPr="00912D64">
        <w:t> </w:t>
      </w:r>
      <w:r w:rsidR="0046568B" w:rsidRPr="00912D64">
        <w:t>objednatelem</w:t>
      </w:r>
      <w:r w:rsidR="00B80A03" w:rsidRPr="00912D64">
        <w:t xml:space="preserve"> – </w:t>
      </w:r>
      <w:r w:rsidR="00B80A03" w:rsidRPr="00B53B00">
        <w:t>především</w:t>
      </w:r>
      <w:r w:rsidR="00B53B00" w:rsidRPr="00B53B00">
        <w:t xml:space="preserve"> z důvodu</w:t>
      </w:r>
      <w:r w:rsidR="00B80A03" w:rsidRPr="00B53B00">
        <w:t xml:space="preserve"> rozdělení způsobilých a nezpůsobilých nákladů.</w:t>
      </w:r>
      <w:r w:rsidR="0006719F">
        <w:t xml:space="preserve"> </w:t>
      </w:r>
      <w:r w:rsidR="0006719F" w:rsidRPr="0006719F">
        <w:t>Rozpočty budou zpracovány v cenové úrovni RTS příp. URS platné v</w:t>
      </w:r>
      <w:r w:rsidR="0006719F">
        <w:t> </w:t>
      </w:r>
      <w:r w:rsidR="0006719F" w:rsidRPr="0006719F">
        <w:t>době předání projektu.</w:t>
      </w:r>
    </w:p>
    <w:p w14:paraId="22E6B62E" w14:textId="4EA97C1F" w:rsidR="00F66923" w:rsidRDefault="00840DD0" w:rsidP="004F5AE0">
      <w:pPr>
        <w:pStyle w:val="Textkomente"/>
      </w:pPr>
      <w:r>
        <w:t>Zhotovitel bude plně odpoví</w:t>
      </w:r>
      <w:r w:rsidR="00EB4491">
        <w:t>dat za úplnost zpracování SP a P</w:t>
      </w:r>
      <w:r>
        <w:t>R a za jeho soulad se zákonem č.</w:t>
      </w:r>
      <w:r w:rsidR="00B53B00">
        <w:t> </w:t>
      </w:r>
      <w:r>
        <w:t xml:space="preserve">134/2016 Sb., o zadávání veřejných zakázek, ve znění pozdějších předpisů. </w:t>
      </w:r>
      <w:r w:rsidRPr="00F66923">
        <w:t>PDPS bude obsahovat i</w:t>
      </w:r>
      <w:r w:rsidR="00B53B00">
        <w:t> </w:t>
      </w:r>
      <w:r w:rsidRPr="00F66923">
        <w:t xml:space="preserve">popis standardů bez uvedení obchodních názvů. </w:t>
      </w:r>
    </w:p>
    <w:p w14:paraId="68AECCE3" w14:textId="77777777" w:rsidR="003E67EB" w:rsidRDefault="003E67EB" w:rsidP="004F5AE0">
      <w:pPr>
        <w:pStyle w:val="Textkomente"/>
      </w:pPr>
    </w:p>
    <w:p w14:paraId="177A119D" w14:textId="77777777" w:rsidR="003E67EB" w:rsidRPr="009B6D13" w:rsidRDefault="003E67EB" w:rsidP="003E67EB">
      <w:pPr>
        <w:tabs>
          <w:tab w:val="left" w:pos="454"/>
          <w:tab w:val="left" w:pos="567"/>
        </w:tabs>
        <w:spacing w:after="80"/>
        <w:rPr>
          <w:bCs/>
        </w:rPr>
      </w:pPr>
      <w:r w:rsidRPr="009B6D13">
        <w:rPr>
          <w:bCs/>
        </w:rPr>
        <w:t xml:space="preserve">Projektová dokumentace bude členěna </w:t>
      </w:r>
      <w:r w:rsidRPr="009B6D13">
        <w:rPr>
          <w:b/>
          <w:bCs/>
        </w:rPr>
        <w:t>do dvou stavebních objektů</w:t>
      </w:r>
      <w:r w:rsidRPr="009B6D13">
        <w:rPr>
          <w:bCs/>
        </w:rPr>
        <w:t xml:space="preserve"> a to jako SO 01 – Rekonstrukce stávajícího objektu a SO 02 – Dostavba víceúčelového sálu vč. rozčlenění položkového rozpočtu. Dokumentace bude provedena tak, aby bylo možné realizovat stavbu ve dvou samostatných termínových etapách v prioritě I. etapa - SO 01 a následně II. etapa. SO 01 tedy po rekonstrukci musí plnit jeden funkční celek.</w:t>
      </w:r>
    </w:p>
    <w:p w14:paraId="410277B2" w14:textId="77777777" w:rsidR="003E67EB" w:rsidRPr="005941F4" w:rsidRDefault="003E67EB" w:rsidP="003E67EB">
      <w:pPr>
        <w:tabs>
          <w:tab w:val="left" w:pos="454"/>
          <w:tab w:val="left" w:pos="567"/>
        </w:tabs>
        <w:spacing w:after="80"/>
        <w:rPr>
          <w:bCs/>
          <w:color w:val="FF0000"/>
        </w:rPr>
      </w:pPr>
      <w:r w:rsidRPr="009B6D13">
        <w:rPr>
          <w:bCs/>
        </w:rPr>
        <w:t>Projekt v době předání bude splňovat vyhlášku o energetické náročnosti budov.</w:t>
      </w:r>
    </w:p>
    <w:p w14:paraId="16B6C255" w14:textId="77777777" w:rsidR="003E67EB" w:rsidRPr="008913AF" w:rsidRDefault="003E67EB" w:rsidP="003E67EB">
      <w:pPr>
        <w:tabs>
          <w:tab w:val="left" w:pos="454"/>
          <w:tab w:val="left" w:pos="567"/>
        </w:tabs>
        <w:spacing w:after="80"/>
        <w:rPr>
          <w:bCs/>
        </w:rPr>
      </w:pPr>
      <w:r w:rsidRPr="008913AF">
        <w:rPr>
          <w:bCs/>
        </w:rPr>
        <w:t xml:space="preserve">S ohledem na předpoklad čerpání finančních prostředků pro realizaci stavby dotačních titulů pro energeticky úsporná opatření a hospodaření se srážkovými vodami bude dokumentace a položkový rozpočet rozdělen dle stavebních objektů, požadavků poskytovatele dotace a uvažovaných jednotlivých etap realizace stavby. </w:t>
      </w:r>
    </w:p>
    <w:p w14:paraId="482F575B" w14:textId="61716CBA" w:rsidR="00532398" w:rsidRDefault="00532398" w:rsidP="004F5AE0">
      <w:pPr>
        <w:pStyle w:val="Textdopisu"/>
      </w:pPr>
      <w:r>
        <w:lastRenderedPageBreak/>
        <w:t>Součástí projektové dokumentace PDPS je stanovení podmínek pro provádění stavby z hlediska bezpečnosti a ochrany zdraví, plán bezpečnosti a ochrany zdraví při práci na staveništi podle zákona č. 309/2006 Sb., kterým se upravují další požadavky bezpečnosti a ochrany zdraví při práci v pracovněprávních vztazích a</w:t>
      </w:r>
      <w:r w:rsidR="004F5AE0">
        <w:t> </w:t>
      </w:r>
      <w:r>
        <w:t>o</w:t>
      </w:r>
      <w:r w:rsidR="004F5AE0">
        <w:t> </w:t>
      </w:r>
      <w:r>
        <w:t>zajištění bezpečnosti a ochrany zdraví při činnosti nebo poskytování služeb mimo pracovněprávní vztahy (zákon o zajištění dalších podmínek bezpečnosti a ochrany zdraví při práci), ve znění pozdějších předpisů.</w:t>
      </w:r>
    </w:p>
    <w:p w14:paraId="53644170" w14:textId="77777777" w:rsidR="00532398" w:rsidRDefault="00532398" w:rsidP="009E089F">
      <w:pPr>
        <w:pStyle w:val="Textkomente"/>
      </w:pPr>
    </w:p>
    <w:p w14:paraId="3F6711E5" w14:textId="77777777" w:rsidR="007F032D" w:rsidRPr="004F5AE0" w:rsidRDefault="007F032D" w:rsidP="00EE4D35">
      <w:pPr>
        <w:pStyle w:val="Nadpis2"/>
        <w:rPr>
          <w:b/>
        </w:rPr>
      </w:pPr>
      <w:r w:rsidRPr="004F5AE0">
        <w:rPr>
          <w:b/>
        </w:rPr>
        <w:t>Další podmínky a upřesnění rozsahu a zpracování díla:</w:t>
      </w:r>
    </w:p>
    <w:p w14:paraId="6B7FD342" w14:textId="4CB1E62F" w:rsidR="004F5AE0" w:rsidRDefault="00532398" w:rsidP="00FF60BA">
      <w:pPr>
        <w:pStyle w:val="Zkladntextodsazen"/>
        <w:numPr>
          <w:ilvl w:val="0"/>
          <w:numId w:val="30"/>
        </w:numPr>
        <w:spacing w:before="0" w:after="0"/>
      </w:pPr>
      <w:r w:rsidRPr="00532398">
        <w:t xml:space="preserve">Součástí díla je výkon inženýrské činnosti, spočívající </w:t>
      </w:r>
      <w:r w:rsidR="00B03A8B">
        <w:t xml:space="preserve">zejména </w:t>
      </w:r>
      <w:r w:rsidRPr="00532398">
        <w:t>v dokladovatelném projednání s</w:t>
      </w:r>
      <w:r w:rsidR="00B03A8B">
        <w:t> </w:t>
      </w:r>
      <w:r w:rsidRPr="00532398">
        <w:t>dotčenými orgány státní správy, organizacemi a vlastníky technické infrastruktury, spravujícími majetek v rozsahu řešeného území, doložení jejich kladných závazných stanovisek. Součástí PD bude písemná zpráva o zapracování připomínek do dokumentace.</w:t>
      </w:r>
    </w:p>
    <w:p w14:paraId="71AE4EAA" w14:textId="77777777" w:rsidR="004F5AE0" w:rsidRPr="004F5AE0" w:rsidRDefault="004F5AE0" w:rsidP="00FF60BA">
      <w:pPr>
        <w:pStyle w:val="Odstavecseseznamem"/>
        <w:numPr>
          <w:ilvl w:val="0"/>
          <w:numId w:val="30"/>
        </w:numPr>
      </w:pPr>
      <w:r w:rsidRPr="004F5AE0">
        <w:t xml:space="preserve">Zhotovitel svolá minimálně </w:t>
      </w:r>
      <w:r w:rsidRPr="00783B97">
        <w:t>4 výrobní výbory</w:t>
      </w:r>
      <w:r w:rsidRPr="004F5AE0">
        <w:t xml:space="preserve"> (1 x vstupní, 2 x rozpracovanost PD, 1 x závěrečné projednání). Zhotovitel představí objednateli závěrečnou podobu PD před odevzdáním formou digitální projekce. Zhotovitel zašle podklady pro jednání s dvoudenním předstihem, vyhotoví z každého projednání/výrobního výboru zápis, který bude součástí díla – dokladové části. </w:t>
      </w:r>
    </w:p>
    <w:p w14:paraId="07C196F7" w14:textId="79B9013C" w:rsidR="00C674BF" w:rsidRDefault="004E7CD8" w:rsidP="00FF60BA">
      <w:pPr>
        <w:pStyle w:val="Zkladntextodsazen"/>
        <w:numPr>
          <w:ilvl w:val="0"/>
          <w:numId w:val="30"/>
        </w:numPr>
        <w:spacing w:before="0"/>
      </w:pPr>
      <w:r>
        <w:t xml:space="preserve">Součástí díla je autorský dozor zhotovitele. </w:t>
      </w:r>
      <w:r w:rsidR="00F41DCA" w:rsidRPr="00E67967">
        <w:t>Autor</w:t>
      </w:r>
      <w:r w:rsidR="00F41DCA">
        <w:t>ský dozor PD bude prováděn standard</w:t>
      </w:r>
      <w:r w:rsidR="00F41DCA" w:rsidRPr="00E67967">
        <w:t>ně jednou osobou, pokud objednatel nebude požadovat jinak.</w:t>
      </w:r>
      <w:r w:rsidR="00F41DCA">
        <w:t xml:space="preserve"> </w:t>
      </w:r>
      <w:r w:rsidR="00C674BF">
        <w:t xml:space="preserve">Autorský dozor je oceněn </w:t>
      </w:r>
      <w:r w:rsidR="00C674BF" w:rsidRPr="004F0898">
        <w:t>v odst. 4</w:t>
      </w:r>
      <w:r w:rsidR="00441305" w:rsidRPr="004F0898">
        <w:t>.01 pro délku realizace stavby</w:t>
      </w:r>
      <w:r w:rsidR="007003DF" w:rsidRPr="004F0898">
        <w:t xml:space="preserve"> </w:t>
      </w:r>
      <w:r w:rsidR="00481F40">
        <w:t>6 měsíců</w:t>
      </w:r>
      <w:r w:rsidR="00C674BF">
        <w:t xml:space="preserve"> s účastí na kontrolních dnech (KD), které budou</w:t>
      </w:r>
      <w:r w:rsidR="00481F40">
        <w:t xml:space="preserve"> probíhat </w:t>
      </w:r>
      <w:r w:rsidR="00C56008">
        <w:t>týd</w:t>
      </w:r>
      <w:r w:rsidR="007B55CC">
        <w:t>n</w:t>
      </w:r>
      <w:r w:rsidR="00481F40">
        <w:t>ě (tj. 24</w:t>
      </w:r>
      <w:r w:rsidR="00725AF1">
        <w:t xml:space="preserve"> </w:t>
      </w:r>
      <w:r w:rsidR="00C674BF">
        <w:t>x účast na KD)</w:t>
      </w:r>
      <w:r w:rsidR="00481F40">
        <w:t xml:space="preserve"> a 36</w:t>
      </w:r>
      <w:r w:rsidR="00094021">
        <w:t xml:space="preserve"> h kancelářské práce</w:t>
      </w:r>
      <w:r w:rsidR="00C674BF">
        <w:t>. Autorsky dozor bude probíhat na výzvu objednatele, pokud nebude dohodnuto jinak.</w:t>
      </w:r>
    </w:p>
    <w:p w14:paraId="28C9319D" w14:textId="1DB88B4E" w:rsidR="00DF599E" w:rsidRDefault="00DF599E" w:rsidP="00FF60BA">
      <w:pPr>
        <w:pStyle w:val="Zkladntextodsazen"/>
        <w:numPr>
          <w:ilvl w:val="0"/>
          <w:numId w:val="30"/>
        </w:numPr>
        <w:spacing w:before="0"/>
      </w:pPr>
      <w:r>
        <w:t>Součástí díla je činnost související s veřejnou</w:t>
      </w:r>
      <w:r w:rsidR="00334CC8">
        <w:t xml:space="preserve"> zakázkou na zhotovitele stavby</w:t>
      </w:r>
      <w:r>
        <w:t xml:space="preserve">. Zhotovitel je povinen zpracovat odpovědi na dotazy uchazečů k PD při zadávacím řízení na zhotovení stavby. Odpovědi na dotazy bude zhotovitel zpracovávat do následujícího pracovního dne od zaslání dotazu objednatelem, případně </w:t>
      </w:r>
      <w:r w:rsidR="00973D2D">
        <w:t xml:space="preserve">jím určeným </w:t>
      </w:r>
      <w:r>
        <w:t xml:space="preserve">administrátorem </w:t>
      </w:r>
      <w:r w:rsidRPr="000D6273">
        <w:t xml:space="preserve">zakázky. Dotazy a odpovědi budou zasílány emailem. Splnění této povinnosti je </w:t>
      </w:r>
      <w:r w:rsidR="00CF6840">
        <w:t>utvrzeno</w:t>
      </w:r>
      <w:r w:rsidRPr="000D6273">
        <w:t xml:space="preserve"> smluvní </w:t>
      </w:r>
      <w:r w:rsidRPr="00334CC8">
        <w:t>pokutou (čl. 8. odst. 8.0</w:t>
      </w:r>
      <w:r w:rsidR="00832D7E">
        <w:t>6</w:t>
      </w:r>
      <w:r w:rsidRPr="00334CC8">
        <w:t>.).</w:t>
      </w:r>
    </w:p>
    <w:p w14:paraId="2BCF227C" w14:textId="0BECDBB6" w:rsidR="004F5AE0" w:rsidRDefault="000F2761" w:rsidP="00C67AB8">
      <w:pPr>
        <w:pStyle w:val="Zkladntextodsazen"/>
        <w:numPr>
          <w:ilvl w:val="0"/>
          <w:numId w:val="30"/>
        </w:numPr>
        <w:spacing w:before="0"/>
      </w:pPr>
      <w:r w:rsidRPr="00E67967">
        <w:lastRenderedPageBreak/>
        <w:t>Pokud budou v</w:t>
      </w:r>
      <w:r w:rsidR="00800D5F">
        <w:t>e společném</w:t>
      </w:r>
      <w:r w:rsidR="009C4D60">
        <w:t xml:space="preserve"> řízení </w:t>
      </w:r>
      <w:r w:rsidRPr="00E67967">
        <w:t xml:space="preserve">obsaženy podmínky, které bude nutno zapracovat do </w:t>
      </w:r>
      <w:r>
        <w:t>PD</w:t>
      </w:r>
      <w:r w:rsidRPr="00E67967">
        <w:t>, zhotovitel toto provede formou zapracování a následné výměny dotčených výkresů a částí rozpočtu resp. výkazu výměr v předané dokumentaci</w:t>
      </w:r>
      <w:r>
        <w:t xml:space="preserve"> a těmito úkony nevzniká zhotoviteli nárok na úpravu ceny za dílo.</w:t>
      </w:r>
    </w:p>
    <w:p w14:paraId="18B58FDD" w14:textId="77777777" w:rsidR="00C67AB8" w:rsidRDefault="00C67AB8" w:rsidP="00C67AB8">
      <w:pPr>
        <w:pStyle w:val="Zkladntextodsazen"/>
        <w:numPr>
          <w:ilvl w:val="0"/>
          <w:numId w:val="0"/>
        </w:numPr>
        <w:spacing w:before="0"/>
        <w:ind w:left="720"/>
      </w:pPr>
    </w:p>
    <w:p w14:paraId="766E99BB" w14:textId="77777777" w:rsidR="00C439B8" w:rsidRPr="004F5AE0" w:rsidRDefault="00445EB0" w:rsidP="00EE4D35">
      <w:pPr>
        <w:pStyle w:val="Nadpis2"/>
        <w:rPr>
          <w:b/>
        </w:rPr>
      </w:pPr>
      <w:r w:rsidRPr="004F5AE0">
        <w:rPr>
          <w:b/>
        </w:rPr>
        <w:t>Požadovaný počet vyhotovení</w:t>
      </w:r>
      <w:r w:rsidR="00DB48EE" w:rsidRPr="004F5AE0">
        <w:rPr>
          <w:b/>
        </w:rPr>
        <w:t xml:space="preserve"> PD</w:t>
      </w:r>
      <w:r w:rsidRPr="004F5AE0">
        <w:rPr>
          <w:b/>
        </w:rPr>
        <w:t>:</w:t>
      </w:r>
    </w:p>
    <w:p w14:paraId="7665B9DC" w14:textId="0A301BD2" w:rsidR="00800D5F" w:rsidRDefault="00800D5F" w:rsidP="009E089F">
      <w:pPr>
        <w:pStyle w:val="Textdopisu"/>
      </w:pPr>
      <w:r w:rsidRPr="00D22603">
        <w:rPr>
          <w:rStyle w:val="Textpodtren"/>
          <w:u w:val="none"/>
        </w:rPr>
        <w:t xml:space="preserve">V tištěné podobě: </w:t>
      </w:r>
      <w:r w:rsidRPr="00D22603">
        <w:rPr>
          <w:rStyle w:val="Textpodtren"/>
          <w:u w:val="none"/>
        </w:rPr>
        <w:tab/>
      </w:r>
      <w:r>
        <w:rPr>
          <w:rStyle w:val="Textpodtren"/>
          <w:u w:val="none"/>
        </w:rPr>
        <w:t xml:space="preserve">  </w:t>
      </w:r>
    </w:p>
    <w:p w14:paraId="3798246F" w14:textId="247CAEF9" w:rsidR="00800D5F" w:rsidRDefault="00800D5F" w:rsidP="009E089F">
      <w:pPr>
        <w:pStyle w:val="Textdopisu"/>
      </w:pPr>
      <w:r>
        <w:tab/>
      </w:r>
      <w:r>
        <w:tab/>
      </w:r>
      <w:r>
        <w:tab/>
        <w:t xml:space="preserve">  </w:t>
      </w:r>
      <w:r w:rsidR="0006719F">
        <w:t>DPS</w:t>
      </w:r>
      <w:r>
        <w:t xml:space="preserve"> pro podání žádosti</w:t>
      </w:r>
      <w:r w:rsidR="0006719F">
        <w:t xml:space="preserve"> k povolení stavby</w:t>
      </w:r>
      <w:r>
        <w:tab/>
      </w:r>
      <w:r>
        <w:tab/>
      </w:r>
      <w:r w:rsidR="0006719F">
        <w:t>1</w:t>
      </w:r>
      <w:r>
        <w:t xml:space="preserve"> x paré</w:t>
      </w:r>
    </w:p>
    <w:p w14:paraId="62BA855F" w14:textId="54E6E660" w:rsidR="00800D5F" w:rsidRDefault="00800D5F" w:rsidP="009E089F">
      <w:pPr>
        <w:pStyle w:val="Textdopisu"/>
      </w:pPr>
      <w:r>
        <w:tab/>
      </w:r>
      <w:r>
        <w:tab/>
      </w:r>
      <w:r>
        <w:tab/>
        <w:t xml:space="preserve">  PDPS</w:t>
      </w:r>
      <w:r>
        <w:tab/>
      </w:r>
      <w:r>
        <w:tab/>
      </w:r>
      <w:r>
        <w:tab/>
      </w:r>
      <w:r>
        <w:tab/>
      </w:r>
      <w:r>
        <w:tab/>
      </w:r>
      <w:r w:rsidR="0006719F">
        <w:tab/>
      </w:r>
      <w:r w:rsidR="0006719F">
        <w:tab/>
      </w:r>
      <w:r w:rsidR="00783B97">
        <w:t>5</w:t>
      </w:r>
      <w:r>
        <w:t xml:space="preserve"> </w:t>
      </w:r>
      <w:r w:rsidRPr="00E67967">
        <w:t>x</w:t>
      </w:r>
      <w:r>
        <w:t xml:space="preserve"> paré</w:t>
      </w:r>
    </w:p>
    <w:p w14:paraId="289B7F8E" w14:textId="77777777" w:rsidR="00800D5F" w:rsidRPr="008C49A4" w:rsidRDefault="00800D5F" w:rsidP="009E089F">
      <w:pPr>
        <w:pStyle w:val="Textdopisu"/>
        <w:rPr>
          <w:sz w:val="8"/>
          <w:szCs w:val="8"/>
        </w:rPr>
      </w:pPr>
    </w:p>
    <w:p w14:paraId="70792F98" w14:textId="06AC7AB2" w:rsidR="00800D5F" w:rsidRDefault="00800D5F" w:rsidP="009E089F">
      <w:pPr>
        <w:pStyle w:val="Textdopisu"/>
      </w:pPr>
      <w:r w:rsidRPr="00E67967">
        <w:t xml:space="preserve">Dokladovou část budou obsahovat všechna vyhotovení, </w:t>
      </w:r>
      <w:r w:rsidR="007E27B5">
        <w:t>PR</w:t>
      </w:r>
      <w:r w:rsidRPr="00E67967">
        <w:t xml:space="preserve"> bude v</w:t>
      </w:r>
      <w:r>
        <w:t xml:space="preserve"> paré 1 (samostatně pro jednotlivé SO), všechna </w:t>
      </w:r>
      <w:r w:rsidRPr="00E67967">
        <w:t>paré budou opatřena autorizačním razítkem.</w:t>
      </w:r>
      <w:r>
        <w:t xml:space="preserve"> </w:t>
      </w:r>
      <w:r w:rsidRPr="00E67967">
        <w:t>Případné vícetisky budou uplatněny samostatnou objednávkou za úhradu.</w:t>
      </w:r>
      <w:r>
        <w:t xml:space="preserve"> </w:t>
      </w:r>
    </w:p>
    <w:p w14:paraId="49714B1D" w14:textId="77777777" w:rsidR="00481F40" w:rsidRPr="008C49A4" w:rsidRDefault="00481F40" w:rsidP="00B03A8B">
      <w:pPr>
        <w:pStyle w:val="Textdopisu"/>
        <w:rPr>
          <w:rStyle w:val="Textpodtren"/>
          <w:sz w:val="8"/>
          <w:szCs w:val="8"/>
          <w:u w:val="none"/>
        </w:rPr>
      </w:pPr>
    </w:p>
    <w:p w14:paraId="57556E17" w14:textId="32DEFABD" w:rsidR="00B03A8B" w:rsidRDefault="00B03A8B" w:rsidP="000135C2">
      <w:pPr>
        <w:pStyle w:val="Textdopisu"/>
        <w:rPr>
          <w:rStyle w:val="Textpodtren"/>
          <w:u w:val="none"/>
        </w:rPr>
      </w:pPr>
      <w:r w:rsidRPr="00D22603">
        <w:rPr>
          <w:rStyle w:val="Textpodtren"/>
          <w:u w:val="none"/>
        </w:rPr>
        <w:t>V digitální podobě:</w:t>
      </w:r>
      <w:r>
        <w:rPr>
          <w:rStyle w:val="Textpodtren"/>
          <w:u w:val="none"/>
        </w:rPr>
        <w:t xml:space="preserve"> </w:t>
      </w:r>
      <w:r w:rsidR="000135C2">
        <w:rPr>
          <w:rStyle w:val="Textpodtren"/>
          <w:u w:val="none"/>
        </w:rPr>
        <w:t xml:space="preserve">       </w:t>
      </w:r>
      <w:r w:rsidRPr="00B97598">
        <w:rPr>
          <w:rStyle w:val="Textpodtren"/>
          <w:u w:val="none"/>
        </w:rPr>
        <w:t>Geodetické zaměření</w:t>
      </w:r>
      <w:r w:rsidR="00FF60BA">
        <w:rPr>
          <w:rStyle w:val="Textpodtren"/>
          <w:u w:val="none"/>
        </w:rPr>
        <w:t>, zaměření stávajícího stavu</w:t>
      </w:r>
    </w:p>
    <w:p w14:paraId="1368B4A1" w14:textId="1A5B7C2B" w:rsidR="00B03A8B" w:rsidRDefault="00B03A8B" w:rsidP="00B03A8B">
      <w:pPr>
        <w:pStyle w:val="Textdopisu"/>
        <w:ind w:left="1428" w:firstLine="696"/>
        <w:rPr>
          <w:rStyle w:val="Textpodtren"/>
          <w:u w:val="none"/>
        </w:rPr>
      </w:pPr>
      <w:r>
        <w:rPr>
          <w:rStyle w:val="Textpodtren"/>
          <w:u w:val="none"/>
        </w:rPr>
        <w:t>DPS koncept</w:t>
      </w:r>
    </w:p>
    <w:p w14:paraId="32E64634" w14:textId="42B72EED" w:rsidR="00B03A8B" w:rsidRPr="00B97598" w:rsidRDefault="00B03A8B" w:rsidP="00B03A8B">
      <w:pPr>
        <w:pStyle w:val="Textdopisu"/>
        <w:ind w:left="1776" w:firstLine="348"/>
        <w:rPr>
          <w:rStyle w:val="Textpodtren"/>
          <w:u w:val="none"/>
        </w:rPr>
      </w:pPr>
      <w:r w:rsidRPr="00B97598">
        <w:rPr>
          <w:rStyle w:val="Textpodtren"/>
          <w:u w:val="none"/>
        </w:rPr>
        <w:t>DP</w:t>
      </w:r>
      <w:r>
        <w:rPr>
          <w:rStyle w:val="Textpodtren"/>
          <w:u w:val="none"/>
        </w:rPr>
        <w:t>S</w:t>
      </w:r>
      <w:r w:rsidRPr="00B97598">
        <w:rPr>
          <w:rStyle w:val="Textpodtren"/>
          <w:u w:val="none"/>
        </w:rPr>
        <w:t xml:space="preserve"> pro podání žádosti</w:t>
      </w:r>
      <w:r w:rsidRPr="00B97598">
        <w:rPr>
          <w:rStyle w:val="Textpodtren"/>
          <w:u w:val="none"/>
        </w:rPr>
        <w:tab/>
      </w:r>
    </w:p>
    <w:p w14:paraId="2F46004C" w14:textId="77777777" w:rsidR="000135C2" w:rsidRDefault="00B03A8B" w:rsidP="00B03A8B">
      <w:pPr>
        <w:pStyle w:val="Textdopisu"/>
        <w:ind w:left="360"/>
        <w:rPr>
          <w:rStyle w:val="Textpodtren"/>
          <w:u w:val="none"/>
        </w:rPr>
      </w:pP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  <w:t>PDPS</w:t>
      </w:r>
      <w:r w:rsidRPr="00B97598">
        <w:rPr>
          <w:rStyle w:val="Textpodtren"/>
          <w:u w:val="none"/>
        </w:rPr>
        <w:tab/>
      </w:r>
    </w:p>
    <w:p w14:paraId="471FF7D5" w14:textId="2B864312" w:rsidR="00B03A8B" w:rsidRDefault="00B03A8B" w:rsidP="00B03A8B">
      <w:pPr>
        <w:pStyle w:val="Textdopisu"/>
        <w:ind w:left="360"/>
        <w:rPr>
          <w:rStyle w:val="Textpodtren"/>
          <w:u w:val="none"/>
        </w:rPr>
      </w:pP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  <w:r w:rsidRPr="00B97598">
        <w:rPr>
          <w:rStyle w:val="Textpodtren"/>
          <w:u w:val="none"/>
        </w:rPr>
        <w:tab/>
      </w:r>
    </w:p>
    <w:p w14:paraId="30737009" w14:textId="58C7CCC0" w:rsidR="00B03A8B" w:rsidRDefault="00B03A8B" w:rsidP="00B03A8B">
      <w:pPr>
        <w:pStyle w:val="Textdopisu"/>
        <w:ind w:left="360"/>
      </w:pPr>
      <w:r>
        <w:t xml:space="preserve">1 </w:t>
      </w:r>
      <w:r w:rsidRPr="00E67967">
        <w:t xml:space="preserve">x </w:t>
      </w:r>
      <w:r>
        <w:t>CD</w:t>
      </w:r>
      <w:r w:rsidR="000135C2">
        <w:t>/flash disk</w:t>
      </w:r>
      <w:r>
        <w:t xml:space="preserve"> DPS, PDPS, SO rozdělené PD včetně SP, KR </w:t>
      </w:r>
      <w:r w:rsidRPr="00E67967">
        <w:t>v editovatelných formátech (dwg, dgn, doc, xls) a</w:t>
      </w:r>
      <w:r>
        <w:t> </w:t>
      </w:r>
      <w:r w:rsidRPr="00E67967">
        <w:t>v needitovatelných formátech (pdf)</w:t>
      </w:r>
      <w:r>
        <w:t xml:space="preserve"> opatřené digitálními podpisy (o</w:t>
      </w:r>
      <w:r w:rsidRPr="00D5706A">
        <w:t xml:space="preserve">věření dokumentů </w:t>
      </w:r>
      <w:r>
        <w:t>v souladu s autorizačním zákonem).</w:t>
      </w:r>
    </w:p>
    <w:p w14:paraId="5EF9894B" w14:textId="77777777" w:rsidR="0006719F" w:rsidRDefault="0006719F" w:rsidP="009E089F">
      <w:pPr>
        <w:pStyle w:val="Textdopisu"/>
      </w:pPr>
    </w:p>
    <w:p w14:paraId="5BF8B041" w14:textId="77777777" w:rsidR="00AD675A" w:rsidRDefault="000709D6" w:rsidP="003E67EB">
      <w:pPr>
        <w:pStyle w:val="Nadpis1"/>
      </w:pPr>
      <w:r>
        <w:t>C</w:t>
      </w:r>
      <w:r w:rsidR="00AE17E7">
        <w:t xml:space="preserve">ena </w:t>
      </w:r>
      <w:r w:rsidR="003017DF" w:rsidRPr="00E67967">
        <w:t>za dílo</w:t>
      </w:r>
    </w:p>
    <w:p w14:paraId="6E8E978F" w14:textId="57259B15" w:rsidR="00AD675A" w:rsidRDefault="00AD675A" w:rsidP="00EE4D35">
      <w:pPr>
        <w:pStyle w:val="Nadpis2"/>
        <w:rPr>
          <w:bCs/>
          <w:szCs w:val="24"/>
        </w:rPr>
      </w:pPr>
      <w:r>
        <w:t>Cena za dílo</w:t>
      </w:r>
      <w:r w:rsidRPr="00E67967">
        <w:t xml:space="preserve"> se stanovuje dohodou ve smyslu zák. č. 526/</w:t>
      </w:r>
      <w:r>
        <w:t>19</w:t>
      </w:r>
      <w:r w:rsidRPr="00E67967">
        <w:t>90 Sb.</w:t>
      </w:r>
      <w:r w:rsidR="00CD40CF">
        <w:t>,</w:t>
      </w:r>
      <w:r w:rsidRPr="00E67967">
        <w:t xml:space="preserve"> o cenách ve výši:</w:t>
      </w:r>
      <w:r w:rsidR="007B696B" w:rsidRPr="007B696B">
        <w:rPr>
          <w:bCs/>
          <w:szCs w:val="24"/>
        </w:rPr>
        <w:t xml:space="preserve"> </w:t>
      </w:r>
    </w:p>
    <w:p w14:paraId="305A7382" w14:textId="77777777" w:rsidR="00725AF1" w:rsidRPr="0025120C" w:rsidRDefault="00725AF1" w:rsidP="009E089F"/>
    <w:tbl>
      <w:tblPr>
        <w:tblpPr w:leftFromText="142" w:rightFromText="142" w:vertAnchor="text" w:horzAnchor="margin" w:tblpXSpec="center" w:tblpY="25"/>
        <w:tblOverlap w:val="never"/>
        <w:tblW w:w="9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7"/>
        <w:gridCol w:w="1559"/>
        <w:gridCol w:w="1276"/>
        <w:gridCol w:w="1490"/>
      </w:tblGrid>
      <w:tr w:rsidR="0025120C" w:rsidRPr="0025120C" w14:paraId="073F17EA" w14:textId="77777777" w:rsidTr="00F75B2E">
        <w:trPr>
          <w:trHeight w:val="399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6508F110" w14:textId="16941CB6" w:rsidR="0025120C" w:rsidRPr="00F75B2E" w:rsidRDefault="0025120C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Jednotlivé stupně/části PD: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7160644D" w14:textId="7802DFF2" w:rsidR="0025120C" w:rsidRPr="00F75B2E" w:rsidRDefault="001E003E" w:rsidP="00E42E11">
            <w:pPr>
              <w:rPr>
                <w:sz w:val="18"/>
                <w:szCs w:val="18"/>
              </w:rPr>
            </w:pPr>
            <w:r w:rsidRPr="00F75B2E">
              <w:rPr>
                <w:sz w:val="18"/>
                <w:szCs w:val="18"/>
              </w:rPr>
              <w:t>C</w:t>
            </w:r>
            <w:r w:rsidR="0025120C" w:rsidRPr="00F75B2E">
              <w:rPr>
                <w:sz w:val="18"/>
                <w:szCs w:val="18"/>
              </w:rPr>
              <w:t>ena bez DPH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60138C14" w14:textId="77777777" w:rsidR="0025120C" w:rsidRPr="00F75B2E" w:rsidRDefault="0025120C" w:rsidP="00E42E11">
            <w:pPr>
              <w:rPr>
                <w:sz w:val="18"/>
                <w:szCs w:val="18"/>
              </w:rPr>
            </w:pPr>
            <w:r w:rsidRPr="00F75B2E">
              <w:rPr>
                <w:sz w:val="18"/>
                <w:szCs w:val="18"/>
              </w:rPr>
              <w:t>DPH 21 %</w:t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1E38E1E7" w14:textId="77777777" w:rsidR="0025120C" w:rsidRPr="00F75B2E" w:rsidRDefault="0025120C" w:rsidP="00E42E11">
            <w:pPr>
              <w:rPr>
                <w:sz w:val="18"/>
                <w:szCs w:val="18"/>
              </w:rPr>
            </w:pPr>
            <w:r w:rsidRPr="00F75B2E">
              <w:rPr>
                <w:sz w:val="18"/>
                <w:szCs w:val="18"/>
              </w:rPr>
              <w:t>Cena vč. DPH</w:t>
            </w:r>
          </w:p>
        </w:tc>
      </w:tr>
      <w:tr w:rsidR="0025120C" w:rsidRPr="0025120C" w14:paraId="39B28593" w14:textId="77777777" w:rsidTr="00F75B2E">
        <w:trPr>
          <w:trHeight w:val="419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8519F1" w14:textId="767356DD" w:rsidR="0025120C" w:rsidRPr="00F75B2E" w:rsidRDefault="001B71F5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Geodetické zaměření</w:t>
            </w:r>
            <w:r w:rsidR="00960612" w:rsidRPr="00F75B2E">
              <w:rPr>
                <w:rFonts w:cs="Arial"/>
                <w:sz w:val="18"/>
                <w:szCs w:val="18"/>
              </w:rPr>
              <w:t>, zaměření stá</w:t>
            </w:r>
            <w:r w:rsidR="00481F40" w:rsidRPr="00F75B2E">
              <w:rPr>
                <w:rFonts w:cs="Arial"/>
                <w:sz w:val="18"/>
                <w:szCs w:val="18"/>
              </w:rPr>
              <w:t>vajícího stavu objektu</w:t>
            </w:r>
            <w:r w:rsidR="00332A8E" w:rsidRPr="00F75B2E">
              <w:rPr>
                <w:rFonts w:cs="Arial"/>
                <w:sz w:val="18"/>
                <w:szCs w:val="18"/>
              </w:rPr>
              <w:t>, vypracování pasportu stavby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40F349" w14:textId="77777777" w:rsidR="0025120C" w:rsidRPr="005C6C4A" w:rsidRDefault="0025120C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1" w:name="Text24"/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  <w:bookmarkEnd w:id="11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C23552" w14:textId="77777777" w:rsidR="0025120C" w:rsidRPr="005C6C4A" w:rsidRDefault="0025120C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848A18" w14:textId="77777777" w:rsidR="0025120C" w:rsidRPr="005C6C4A" w:rsidRDefault="0025120C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E42E11" w:rsidRPr="0025120C" w14:paraId="5CAACBD6" w14:textId="77777777" w:rsidTr="00F75B2E">
        <w:trPr>
          <w:trHeight w:val="71"/>
        </w:trPr>
        <w:tc>
          <w:tcPr>
            <w:tcW w:w="4947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D660B5" w14:textId="77777777" w:rsidR="00E42E11" w:rsidRPr="00F75B2E" w:rsidRDefault="00E42E11" w:rsidP="00E42E11">
            <w:pPr>
              <w:rPr>
                <w:rFonts w:cs="Arial"/>
                <w:sz w:val="4"/>
                <w:szCs w:val="4"/>
              </w:rPr>
            </w:pPr>
          </w:p>
          <w:p w14:paraId="7848DD09" w14:textId="77777777" w:rsidR="00E42E11" w:rsidRPr="00F75B2E" w:rsidRDefault="00E42E11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Inženýrská činnost, průzkumy, posudky, výpočty atd.</w:t>
            </w:r>
          </w:p>
          <w:p w14:paraId="4CCD2F63" w14:textId="1D316980" w:rsidR="00E42E11" w:rsidRPr="00F75B2E" w:rsidRDefault="00E42E11" w:rsidP="00E42E11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9FCF77" w14:textId="140547D8" w:rsidR="00E42E11" w:rsidRPr="005C6C4A" w:rsidRDefault="00E42E1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E6F4A6" w14:textId="363713CD" w:rsidR="00E42E11" w:rsidRPr="005C6C4A" w:rsidRDefault="00E42E1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447E37" w14:textId="2AF97668" w:rsidR="00E42E11" w:rsidRPr="005C6C4A" w:rsidRDefault="00E42E1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725AF1" w:rsidRPr="0025120C" w14:paraId="3C0AF8AD" w14:textId="77777777" w:rsidTr="00F75B2E">
        <w:trPr>
          <w:trHeight w:val="299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E7633F" w14:textId="02B91645" w:rsidR="00E42E11" w:rsidRPr="00F75B2E" w:rsidRDefault="00E42E11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Architektonicko-stavební řešení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D73D75" w14:textId="795FAF49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5D759C" w14:textId="66D4878B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75E625" w14:textId="0260BB70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725AF1" w:rsidRPr="0025120C" w14:paraId="25163C1B" w14:textId="77777777" w:rsidTr="00F75B2E">
        <w:trPr>
          <w:trHeight w:val="389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BB1D7D" w14:textId="0EBDC2FF" w:rsidR="00E42E11" w:rsidRPr="00F75B2E" w:rsidRDefault="00E42E11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Stavebně konstrukční řešení vč. statických výpočtů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670A04" w14:textId="77777777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F831D8" w14:textId="77777777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9CDEA6" w14:textId="77777777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725AF1" w:rsidRPr="0025120C" w14:paraId="02523182" w14:textId="77777777" w:rsidTr="00F75B2E">
        <w:trPr>
          <w:trHeight w:val="383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7BEC85" w14:textId="53100C13" w:rsidR="00725AF1" w:rsidRPr="00F75B2E" w:rsidRDefault="00E42E11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Silnoproudé a slaboproudé elektroinstalace vč. FVE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2D6703" w14:textId="5D50C7F2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D59683" w14:textId="7F138778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FBF0D0" w14:textId="4EE1DF50" w:rsidR="00725AF1" w:rsidRPr="005C6C4A" w:rsidRDefault="00725AF1" w:rsidP="00F75B2E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725AF1" w:rsidRPr="0025120C" w14:paraId="38E4568A" w14:textId="77777777" w:rsidTr="00F75B2E">
        <w:trPr>
          <w:trHeight w:val="347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5C6EA8" w14:textId="40D7A6C5" w:rsidR="00725AF1" w:rsidRPr="00F75B2E" w:rsidRDefault="00E42E11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VZT vč. rekuperace a klimatizace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0E1585" w14:textId="26B08281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5C7E22" w14:textId="5C8B68B3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FD112" w14:textId="6B3C930F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725AF1" w:rsidRPr="0025120C" w14:paraId="546BC7F9" w14:textId="77777777" w:rsidTr="00F75B2E">
        <w:trPr>
          <w:trHeight w:val="311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32084F" w14:textId="6EB0B248" w:rsidR="00725AF1" w:rsidRPr="00F75B2E" w:rsidRDefault="00E42E11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Ústřední vytápění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75AAE6" w14:textId="0DE2A635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29F81E" w14:textId="4B0EE731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08A70" w14:textId="15C81586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725AF1" w:rsidRPr="0025120C" w14:paraId="473FC683" w14:textId="77777777" w:rsidTr="00F75B2E">
        <w:trPr>
          <w:trHeight w:val="387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0DB140" w14:textId="259E76A3" w:rsidR="00725AF1" w:rsidRPr="00F75B2E" w:rsidRDefault="00725AF1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Zdravotechnika</w:t>
            </w:r>
            <w:r w:rsidR="001E003E" w:rsidRPr="00F75B2E">
              <w:rPr>
                <w:rFonts w:cs="Arial"/>
                <w:sz w:val="18"/>
                <w:szCs w:val="18"/>
              </w:rPr>
              <w:t xml:space="preserve">, </w:t>
            </w:r>
            <w:r w:rsidR="00E42E11" w:rsidRPr="00F75B2E">
              <w:rPr>
                <w:rFonts w:cs="Arial"/>
                <w:sz w:val="18"/>
                <w:szCs w:val="18"/>
              </w:rPr>
              <w:t>přípojky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5E042" w14:textId="37EE7D89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890F0E" w14:textId="5352D207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36614" w14:textId="2B50278B" w:rsidR="00725AF1" w:rsidRPr="005C6C4A" w:rsidRDefault="00725AF1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E9617E" w:rsidRPr="0025120C" w14:paraId="1F3E2AB1" w14:textId="77777777" w:rsidTr="00F75B2E">
        <w:trPr>
          <w:trHeight w:val="393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4603E" w14:textId="7D57F924" w:rsidR="00E9617E" w:rsidRPr="00F75B2E" w:rsidRDefault="00E9617E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Kanalizace</w:t>
            </w:r>
            <w:r w:rsidR="00277A92" w:rsidRPr="00F75B2E">
              <w:rPr>
                <w:rFonts w:cs="Arial"/>
                <w:sz w:val="18"/>
                <w:szCs w:val="18"/>
              </w:rPr>
              <w:t xml:space="preserve"> vč. hospodaření se srážkovými vodami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DCD589" w14:textId="467C993C" w:rsidR="00E9617E" w:rsidRPr="005C6C4A" w:rsidRDefault="00E9617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F8A649" w14:textId="350F722E" w:rsidR="00E9617E" w:rsidRPr="005C6C4A" w:rsidRDefault="00E9617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101D3A" w14:textId="2C9C3151" w:rsidR="00E9617E" w:rsidRPr="005C6C4A" w:rsidRDefault="00E9617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E9617E" w:rsidRPr="0025120C" w14:paraId="7B487DFC" w14:textId="77777777" w:rsidTr="00F75B2E">
        <w:trPr>
          <w:trHeight w:val="399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4CC70D" w14:textId="319BE4CB" w:rsidR="00E9617E" w:rsidRPr="00F75B2E" w:rsidRDefault="00E9617E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Požárně bezpečností řešení stavby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7D3276" w14:textId="3D09C089" w:rsidR="00E9617E" w:rsidRPr="005C6C4A" w:rsidRDefault="00E9617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05B2B5" w14:textId="3A2C14B9" w:rsidR="00E9617E" w:rsidRPr="005C6C4A" w:rsidRDefault="00E9617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A59B6D" w14:textId="4823C596" w:rsidR="00E9617E" w:rsidRPr="005C6C4A" w:rsidRDefault="00E9617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E9617E" w:rsidRPr="0025120C" w14:paraId="3AF93077" w14:textId="77777777" w:rsidTr="00F75B2E">
        <w:trPr>
          <w:trHeight w:val="257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960FAF" w14:textId="2E7D6CF5" w:rsidR="00E9617E" w:rsidRPr="00F75B2E" w:rsidRDefault="00960612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Veřejné osvětlení venkovního prostoru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47089" w14:textId="52F199CD" w:rsidR="00E9617E" w:rsidRPr="005C6C4A" w:rsidRDefault="00E9617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BE07F1" w14:textId="19A61E8C" w:rsidR="00E9617E" w:rsidRPr="005C6C4A" w:rsidRDefault="00E9617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439008" w14:textId="25B152DB" w:rsidR="00E9617E" w:rsidRPr="005C6C4A" w:rsidRDefault="008C49A4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E9617E" w:rsidRPr="0025120C" w14:paraId="265C7192" w14:textId="77777777" w:rsidTr="00F75B2E">
        <w:trPr>
          <w:trHeight w:val="341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C9B51" w14:textId="37E77E99" w:rsidR="00E9617E" w:rsidRPr="00F75B2E" w:rsidRDefault="00332A8E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Inženýrsko-geologický, hydrogeologický průzkum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F6584" w14:textId="30FCBDBC" w:rsidR="00E9617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652CB" w14:textId="5222E0AF" w:rsidR="00E9617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B06D42" w14:textId="1A560336" w:rsidR="00E9617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332A8E" w:rsidRPr="0025120C" w14:paraId="6884D66F" w14:textId="77777777" w:rsidTr="00F75B2E">
        <w:trPr>
          <w:trHeight w:val="494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D0D5BC" w14:textId="3B1E4381" w:rsidR="00332A8E" w:rsidRPr="00F75B2E" w:rsidRDefault="00332A8E" w:rsidP="00E42E11">
            <w:pPr>
              <w:rPr>
                <w:rFonts w:cs="Arial"/>
                <w:sz w:val="18"/>
                <w:szCs w:val="18"/>
                <w:highlight w:val="yellow"/>
              </w:rPr>
            </w:pPr>
            <w:r w:rsidRPr="00F75B2E">
              <w:rPr>
                <w:rFonts w:cs="Arial"/>
                <w:sz w:val="18"/>
                <w:szCs w:val="18"/>
              </w:rPr>
              <w:t>Dokumentace pro vydání povolení záměru DPS  vč. zajištění kladných stanovisek orgánů a organizací dotčených pro povolení záměru</w:t>
            </w:r>
            <w:r w:rsidR="001E003E" w:rsidRPr="00F75B2E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A45B00" w14:textId="0B6CF6F5" w:rsidR="00332A8E" w:rsidRPr="005C6C4A" w:rsidRDefault="00F75B2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43D056" w14:textId="7B616311" w:rsidR="00332A8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227BF5" w14:textId="77777777" w:rsidR="00332A8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</w:p>
          <w:p w14:paraId="5FFA5EB6" w14:textId="20DA5E2E" w:rsidR="00332A8E" w:rsidRPr="005C6C4A" w:rsidRDefault="00F75B2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  <w:p w14:paraId="6B9C5C11" w14:textId="0A83B5A8" w:rsidR="00332A8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</w:p>
        </w:tc>
      </w:tr>
      <w:tr w:rsidR="00332A8E" w:rsidRPr="0025120C" w14:paraId="2A186CED" w14:textId="77777777" w:rsidTr="00F75B2E">
        <w:trPr>
          <w:trHeight w:val="494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34DA5" w14:textId="0BBB8165" w:rsidR="00332A8E" w:rsidRPr="00F75B2E" w:rsidRDefault="00332A8E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Projektová dokumentace pro provádění stavby</w:t>
            </w:r>
            <w:r w:rsidRPr="00F75B2E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F75B2E">
              <w:rPr>
                <w:rFonts w:cs="Arial"/>
                <w:sz w:val="18"/>
                <w:szCs w:val="18"/>
              </w:rPr>
              <w:t>PDPS, včetně konečného položkového rozpočtu stavby a soupisu prací s výkazem výměr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68D4F" w14:textId="335FA72E" w:rsidR="00332A8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7C56D" w14:textId="779D5EFB" w:rsidR="00332A8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6DA325" w14:textId="6B51CA21" w:rsidR="00332A8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332A8E" w:rsidRPr="0025120C" w14:paraId="0E1E537C" w14:textId="77777777" w:rsidTr="00F75B2E">
        <w:trPr>
          <w:trHeight w:val="494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95FE6C" w14:textId="18E1C70C" w:rsidR="00332A8E" w:rsidRPr="00F75B2E" w:rsidRDefault="00332A8E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Cena za autorský dozor  – cena maximální, viz odst. 3.03. c) a 4.03. (24 x účast na KD + 36 h AD v kanceláři)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E6AA5" w14:textId="289DC8BD" w:rsidR="00332A8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5E2E0F" w14:textId="482AC909" w:rsidR="00332A8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19C16E" w14:textId="2C6F37F6" w:rsidR="00332A8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  <w:tr w:rsidR="00332A8E" w:rsidRPr="0025120C" w14:paraId="0FA26E3D" w14:textId="77777777" w:rsidTr="00F75B2E">
        <w:trPr>
          <w:trHeight w:val="494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69B30DD8" w14:textId="274AF97B" w:rsidR="00332A8E" w:rsidRPr="00F75B2E" w:rsidRDefault="00332A8E" w:rsidP="00E42E11">
            <w:pPr>
              <w:rPr>
                <w:rFonts w:cs="Arial"/>
                <w:sz w:val="18"/>
                <w:szCs w:val="18"/>
              </w:rPr>
            </w:pPr>
            <w:r w:rsidRPr="00F75B2E">
              <w:rPr>
                <w:rFonts w:cs="Arial"/>
                <w:sz w:val="18"/>
                <w:szCs w:val="18"/>
              </w:rPr>
              <w:t>Celková cena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1526FEA6" w14:textId="02519D62" w:rsidR="00332A8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1403DE5B" w14:textId="100F66D6" w:rsidR="00332A8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7375F770" w14:textId="39E8D5FE" w:rsidR="00332A8E" w:rsidRPr="005C6C4A" w:rsidRDefault="00332A8E" w:rsidP="00E42E11">
            <w:pPr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5C6C4A">
              <w:rPr>
                <w:rFonts w:asciiTheme="minorHAnsi" w:hAnsiTheme="minorHAnsi" w:cstheme="minorHAnsi"/>
                <w:highlight w:val="lightGray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C6C4A">
              <w:rPr>
                <w:rFonts w:asciiTheme="minorHAnsi" w:hAnsiTheme="minorHAnsi" w:cstheme="minorHAnsi"/>
                <w:highlight w:val="lightGray"/>
              </w:rPr>
              <w:instrText xml:space="preserve"> FORMTEXT </w:instrText>
            </w:r>
            <w:r w:rsidRPr="005C6C4A">
              <w:rPr>
                <w:rFonts w:asciiTheme="minorHAnsi" w:hAnsiTheme="minorHAnsi" w:cstheme="minorHAnsi"/>
                <w:highlight w:val="lightGray"/>
              </w:rPr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separate"/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noProof/>
                <w:highlight w:val="lightGray"/>
              </w:rPr>
              <w:t> </w:t>
            </w:r>
            <w:r w:rsidRPr="005C6C4A">
              <w:rPr>
                <w:rFonts w:asciiTheme="minorHAnsi" w:hAnsiTheme="minorHAnsi" w:cstheme="minorHAnsi"/>
                <w:highlight w:val="lightGray"/>
              </w:rPr>
              <w:fldChar w:fldCharType="end"/>
            </w:r>
          </w:p>
        </w:tc>
      </w:tr>
    </w:tbl>
    <w:p w14:paraId="72E64C73" w14:textId="77777777" w:rsidR="00293E98" w:rsidRDefault="00293E98" w:rsidP="009E089F">
      <w:pPr>
        <w:pStyle w:val="Textkomente"/>
      </w:pPr>
    </w:p>
    <w:p w14:paraId="1E54A7F2" w14:textId="77777777" w:rsidR="00E42E11" w:rsidRDefault="00E42E11" w:rsidP="009E089F">
      <w:pPr>
        <w:pStyle w:val="Textkomente"/>
      </w:pPr>
    </w:p>
    <w:p w14:paraId="080FBB83" w14:textId="7F2A07CF" w:rsidR="00293E98" w:rsidRDefault="003017DF" w:rsidP="009E089F">
      <w:pPr>
        <w:pStyle w:val="Textkomente"/>
        <w:rPr>
          <w:rFonts w:cs="Arial"/>
          <w:b/>
        </w:rPr>
      </w:pPr>
      <w:r w:rsidRPr="00FE4F91">
        <w:t xml:space="preserve">Cena za dílo je stanovena nabídkou zhotovitele a je sjednána jako </w:t>
      </w:r>
      <w:r w:rsidR="008A3FC7" w:rsidRPr="00FE4F91">
        <w:t xml:space="preserve">cena smluvní </w:t>
      </w:r>
      <w:r w:rsidR="00643B3F" w:rsidRPr="00FE4F91">
        <w:t>maximáln</w:t>
      </w:r>
      <w:r w:rsidR="00E61093" w:rsidRPr="00FE4F91">
        <w:t>ě přípustná</w:t>
      </w:r>
      <w:r w:rsidR="008A3FC7" w:rsidRPr="00FE4F91">
        <w:t>,</w:t>
      </w:r>
      <w:r w:rsidR="00E61093" w:rsidRPr="00FE4F91">
        <w:t xml:space="preserve"> </w:t>
      </w:r>
      <w:r w:rsidRPr="00FE4F91">
        <w:t xml:space="preserve">pevná po celou dobu provádění prací, ve které jsou zahrnuty veškeré </w:t>
      </w:r>
      <w:r w:rsidR="006A10C2" w:rsidRPr="00FE4F91">
        <w:t xml:space="preserve">nutné </w:t>
      </w:r>
      <w:r w:rsidRPr="00FE4F91">
        <w:t xml:space="preserve">výdaje a náklady na </w:t>
      </w:r>
      <w:r w:rsidR="006A10C2" w:rsidRPr="00FE4F91">
        <w:t>zdárnou realizaci díla</w:t>
      </w:r>
      <w:r w:rsidR="00BC5813" w:rsidRPr="00FE4F91">
        <w:t xml:space="preserve"> (např. náklady na zaměření, průzkumy, posudky, atd.)</w:t>
      </w:r>
      <w:r w:rsidRPr="00FE4F91">
        <w:t xml:space="preserve">, kterou je možno překročit za podmínek uvedených </w:t>
      </w:r>
      <w:r w:rsidRPr="008C2EAE">
        <w:t>v </w:t>
      </w:r>
      <w:r w:rsidR="00333E65" w:rsidRPr="008C2EAE">
        <w:t>č</w:t>
      </w:r>
      <w:r w:rsidR="000D6273" w:rsidRPr="008C2EAE">
        <w:t>l. 9</w:t>
      </w:r>
      <w:r w:rsidR="00DC5195" w:rsidRPr="008C2EAE">
        <w:t>.</w:t>
      </w:r>
      <w:r w:rsidRPr="008C2EAE">
        <w:t xml:space="preserve"> </w:t>
      </w:r>
      <w:r w:rsidR="005F4D9C" w:rsidRPr="008C2EAE">
        <w:t xml:space="preserve">odst. </w:t>
      </w:r>
      <w:r w:rsidR="000D6273" w:rsidRPr="008C2EAE">
        <w:t>9</w:t>
      </w:r>
      <w:r w:rsidR="005F4D9C" w:rsidRPr="008C2EAE">
        <w:t>.0</w:t>
      </w:r>
      <w:r w:rsidR="00740E5D" w:rsidRPr="008C2EAE">
        <w:t>3</w:t>
      </w:r>
      <w:r w:rsidRPr="008C2EAE">
        <w:t>.</w:t>
      </w:r>
      <w:r w:rsidR="008B631E" w:rsidRPr="00FE4F91">
        <w:t xml:space="preserve"> </w:t>
      </w:r>
      <w:r w:rsidR="00AE17E7" w:rsidRPr="00FE4F91">
        <w:rPr>
          <w:rFonts w:cs="Arial"/>
        </w:rPr>
        <w:t>Na výši sjednané ceny nemají vliv ani nepředvídatelné mimořádné okolnosti, které nastaly po uzavření smlouvy</w:t>
      </w:r>
      <w:r w:rsidR="00AE17E7" w:rsidRPr="00316933">
        <w:rPr>
          <w:rFonts w:cs="Arial"/>
          <w:b/>
        </w:rPr>
        <w:t>.</w:t>
      </w:r>
      <w:r w:rsidR="009D78E0" w:rsidRPr="00316933">
        <w:rPr>
          <w:rFonts w:cs="Arial"/>
          <w:b/>
        </w:rPr>
        <w:t xml:space="preserve"> </w:t>
      </w:r>
    </w:p>
    <w:p w14:paraId="09D516EF" w14:textId="5E993B13" w:rsidR="009D78E0" w:rsidRDefault="009D78E0" w:rsidP="009E089F">
      <w:pPr>
        <w:pStyle w:val="Textkomente"/>
        <w:rPr>
          <w:b/>
        </w:rPr>
      </w:pPr>
      <w:r w:rsidRPr="00316933">
        <w:rPr>
          <w:b/>
        </w:rPr>
        <w:t>Dále na cenu díl</w:t>
      </w:r>
      <w:r w:rsidR="008B631E" w:rsidRPr="00316933">
        <w:rPr>
          <w:b/>
        </w:rPr>
        <w:t>a nemá vliv skutečnost,</w:t>
      </w:r>
      <w:r w:rsidR="008B631E" w:rsidRPr="00FE4F91">
        <w:t xml:space="preserve"> </w:t>
      </w:r>
      <w:r w:rsidR="008B631E" w:rsidRPr="00316933">
        <w:rPr>
          <w:b/>
        </w:rPr>
        <w:t>že může</w:t>
      </w:r>
      <w:r w:rsidRPr="00316933">
        <w:rPr>
          <w:b/>
        </w:rPr>
        <w:t xml:space="preserve"> během zpracování díla dojít ke změnám vlivem rozhodnutí objednatele, tyto změny nepřesáhnou 10</w:t>
      </w:r>
      <w:r w:rsidR="008B4E2E">
        <w:rPr>
          <w:b/>
        </w:rPr>
        <w:t xml:space="preserve"> </w:t>
      </w:r>
      <w:r w:rsidRPr="00316933">
        <w:rPr>
          <w:b/>
        </w:rPr>
        <w:t xml:space="preserve">% </w:t>
      </w:r>
      <w:r w:rsidR="008B4E2E">
        <w:rPr>
          <w:b/>
        </w:rPr>
        <w:t xml:space="preserve">projekčního </w:t>
      </w:r>
      <w:r w:rsidRPr="008B4E2E">
        <w:rPr>
          <w:b/>
        </w:rPr>
        <w:t>rozsahu příslušného stupně PD.</w:t>
      </w:r>
    </w:p>
    <w:p w14:paraId="34A32C46" w14:textId="5E491C4E" w:rsidR="00293E98" w:rsidRPr="00E67967" w:rsidRDefault="00293E98" w:rsidP="00293E98">
      <w:pPr>
        <w:pStyle w:val="Nadpis2"/>
        <w:keepNext/>
        <w:tabs>
          <w:tab w:val="clear" w:pos="3969"/>
          <w:tab w:val="left" w:pos="3402"/>
        </w:tabs>
        <w:spacing w:before="120"/>
      </w:pPr>
      <w:r w:rsidRPr="00E67967">
        <w:t xml:space="preserve">Dohodnutá cena za </w:t>
      </w:r>
      <w:r>
        <w:t>provedení</w:t>
      </w:r>
      <w:r w:rsidRPr="00E67967">
        <w:t xml:space="preserve"> díla bude fakturována </w:t>
      </w:r>
      <w:r>
        <w:t xml:space="preserve">po splnění a předání </w:t>
      </w:r>
      <w:r w:rsidRPr="00E67967">
        <w:t>část</w:t>
      </w:r>
      <w:r>
        <w:t>í</w:t>
      </w:r>
      <w:r w:rsidRPr="00E67967">
        <w:t xml:space="preserve"> </w:t>
      </w:r>
      <w:r>
        <w:t xml:space="preserve">(stupňů) </w:t>
      </w:r>
      <w:r w:rsidRPr="00E67967">
        <w:t>předmětu smlouvy</w:t>
      </w:r>
      <w:r>
        <w:t xml:space="preserve"> se všemi náležitostmi v termínech uvedených v čl. 5 odst. 5.01.1., 5.01.3. a 5.01.4</w:t>
      </w:r>
      <w:r w:rsidRPr="00E67967">
        <w:t>.</w:t>
      </w:r>
    </w:p>
    <w:p w14:paraId="1D183205" w14:textId="159DE49C" w:rsidR="00441305" w:rsidRDefault="00C674BF" w:rsidP="00EE4D35">
      <w:pPr>
        <w:pStyle w:val="Nadpis2"/>
        <w:rPr>
          <w:rStyle w:val="cena"/>
          <w:b w:val="0"/>
          <w:sz w:val="20"/>
        </w:rPr>
      </w:pPr>
      <w:r w:rsidRPr="00EE4D35">
        <w:t xml:space="preserve">Autorský dozor </w:t>
      </w:r>
      <w:r w:rsidR="00441305" w:rsidRPr="00EE4D35">
        <w:t>(AD)</w:t>
      </w:r>
      <w:r w:rsidR="00316933" w:rsidRPr="00EE4D35">
        <w:t xml:space="preserve"> </w:t>
      </w:r>
      <w:r w:rsidRPr="00EE4D35">
        <w:t>bude fakturován po dokončení stavby</w:t>
      </w:r>
      <w:r w:rsidR="00B409AF" w:rsidRPr="00EE4D35">
        <w:t xml:space="preserve"> nebo v jejím průběhu</w:t>
      </w:r>
      <w:r w:rsidRPr="00EE4D35">
        <w:t xml:space="preserve"> do maximální výše dle odst. 4.01. Za každou účast na kontrole stavby požadovanou objednatelem bude fakturována částka </w:t>
      </w:r>
      <w:r w:rsidR="00F9296C" w:rsidRPr="00EE4D35">
        <w:br/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Pr="00EE4D35">
        <w:rPr>
          <w:rStyle w:val="cena"/>
          <w:rFonts w:cs="Arial"/>
          <w:b w:val="0"/>
          <w:sz w:val="20"/>
          <w:highlight w:val="lightGray"/>
        </w:rPr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41305" w:rsidRPr="00EE4D35">
        <w:rPr>
          <w:rStyle w:val="cena"/>
          <w:rFonts w:cs="Arial"/>
          <w:b w:val="0"/>
          <w:sz w:val="20"/>
        </w:rPr>
        <w:t xml:space="preserve"> </w:t>
      </w:r>
      <w:r w:rsidR="00441305" w:rsidRPr="00EE4D35">
        <w:rPr>
          <w:rStyle w:val="cena"/>
          <w:b w:val="0"/>
          <w:sz w:val="20"/>
        </w:rPr>
        <w:t>Kč</w:t>
      </w:r>
      <w:r w:rsidRPr="00EE4D35">
        <w:rPr>
          <w:rStyle w:val="cena"/>
          <w:b w:val="0"/>
        </w:rPr>
        <w:t>,</w:t>
      </w:r>
      <w:r w:rsidRPr="00EE4D35">
        <w:t xml:space="preserve"> která</w:t>
      </w:r>
      <w:r w:rsidRPr="00EE4D35">
        <w:rPr>
          <w:rStyle w:val="cena"/>
          <w:b w:val="0"/>
        </w:rPr>
        <w:t xml:space="preserve"> </w:t>
      </w:r>
      <w:r w:rsidRPr="00EE4D35">
        <w:t>obsahuje veškeré náklady</w:t>
      </w:r>
      <w:r w:rsidR="007B55CC" w:rsidRPr="00EE4D35">
        <w:t xml:space="preserve"> účast na KD v rozsahu </w:t>
      </w:r>
      <w:r w:rsidR="00316933" w:rsidRPr="00EE4D35">
        <w:t>1,5</w:t>
      </w:r>
      <w:r w:rsidR="007B55CC" w:rsidRPr="00EE4D35">
        <w:t xml:space="preserve"> h</w:t>
      </w:r>
      <w:r w:rsidRPr="00EE4D35">
        <w:t xml:space="preserve"> včetně nákladů na cestovné, nocležné, odlučné, a jiné náklady, související s výkonem autorského dozoru na území města Uherského Brodu. Účast bude zdokladována zápisem ve stavebním deníku nebo v prezenci na zápisu z KD.</w:t>
      </w:r>
      <w:r w:rsidR="00725AF1" w:rsidRPr="00EE4D35">
        <w:t xml:space="preserve"> </w:t>
      </w:r>
      <w:r w:rsidR="00441305" w:rsidRPr="00EE4D35">
        <w:t>Hodinová sazba AD za práce požadované objednatelem vykonávané v kanceláři bude fakturována částka</w:t>
      </w:r>
      <w:r w:rsidR="00441305">
        <w:t xml:space="preserve"> </w:t>
      </w:r>
      <w:r w:rsidR="00F9296C">
        <w:br/>
      </w:r>
      <w:r w:rsidR="00441305" w:rsidRPr="004F0898">
        <w:rPr>
          <w:rStyle w:val="cena"/>
          <w:rFonts w:cs="Arial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41305" w:rsidRPr="004F0898">
        <w:rPr>
          <w:rStyle w:val="cena"/>
          <w:rFonts w:cs="Arial"/>
          <w:sz w:val="20"/>
          <w:highlight w:val="lightGray"/>
        </w:rPr>
        <w:instrText xml:space="preserve"> FORMTEXT </w:instrText>
      </w:r>
      <w:r w:rsidR="00441305" w:rsidRPr="004F0898">
        <w:rPr>
          <w:rStyle w:val="cena"/>
          <w:rFonts w:cs="Arial"/>
          <w:sz w:val="20"/>
          <w:highlight w:val="lightGray"/>
        </w:rPr>
      </w:r>
      <w:r w:rsidR="00441305" w:rsidRPr="004F0898">
        <w:rPr>
          <w:rStyle w:val="cena"/>
          <w:rFonts w:cs="Arial"/>
          <w:sz w:val="20"/>
          <w:highlight w:val="lightGray"/>
        </w:rPr>
        <w:fldChar w:fldCharType="separate"/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eastAsia="Arial Unicode MS" w:cs="Arial"/>
          <w:sz w:val="20"/>
          <w:highlight w:val="lightGray"/>
        </w:rPr>
        <w:t> </w:t>
      </w:r>
      <w:r w:rsidR="00441305" w:rsidRPr="004F0898">
        <w:rPr>
          <w:rStyle w:val="cena"/>
          <w:rFonts w:cs="Arial"/>
          <w:sz w:val="20"/>
          <w:highlight w:val="lightGray"/>
        </w:rPr>
        <w:fldChar w:fldCharType="end"/>
      </w:r>
      <w:r w:rsidR="00441305" w:rsidRPr="00725AF1">
        <w:rPr>
          <w:rStyle w:val="cena"/>
          <w:sz w:val="20"/>
        </w:rPr>
        <w:t xml:space="preserve"> Kč</w:t>
      </w:r>
      <w:r w:rsidR="00441305" w:rsidRPr="00725AF1">
        <w:rPr>
          <w:rStyle w:val="cena"/>
          <w:b w:val="0"/>
          <w:sz w:val="20"/>
        </w:rPr>
        <w:t>.</w:t>
      </w:r>
    </w:p>
    <w:p w14:paraId="63618BCD" w14:textId="77777777" w:rsidR="005477C4" w:rsidRPr="005477C4" w:rsidRDefault="005477C4" w:rsidP="005477C4"/>
    <w:p w14:paraId="4443A48F" w14:textId="77777777" w:rsidR="003017DF" w:rsidRPr="00725AF1" w:rsidRDefault="003017DF" w:rsidP="00EE4D35">
      <w:pPr>
        <w:pStyle w:val="Nadpis2"/>
      </w:pPr>
      <w:r w:rsidRPr="00725AF1">
        <w:t>Platební podmínky</w:t>
      </w:r>
    </w:p>
    <w:p w14:paraId="720CEB5F" w14:textId="4E5ED166" w:rsidR="003017DF" w:rsidRPr="00E67967" w:rsidRDefault="00293E98" w:rsidP="009E089F">
      <w:r w:rsidRPr="00E67967">
        <w:lastRenderedPageBreak/>
        <w:t>Podkladem pro úhradu ceny za dílo bude vždy faktura vy</w:t>
      </w:r>
      <w:r>
        <w:t>stavená zhotovitelem se všemi náležitostmi v termínech uvedených v čl. 4 odst. 4.02.  smlouvy.</w:t>
      </w:r>
      <w:r w:rsidRPr="00E67967">
        <w:t xml:space="preserve"> </w:t>
      </w:r>
      <w:r w:rsidR="00A81C7E" w:rsidRPr="00E67967">
        <w:t xml:space="preserve">Objednatel má v případě převzetí díla s vadami a nedostatky uvedenými v předávacím protokolu právo na </w:t>
      </w:r>
      <w:r w:rsidR="00693CEF">
        <w:t>zádržné</w:t>
      </w:r>
      <w:r w:rsidR="00056EEE">
        <w:t xml:space="preserve"> do maximální výše 10</w:t>
      </w:r>
      <w:r>
        <w:t xml:space="preserve"> </w:t>
      </w:r>
      <w:r w:rsidR="00056EEE">
        <w:t>%</w:t>
      </w:r>
      <w:r w:rsidR="00A81C7E" w:rsidRPr="00E67967">
        <w:t xml:space="preserve"> ceny</w:t>
      </w:r>
      <w:r w:rsidR="00056EEE">
        <w:t xml:space="preserve"> díla</w:t>
      </w:r>
      <w:r w:rsidR="00A81C7E" w:rsidRPr="00E67967">
        <w:t xml:space="preserve">, která bude uvolněna do 14 dnů po protokolárním </w:t>
      </w:r>
      <w:r w:rsidR="005936C4" w:rsidRPr="00E67967">
        <w:t>potvrzení</w:t>
      </w:r>
      <w:r w:rsidR="00A81C7E" w:rsidRPr="00E67967">
        <w:t xml:space="preserve"> odstraněných </w:t>
      </w:r>
      <w:r w:rsidR="005936C4" w:rsidRPr="00E67967">
        <w:t>vad a nedodělků.</w:t>
      </w:r>
    </w:p>
    <w:p w14:paraId="74AE8B27" w14:textId="77777777" w:rsidR="003017DF" w:rsidRPr="00E67967" w:rsidRDefault="00A81C7E" w:rsidP="00277A92">
      <w:pPr>
        <w:pStyle w:val="Zkladntext"/>
        <w:numPr>
          <w:ilvl w:val="0"/>
          <w:numId w:val="32"/>
        </w:numPr>
      </w:pPr>
      <w:r w:rsidRPr="00E67967">
        <w:t>Každá f</w:t>
      </w:r>
      <w:r w:rsidR="003017DF" w:rsidRPr="00E67967">
        <w:t xml:space="preserve">aktura je splatná </w:t>
      </w:r>
      <w:r w:rsidR="003017DF" w:rsidRPr="00EB4491">
        <w:rPr>
          <w:b/>
        </w:rPr>
        <w:t xml:space="preserve">do </w:t>
      </w:r>
      <w:r w:rsidRPr="00EB4491">
        <w:rPr>
          <w:b/>
        </w:rPr>
        <w:t>30</w:t>
      </w:r>
      <w:r w:rsidR="003017DF" w:rsidRPr="00EB4491">
        <w:rPr>
          <w:b/>
        </w:rPr>
        <w:t xml:space="preserve"> dnů od jejího doručení objednateli</w:t>
      </w:r>
      <w:r w:rsidR="003017DF" w:rsidRPr="00E67967">
        <w:t xml:space="preserve"> na styčnou adresu </w:t>
      </w:r>
      <w:r w:rsidR="003E052E">
        <w:t xml:space="preserve">nebo </w:t>
      </w:r>
      <w:r w:rsidR="00CF6840">
        <w:t>elektronicky</w:t>
      </w:r>
      <w:r w:rsidR="00EB4491" w:rsidRPr="00EB4491">
        <w:t xml:space="preserve"> </w:t>
      </w:r>
      <w:r w:rsidR="00EB4491">
        <w:t xml:space="preserve">na </w:t>
      </w:r>
      <w:hyperlink r:id="rId8" w:history="1">
        <w:r w:rsidR="00EB4491">
          <w:rPr>
            <w:rStyle w:val="Hypertextovodkaz"/>
          </w:rPr>
          <w:t>podatelna@ub.cz</w:t>
        </w:r>
      </w:hyperlink>
      <w:r w:rsidR="003017DF" w:rsidRPr="00E67967">
        <w:t>.</w:t>
      </w:r>
    </w:p>
    <w:p w14:paraId="671D49E2" w14:textId="583C0AEA" w:rsidR="003017DF" w:rsidRPr="00E67967" w:rsidRDefault="003017DF" w:rsidP="00277A92">
      <w:pPr>
        <w:pStyle w:val="Zkladntext"/>
        <w:numPr>
          <w:ilvl w:val="0"/>
          <w:numId w:val="32"/>
        </w:numPr>
      </w:pPr>
      <w:r w:rsidRPr="00E67967">
        <w:t xml:space="preserve">Faktura musí obsahovat veškeré náležitosti předepsané </w:t>
      </w:r>
      <w:r w:rsidR="00CC4C37">
        <w:t xml:space="preserve">ust. </w:t>
      </w:r>
      <w:r w:rsidRPr="00E67967">
        <w:t>§</w:t>
      </w:r>
      <w:r w:rsidR="00EB4491">
        <w:t xml:space="preserve"> </w:t>
      </w:r>
      <w:r w:rsidRPr="00E67967">
        <w:t xml:space="preserve">28 zákona </w:t>
      </w:r>
      <w:r w:rsidR="00CC4C37">
        <w:t xml:space="preserve">č. </w:t>
      </w:r>
      <w:r w:rsidRPr="00E67967">
        <w:t>235/2004 Sb.</w:t>
      </w:r>
      <w:r w:rsidR="00CC4C37">
        <w:t>, o dani z přidané hodnoty,</w:t>
      </w:r>
      <w:r w:rsidRPr="00E67967">
        <w:t xml:space="preserve"> tak, aby bylo naprosto zřejmé, že slouží rovněž pro daňové účely.</w:t>
      </w:r>
    </w:p>
    <w:p w14:paraId="69A84089" w14:textId="77777777" w:rsidR="003017DF" w:rsidRPr="00E67967" w:rsidRDefault="003017DF" w:rsidP="00277A92">
      <w:pPr>
        <w:pStyle w:val="Zkladntext"/>
        <w:numPr>
          <w:ilvl w:val="0"/>
          <w:numId w:val="32"/>
        </w:numPr>
      </w:pPr>
      <w:r w:rsidRPr="00E67967">
        <w:t>Faktur</w:t>
      </w:r>
      <w:r w:rsidR="00A81C7E" w:rsidRPr="00E67967">
        <w:t>y</w:t>
      </w:r>
      <w:r w:rsidRPr="00E67967">
        <w:t xml:space="preserve"> bud</w:t>
      </w:r>
      <w:r w:rsidR="00A81C7E" w:rsidRPr="00E67967">
        <w:t>ou</w:t>
      </w:r>
      <w:r w:rsidRPr="00E67967">
        <w:t xml:space="preserve"> objednatelem hrazen</w:t>
      </w:r>
      <w:r w:rsidR="00A81C7E" w:rsidRPr="00E67967">
        <w:t>y</w:t>
      </w:r>
      <w:r w:rsidRPr="00E67967">
        <w:t xml:space="preserve"> převodním</w:t>
      </w:r>
      <w:r w:rsidR="00A81C7E" w:rsidRPr="00E67967">
        <w:t>i</w:t>
      </w:r>
      <w:r w:rsidRPr="00E67967">
        <w:t xml:space="preserve"> příkaz</w:t>
      </w:r>
      <w:r w:rsidR="00A81C7E" w:rsidRPr="00E67967">
        <w:t>y</w:t>
      </w:r>
      <w:r w:rsidRPr="00E67967">
        <w:t xml:space="preserve">. </w:t>
      </w:r>
    </w:p>
    <w:p w14:paraId="76C0B503" w14:textId="77777777" w:rsidR="00390F7B" w:rsidRDefault="003017DF" w:rsidP="00277A92">
      <w:pPr>
        <w:pStyle w:val="Zkladntext"/>
        <w:numPr>
          <w:ilvl w:val="0"/>
          <w:numId w:val="32"/>
        </w:numPr>
      </w:pPr>
      <w:r w:rsidRPr="00E67967">
        <w:t>Platby budou provedeny v tuzemské měně (v Kč)</w:t>
      </w:r>
    </w:p>
    <w:p w14:paraId="59ED2DD9" w14:textId="77777777" w:rsidR="003017DF" w:rsidRPr="00E67967" w:rsidRDefault="00693CEF" w:rsidP="003E67EB">
      <w:pPr>
        <w:pStyle w:val="Nadpis1"/>
      </w:pPr>
      <w:r>
        <w:t xml:space="preserve">Doba </w:t>
      </w:r>
      <w:r w:rsidR="002D7BF0">
        <w:t>a místo</w:t>
      </w:r>
      <w:r w:rsidR="003017DF" w:rsidRPr="00E67967">
        <w:t xml:space="preserve"> plnění</w:t>
      </w:r>
    </w:p>
    <w:p w14:paraId="7B04BE1D" w14:textId="77777777" w:rsidR="00FB7412" w:rsidRDefault="005936C4" w:rsidP="00EE4D35">
      <w:pPr>
        <w:pStyle w:val="Nadpis2"/>
      </w:pPr>
      <w:r w:rsidRPr="00E67967">
        <w:t>Dílo</w:t>
      </w:r>
      <w:r w:rsidR="00B06F46">
        <w:t>, resp. jeho dílčí části,</w:t>
      </w:r>
      <w:r w:rsidRPr="00E67967">
        <w:t xml:space="preserve"> bude předáváno postupně v těchto termínech:</w:t>
      </w:r>
    </w:p>
    <w:p w14:paraId="40F2A1B8" w14:textId="77777777" w:rsidR="00014176" w:rsidRDefault="00014176" w:rsidP="009E089F"/>
    <w:p w14:paraId="4E134EF9" w14:textId="6C15DE6B" w:rsidR="00FF6C68" w:rsidRDefault="00FF6C68" w:rsidP="008C49A4">
      <w:pPr>
        <w:ind w:left="6375" w:hanging="6375"/>
        <w:rPr>
          <w:b/>
        </w:rPr>
      </w:pPr>
      <w:r>
        <w:t>Předpokládaný termín zahájení:</w:t>
      </w:r>
      <w:r w:rsidRPr="00FE29F6">
        <w:tab/>
      </w:r>
      <w:r w:rsidRPr="008C49A4">
        <w:rPr>
          <w:b/>
        </w:rPr>
        <w:t>ihned po podpisu smlouvy</w:t>
      </w:r>
      <w:r w:rsidRPr="00FE29F6">
        <w:rPr>
          <w:b/>
        </w:rPr>
        <w:t xml:space="preserve"> </w:t>
      </w:r>
      <w:r w:rsidRPr="008C49A4">
        <w:t xml:space="preserve">(předpoklad </w:t>
      </w:r>
      <w:r w:rsidR="001E2B5B">
        <w:t>½ září</w:t>
      </w:r>
      <w:r w:rsidRPr="008C49A4">
        <w:t xml:space="preserve">)  </w:t>
      </w:r>
    </w:p>
    <w:p w14:paraId="55C97FB2" w14:textId="77777777" w:rsidR="00FF6C68" w:rsidRDefault="00FF6C68" w:rsidP="00FF6C68">
      <w:pPr>
        <w:ind w:left="5664" w:hanging="5664"/>
      </w:pPr>
    </w:p>
    <w:p w14:paraId="2E34B651" w14:textId="1BE2963D" w:rsidR="00FF6C68" w:rsidRPr="00323888" w:rsidRDefault="00FF6C68" w:rsidP="00FF6C68">
      <w:pPr>
        <w:pStyle w:val="Odstavecseseznamem"/>
        <w:numPr>
          <w:ilvl w:val="0"/>
          <w:numId w:val="35"/>
        </w:numPr>
        <w:jc w:val="left"/>
        <w:rPr>
          <w:b/>
        </w:rPr>
      </w:pPr>
      <w:r w:rsidRPr="00FE29F6">
        <w:t>Geodetické zaměření</w:t>
      </w:r>
      <w:r>
        <w:t>, zaměření stávajících dispozic objektu:</w:t>
      </w:r>
      <w:r>
        <w:tab/>
      </w:r>
      <w:r w:rsidRPr="00323888">
        <w:rPr>
          <w:b/>
        </w:rPr>
        <w:t xml:space="preserve">do </w:t>
      </w:r>
      <w:r>
        <w:rPr>
          <w:b/>
        </w:rPr>
        <w:t xml:space="preserve"> </w:t>
      </w:r>
      <w:r w:rsidRPr="00323888">
        <w:rPr>
          <w:b/>
        </w:rPr>
        <w:t>6 týdnů</w:t>
      </w:r>
      <w:r>
        <w:t xml:space="preserve">  po  podpisu SOD  </w:t>
      </w:r>
    </w:p>
    <w:p w14:paraId="3743156C" w14:textId="77777777" w:rsidR="00FF6C68" w:rsidRPr="00323888" w:rsidRDefault="00FF6C68" w:rsidP="00FF6C68">
      <w:pPr>
        <w:rPr>
          <w:b/>
          <w:sz w:val="8"/>
          <w:szCs w:val="8"/>
        </w:rPr>
      </w:pPr>
    </w:p>
    <w:p w14:paraId="23999B77" w14:textId="77777777" w:rsidR="00FF6C68" w:rsidRPr="009A3BD0" w:rsidRDefault="00FF6C68" w:rsidP="00FF6C68">
      <w:pPr>
        <w:pStyle w:val="Odstavecseseznamem"/>
        <w:numPr>
          <w:ilvl w:val="0"/>
          <w:numId w:val="35"/>
        </w:numPr>
        <w:jc w:val="left"/>
        <w:rPr>
          <w:b/>
        </w:rPr>
      </w:pPr>
      <w:r>
        <w:t>Koncept dokumentace pro povolení k připomínkování:</w:t>
      </w:r>
      <w:r>
        <w:tab/>
      </w:r>
      <w:r>
        <w:tab/>
      </w:r>
      <w:r w:rsidRPr="00323888">
        <w:rPr>
          <w:b/>
        </w:rPr>
        <w:t>do 16 týdnů</w:t>
      </w:r>
      <w:r>
        <w:t xml:space="preserve"> po podpisu SOD </w:t>
      </w:r>
    </w:p>
    <w:p w14:paraId="56EDE5CB" w14:textId="77777777" w:rsidR="00FF6C68" w:rsidRPr="00504ECC" w:rsidRDefault="00FF6C68" w:rsidP="00FF6C68">
      <w:pPr>
        <w:pStyle w:val="Default"/>
        <w:jc w:val="both"/>
        <w:rPr>
          <w:rFonts w:cs="Times New Roman"/>
          <w:color w:val="auto"/>
          <w:sz w:val="8"/>
          <w:szCs w:val="8"/>
        </w:rPr>
      </w:pPr>
    </w:p>
    <w:p w14:paraId="7F95741C" w14:textId="77777777" w:rsidR="00FF6C68" w:rsidRDefault="00FF6C68" w:rsidP="00FF6C68">
      <w:pPr>
        <w:pStyle w:val="Default"/>
        <w:numPr>
          <w:ilvl w:val="0"/>
          <w:numId w:val="35"/>
        </w:numPr>
        <w:jc w:val="both"/>
        <w:rPr>
          <w:rFonts w:cs="Times New Roman"/>
          <w:color w:val="auto"/>
          <w:sz w:val="20"/>
        </w:rPr>
      </w:pPr>
      <w:r w:rsidRPr="00FE29F6">
        <w:rPr>
          <w:rFonts w:cs="Times New Roman"/>
          <w:color w:val="auto"/>
          <w:sz w:val="20"/>
        </w:rPr>
        <w:t>Dokumentace pro povolení záměru vč. dokladové část</w:t>
      </w:r>
      <w:r>
        <w:rPr>
          <w:rFonts w:cs="Times New Roman"/>
          <w:color w:val="auto"/>
          <w:sz w:val="20"/>
        </w:rPr>
        <w:t>,</w:t>
      </w:r>
      <w:r>
        <w:tab/>
      </w:r>
      <w:r>
        <w:tab/>
      </w:r>
      <w:r>
        <w:rPr>
          <w:rFonts w:cs="Times New Roman"/>
          <w:b/>
          <w:color w:val="auto"/>
          <w:sz w:val="20"/>
        </w:rPr>
        <w:t>do 28</w:t>
      </w:r>
      <w:r w:rsidRPr="00504ECC">
        <w:rPr>
          <w:rFonts w:cs="Times New Roman"/>
          <w:b/>
          <w:color w:val="auto"/>
          <w:sz w:val="20"/>
        </w:rPr>
        <w:t xml:space="preserve"> týdnů</w:t>
      </w:r>
      <w:r w:rsidRPr="00504ECC">
        <w:rPr>
          <w:rFonts w:cs="Times New Roman"/>
          <w:color w:val="auto"/>
          <w:sz w:val="20"/>
        </w:rPr>
        <w:t xml:space="preserve"> po podpisu SOD</w:t>
      </w:r>
    </w:p>
    <w:p w14:paraId="23944E6F" w14:textId="77777777" w:rsidR="00FF6C68" w:rsidRDefault="00FF6C68" w:rsidP="00FF6C68">
      <w:pPr>
        <w:pStyle w:val="Default"/>
        <w:jc w:val="both"/>
        <w:rPr>
          <w:sz w:val="20"/>
          <w:szCs w:val="20"/>
        </w:rPr>
      </w:pPr>
      <w:r>
        <w:rPr>
          <w:rFonts w:cs="Times New Roman"/>
          <w:color w:val="auto"/>
          <w:sz w:val="20"/>
        </w:rPr>
        <w:t xml:space="preserve">            </w:t>
      </w:r>
      <w:r w:rsidRPr="00FE29F6">
        <w:rPr>
          <w:rFonts w:cs="Times New Roman"/>
          <w:color w:val="auto"/>
          <w:sz w:val="20"/>
        </w:rPr>
        <w:t>inženýrská či</w:t>
      </w:r>
      <w:r>
        <w:rPr>
          <w:rFonts w:cs="Times New Roman"/>
          <w:color w:val="auto"/>
          <w:sz w:val="20"/>
        </w:rPr>
        <w:t>nnost atd.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</w:p>
    <w:p w14:paraId="0B91C055" w14:textId="77777777" w:rsidR="00FF6C68" w:rsidRPr="009A3BD0" w:rsidRDefault="00FF6C68" w:rsidP="00FF6C68">
      <w:pPr>
        <w:pStyle w:val="Default"/>
        <w:jc w:val="both"/>
        <w:rPr>
          <w:rFonts w:cs="Times New Roman"/>
          <w:color w:val="auto"/>
          <w:sz w:val="8"/>
          <w:szCs w:val="8"/>
        </w:rPr>
      </w:pPr>
    </w:p>
    <w:p w14:paraId="718C45B5" w14:textId="77777777" w:rsidR="00FF6C68" w:rsidRPr="00FE29F6" w:rsidRDefault="00FF6C68" w:rsidP="00FF6C68">
      <w:pPr>
        <w:pStyle w:val="Default"/>
        <w:numPr>
          <w:ilvl w:val="0"/>
          <w:numId w:val="35"/>
        </w:numPr>
        <w:jc w:val="both"/>
        <w:rPr>
          <w:rFonts w:cs="Times New Roman"/>
          <w:color w:val="auto"/>
          <w:sz w:val="20"/>
        </w:rPr>
      </w:pPr>
      <w:r w:rsidRPr="00FE29F6">
        <w:rPr>
          <w:rFonts w:cs="Times New Roman"/>
          <w:color w:val="auto"/>
          <w:sz w:val="20"/>
        </w:rPr>
        <w:t>Projektová dokumentace PDPS</w:t>
      </w:r>
      <w:r>
        <w:rPr>
          <w:rFonts w:cs="Times New Roman"/>
          <w:color w:val="auto"/>
          <w:sz w:val="20"/>
        </w:rPr>
        <w:t xml:space="preserve"> vč.</w:t>
      </w:r>
      <w:r w:rsidRPr="00FE29F6">
        <w:rPr>
          <w:rFonts w:cs="Times New Roman"/>
          <w:color w:val="auto"/>
          <w:sz w:val="20"/>
        </w:rPr>
        <w:t xml:space="preserve"> konečného položkového</w:t>
      </w:r>
    </w:p>
    <w:p w14:paraId="2D5B1FE0" w14:textId="77777777" w:rsidR="00FF6C68" w:rsidRDefault="00FF6C68" w:rsidP="00FF6C68">
      <w:pPr>
        <w:pStyle w:val="Default"/>
        <w:jc w:val="both"/>
        <w:rPr>
          <w:sz w:val="20"/>
          <w:szCs w:val="20"/>
        </w:rPr>
      </w:pPr>
      <w:r>
        <w:rPr>
          <w:rFonts w:cs="Times New Roman"/>
          <w:color w:val="auto"/>
          <w:sz w:val="20"/>
        </w:rPr>
        <w:t xml:space="preserve">             </w:t>
      </w:r>
      <w:r w:rsidRPr="00FE29F6">
        <w:rPr>
          <w:rFonts w:cs="Times New Roman"/>
          <w:color w:val="auto"/>
          <w:sz w:val="20"/>
        </w:rPr>
        <w:t>rozpočtu stavby, soupisu prací s výkazem výměr SP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A3BD0">
        <w:rPr>
          <w:b/>
          <w:sz w:val="20"/>
          <w:szCs w:val="20"/>
        </w:rPr>
        <w:t>do 36 týdnů</w:t>
      </w:r>
      <w:r>
        <w:rPr>
          <w:sz w:val="20"/>
          <w:szCs w:val="20"/>
        </w:rPr>
        <w:t xml:space="preserve"> </w:t>
      </w:r>
      <w:r w:rsidRPr="00504ECC">
        <w:rPr>
          <w:rFonts w:cs="Times New Roman"/>
          <w:color w:val="auto"/>
          <w:sz w:val="20"/>
        </w:rPr>
        <w:t>po podpisu SOD</w:t>
      </w:r>
      <w:r>
        <w:rPr>
          <w:sz w:val="20"/>
          <w:szCs w:val="20"/>
        </w:rPr>
        <w:t xml:space="preserve">          </w:t>
      </w:r>
    </w:p>
    <w:p w14:paraId="61222949" w14:textId="77777777" w:rsidR="00151764" w:rsidRDefault="00151764" w:rsidP="009E089F">
      <w:pPr>
        <w:pStyle w:val="Zkladntextodsazen2"/>
        <w:rPr>
          <w:rStyle w:val="cena"/>
        </w:rPr>
      </w:pPr>
    </w:p>
    <w:p w14:paraId="7696B26D" w14:textId="77777777" w:rsidR="009D78E0" w:rsidRPr="00EE4D35" w:rsidRDefault="00C26E3F" w:rsidP="00EE4D35">
      <w:pPr>
        <w:pStyle w:val="Nadpis2"/>
      </w:pPr>
      <w:r w:rsidRPr="00EE4D35">
        <w:t>Zhotovitel není v prodlení s</w:t>
      </w:r>
      <w:r w:rsidR="00B06F46" w:rsidRPr="00EE4D35">
        <w:t xml:space="preserve"> plněním </w:t>
      </w:r>
      <w:r w:rsidRPr="00EE4D35">
        <w:t>předmět</w:t>
      </w:r>
      <w:r w:rsidR="00B06F46" w:rsidRPr="00EE4D35">
        <w:t>u</w:t>
      </w:r>
      <w:r w:rsidRPr="00EE4D35">
        <w:t xml:space="preserve"> díla v případě, kdy některý doklad nebylo možno zís</w:t>
      </w:r>
      <w:r w:rsidR="00D5150D" w:rsidRPr="00EE4D35">
        <w:t xml:space="preserve">kat z důvodů, které zhotovitel </w:t>
      </w:r>
      <w:r w:rsidR="00C674BF" w:rsidRPr="00EE4D35">
        <w:t xml:space="preserve">prokazatelně </w:t>
      </w:r>
      <w:r w:rsidRPr="00EE4D35">
        <w:t>nezavinil a nemohl ani zvýšeným úsilím ovlivnit</w:t>
      </w:r>
      <w:r w:rsidR="00D5150D" w:rsidRPr="00EE4D35">
        <w:t>, např. opoždění vyjádření některého účastníka projednání</w:t>
      </w:r>
      <w:r w:rsidR="009D78E0" w:rsidRPr="00EE4D35">
        <w:t xml:space="preserve"> oproti maximálním zákonným </w:t>
      </w:r>
      <w:r w:rsidR="003345B3" w:rsidRPr="00EE4D35">
        <w:t>lhůtám stanoveným pro vyjádření</w:t>
      </w:r>
      <w:r w:rsidR="009D78E0" w:rsidRPr="00EE4D35">
        <w:t xml:space="preserve"> příslušného dotčeného orgánu.</w:t>
      </w:r>
    </w:p>
    <w:p w14:paraId="0E4808CB" w14:textId="77777777" w:rsidR="000F2761" w:rsidRPr="00EE4D35" w:rsidRDefault="000F2761" w:rsidP="00EE4D35">
      <w:pPr>
        <w:pStyle w:val="Nadpis2"/>
      </w:pPr>
      <w:r w:rsidRPr="00EE4D35">
        <w:t xml:space="preserve">O předání a převzetí každé části díla bude vyhotoven zápis, podepsaný oběma smluvními stranami, jehož součástí bude mimo jiné popis případných vad a nedodělků a termínů, kdy budou odstraněny. Lhůta pro jejich odstranění </w:t>
      </w:r>
      <w:r w:rsidR="00795AD9" w:rsidRPr="00EE4D35">
        <w:t xml:space="preserve">činí 15 dnů, nebude-li </w:t>
      </w:r>
      <w:r w:rsidR="00C674BF" w:rsidRPr="00EE4D35">
        <w:t xml:space="preserve">písemně </w:t>
      </w:r>
      <w:r w:rsidR="00795AD9" w:rsidRPr="00EE4D35">
        <w:t>dohodnuto jinak</w:t>
      </w:r>
      <w:r w:rsidRPr="00EE4D35">
        <w:t>. Poslední zápis bude obsahovat i</w:t>
      </w:r>
      <w:r w:rsidR="007B696B" w:rsidRPr="00EE4D35">
        <w:t> </w:t>
      </w:r>
      <w:r w:rsidRPr="00EE4D35">
        <w:t>počátek běhu záruční doby (10.01.).</w:t>
      </w:r>
    </w:p>
    <w:p w14:paraId="7C861DB2" w14:textId="24FFAA03" w:rsidR="0098702C" w:rsidRPr="00EE4D35" w:rsidRDefault="0098702C" w:rsidP="00EE4D35">
      <w:pPr>
        <w:pStyle w:val="Nadpis2"/>
      </w:pPr>
      <w:r w:rsidRPr="00EE4D35">
        <w:t>Nedodržení doby plnění vč. dílčích termínů je považováno za podstatné porušení smlouvy.</w:t>
      </w:r>
    </w:p>
    <w:p w14:paraId="402E4095" w14:textId="77777777" w:rsidR="0098702C" w:rsidRPr="00EE4D35" w:rsidRDefault="0098702C" w:rsidP="00EE4D35">
      <w:pPr>
        <w:pStyle w:val="Nadpis2"/>
      </w:pPr>
      <w:r w:rsidRPr="00EE4D35">
        <w:t xml:space="preserve">Místem plnění je </w:t>
      </w:r>
      <w:r w:rsidR="009D26EF" w:rsidRPr="00EE4D35">
        <w:t>sídlo objednatele</w:t>
      </w:r>
      <w:r w:rsidR="002F6CC4" w:rsidRPr="00EE4D35">
        <w:t>.</w:t>
      </w:r>
    </w:p>
    <w:p w14:paraId="497064FA" w14:textId="77777777" w:rsidR="00882A9C" w:rsidRDefault="003017DF" w:rsidP="003E67EB">
      <w:pPr>
        <w:pStyle w:val="Nadpis1"/>
      </w:pPr>
      <w:r w:rsidRPr="00E67967">
        <w:t>Z</w:t>
      </w:r>
      <w:r w:rsidR="009A3163">
        <w:t>á</w:t>
      </w:r>
      <w:r w:rsidRPr="00E67967">
        <w:t>nik</w:t>
      </w:r>
      <w:r w:rsidR="009A3163">
        <w:t xml:space="preserve"> závazku</w:t>
      </w:r>
    </w:p>
    <w:p w14:paraId="3D0D7BE9" w14:textId="14EEE61F" w:rsidR="00A94B71" w:rsidRPr="00A94B71" w:rsidRDefault="009142EA" w:rsidP="00D47C39">
      <w:pPr>
        <w:pStyle w:val="Nadpis2"/>
      </w:pPr>
      <w:r w:rsidRPr="00EE4D35">
        <w:t xml:space="preserve">Zanikne </w:t>
      </w:r>
      <w:r w:rsidR="009A3163" w:rsidRPr="00EE4D35">
        <w:t xml:space="preserve">- li závazek </w:t>
      </w:r>
      <w:r w:rsidR="005E6EBF" w:rsidRPr="00EE4D35">
        <w:t>provést dílo z důvodu, za ně</w:t>
      </w:r>
      <w:r w:rsidR="003017DF" w:rsidRPr="00EE4D35">
        <w:t>ž odpo</w:t>
      </w:r>
      <w:r w:rsidR="003345B3" w:rsidRPr="00EE4D35">
        <w:t xml:space="preserve">vídá objednatel, má zhotovitel </w:t>
      </w:r>
      <w:r w:rsidR="003017DF" w:rsidRPr="00EE4D35">
        <w:t xml:space="preserve">právo </w:t>
      </w:r>
      <w:r w:rsidR="00693CEF" w:rsidRPr="00EE4D35">
        <w:t>na cenu za dílo sníženou o to, co zhotovitel neprovedením díla ušetřil</w:t>
      </w:r>
      <w:r w:rsidR="003345B3">
        <w:t>.</w:t>
      </w:r>
    </w:p>
    <w:p w14:paraId="335159B7" w14:textId="77777777" w:rsidR="00882A9C" w:rsidRDefault="003017DF" w:rsidP="003E67EB">
      <w:pPr>
        <w:pStyle w:val="Nadpis1"/>
      </w:pPr>
      <w:r w:rsidRPr="00E67967">
        <w:t>Výsledek činnosti</w:t>
      </w:r>
    </w:p>
    <w:p w14:paraId="52EB8930" w14:textId="425F2814" w:rsidR="008A630A" w:rsidRPr="00E67967" w:rsidRDefault="00A869AE" w:rsidP="009E089F">
      <w:r>
        <w:t>D</w:t>
      </w:r>
      <w:r w:rsidR="003017DF" w:rsidRPr="00E67967">
        <w:t>ílo nemůže zhotovitel poskytnout jiným osobám než objednateli</w:t>
      </w:r>
      <w:r w:rsidR="008718BC" w:rsidRPr="00E67967">
        <w:t>, který je oprávněn dílo použít pro další stupně projektových dokumentací</w:t>
      </w:r>
      <w:r w:rsidR="003017DF" w:rsidRPr="00E67967">
        <w:t>.</w:t>
      </w:r>
      <w:r w:rsidR="008A630A" w:rsidRPr="00E67967">
        <w:t xml:space="preserve"> Vlastnictví </w:t>
      </w:r>
      <w:r w:rsidR="007D5BF5" w:rsidRPr="00E67967">
        <w:t>předmětu díla</w:t>
      </w:r>
      <w:r w:rsidR="008A630A" w:rsidRPr="00E67967">
        <w:t xml:space="preserve"> na objednatele přejde </w:t>
      </w:r>
      <w:r w:rsidR="00973D2D">
        <w:t xml:space="preserve">postupně a to </w:t>
      </w:r>
      <w:r w:rsidR="008A630A" w:rsidRPr="00E67967">
        <w:t>předáním a</w:t>
      </w:r>
      <w:r w:rsidR="000C6FBE">
        <w:t> </w:t>
      </w:r>
      <w:r w:rsidR="008A630A" w:rsidRPr="00E67967">
        <w:t>převzetím</w:t>
      </w:r>
      <w:r w:rsidR="007D5BF5" w:rsidRPr="00E67967">
        <w:t xml:space="preserve"> příslušné části</w:t>
      </w:r>
      <w:r w:rsidR="008A630A" w:rsidRPr="00E67967">
        <w:t xml:space="preserve"> díla</w:t>
      </w:r>
      <w:r w:rsidR="00E237BC" w:rsidRPr="00E67967">
        <w:t>.</w:t>
      </w:r>
      <w:r w:rsidR="008A630A" w:rsidRPr="00E67967">
        <w:t xml:space="preserve"> Jestliže souč</w:t>
      </w:r>
      <w:r w:rsidR="003345B3">
        <w:t xml:space="preserve">ástí díla bude nehmotný statek, </w:t>
      </w:r>
      <w:r w:rsidR="008A630A" w:rsidRPr="00E67967">
        <w:t>je</w:t>
      </w:r>
      <w:r w:rsidR="00C674BF">
        <w:t>n</w:t>
      </w:r>
      <w:r w:rsidR="008A630A" w:rsidRPr="00E67967">
        <w:t>ž je předmětem úpravy zákona č. 121/2000 Sb., o právu autorském, o právech souvisejících s právem autorským a o změně ně</w:t>
      </w:r>
      <w:r w:rsidR="00056EEE">
        <w:t xml:space="preserve">kterých zákonů (autorský zákon), </w:t>
      </w:r>
      <w:r w:rsidR="008A630A" w:rsidRPr="00E67967">
        <w:t>(dále jen „nehmotný statek“), udílí zhotovitel objednateli nevýhradní licenci k užití nehmotného statku na dobu neurčitou</w:t>
      </w:r>
      <w:r w:rsidR="006C1C65" w:rsidRPr="00E67967">
        <w:t>.</w:t>
      </w:r>
      <w:r w:rsidR="00AB4043" w:rsidRPr="00E67967">
        <w:t xml:space="preserve"> </w:t>
      </w:r>
      <w:r w:rsidR="00E011EF" w:rsidRPr="00E67967">
        <w:t xml:space="preserve">Objednatel je oprávněn použít předmět díla bez </w:t>
      </w:r>
      <w:r w:rsidR="00E011EF" w:rsidRPr="008C2EAE">
        <w:t>omezení ke všem způsobům užití díla a může toto právo postupovat dalším subjektům za účelem změny,</w:t>
      </w:r>
      <w:r w:rsidR="00E011EF" w:rsidRPr="00E67967">
        <w:t xml:space="preserve"> úpravy a dokončení díla.</w:t>
      </w:r>
    </w:p>
    <w:p w14:paraId="30FAC9C2" w14:textId="4A0E632E" w:rsidR="008A630A" w:rsidRPr="00E67967" w:rsidRDefault="008A630A" w:rsidP="00277A92">
      <w:pPr>
        <w:pStyle w:val="Zkladntext"/>
      </w:pPr>
      <w:r w:rsidRPr="00E67967">
        <w:t xml:space="preserve">Odměna za užití nehmotného statku je již zahrnuta do ceny za dílo uvedené v čl. </w:t>
      </w:r>
      <w:r w:rsidR="003F61E7">
        <w:t>4</w:t>
      </w:r>
      <w:r w:rsidRPr="00E67967">
        <w:t xml:space="preserve"> smlouvy a</w:t>
      </w:r>
      <w:r w:rsidR="000C6FBE">
        <w:t> </w:t>
      </w:r>
      <w:r w:rsidRPr="00E67967">
        <w:t>zhotovitel není oprávněn požadovat jakoukoli další platbu za užívání díla.</w:t>
      </w:r>
    </w:p>
    <w:p w14:paraId="201AF0B8" w14:textId="77777777" w:rsidR="008A630A" w:rsidRDefault="008A630A" w:rsidP="00277A92">
      <w:pPr>
        <w:pStyle w:val="Zkladntext"/>
      </w:pPr>
      <w:r w:rsidRPr="00E67967">
        <w:lastRenderedPageBreak/>
        <w:t>Zhotovitel je povinen sdělit objednateli v případě zániku firmy tuto skutečnost, event. právního nástupce.</w:t>
      </w:r>
    </w:p>
    <w:p w14:paraId="44918322" w14:textId="77777777" w:rsidR="003017DF" w:rsidRPr="003752EF" w:rsidRDefault="00693CEF" w:rsidP="003E67EB">
      <w:pPr>
        <w:pStyle w:val="Nadpis1"/>
      </w:pPr>
      <w:r w:rsidRPr="003752EF">
        <w:t>Sankce</w:t>
      </w:r>
      <w:r w:rsidR="00C674BF">
        <w:t xml:space="preserve"> a úroky z prodlení</w:t>
      </w:r>
    </w:p>
    <w:p w14:paraId="1D608359" w14:textId="388811A7" w:rsidR="00840DD0" w:rsidRPr="00EE4D35" w:rsidRDefault="003017DF" w:rsidP="00EE4D35">
      <w:pPr>
        <w:pStyle w:val="Nadpis2"/>
        <w:rPr>
          <w:rFonts w:ascii="Times New Roman" w:hAnsi="Times New Roman"/>
          <w:sz w:val="24"/>
          <w:szCs w:val="24"/>
        </w:rPr>
      </w:pPr>
      <w:r w:rsidRPr="00EE4D35">
        <w:t xml:space="preserve">Z titulu nedodržení </w:t>
      </w:r>
      <w:r w:rsidR="00621E07" w:rsidRPr="00EE4D35">
        <w:t xml:space="preserve">jednotlivých </w:t>
      </w:r>
      <w:r w:rsidR="00B06F46" w:rsidRPr="00EE4D35">
        <w:t>dob</w:t>
      </w:r>
      <w:r w:rsidRPr="00EE4D35">
        <w:t xml:space="preserve"> plnění </w:t>
      </w:r>
      <w:r w:rsidR="00EB3A22" w:rsidRPr="00EE4D35">
        <w:t xml:space="preserve">(i milníků) </w:t>
      </w:r>
      <w:r w:rsidR="00B06F46" w:rsidRPr="00EE4D35">
        <w:t>sjednan</w:t>
      </w:r>
      <w:r w:rsidR="005477C4">
        <w:t xml:space="preserve">ých dle </w:t>
      </w:r>
      <w:r w:rsidR="00104D19" w:rsidRPr="00EE4D35">
        <w:t>odst. 5</w:t>
      </w:r>
      <w:r w:rsidR="00162D01" w:rsidRPr="00EE4D35">
        <w:t>.</w:t>
      </w:r>
      <w:r w:rsidR="00DC5195" w:rsidRPr="00EE4D35">
        <w:t>0</w:t>
      </w:r>
      <w:r w:rsidR="003345B3" w:rsidRPr="00EE4D35">
        <w:t>1.</w:t>
      </w:r>
      <w:r w:rsidR="005477C4">
        <w:t xml:space="preserve"> </w:t>
      </w:r>
      <w:r w:rsidR="00162D01" w:rsidRPr="00EE4D35">
        <w:t xml:space="preserve"> </w:t>
      </w:r>
      <w:r w:rsidRPr="00EE4D35">
        <w:t>smlouv</w:t>
      </w:r>
      <w:r w:rsidR="00162D01" w:rsidRPr="00EE4D35">
        <w:t>y</w:t>
      </w:r>
      <w:r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Pr="00EE4D35">
        <w:t xml:space="preserve">smluvní pokutu ve výši </w:t>
      </w:r>
      <w:r w:rsidR="00E504F9" w:rsidRPr="00EE4D35">
        <w:t>1</w:t>
      </w:r>
      <w:r w:rsidR="00C259F1" w:rsidRPr="00EE4D35">
        <w:t>.</w:t>
      </w:r>
      <w:r w:rsidR="009874FA" w:rsidRPr="00EE4D35">
        <w:t>0</w:t>
      </w:r>
      <w:r w:rsidR="00A465D5" w:rsidRPr="00EE4D35">
        <w:t>00 Kč</w:t>
      </w:r>
      <w:r w:rsidRPr="00EE4D35">
        <w:t xml:space="preserve"> za </w:t>
      </w:r>
      <w:r w:rsidR="00A465D5" w:rsidRPr="00EE4D35">
        <w:t xml:space="preserve">každý započatý den </w:t>
      </w:r>
      <w:r w:rsidR="00840DD0" w:rsidRPr="00EE4D35">
        <w:t>prodlení</w:t>
      </w:r>
      <w:r w:rsidR="00142FF1" w:rsidRPr="00EE4D35">
        <w:t xml:space="preserve">. </w:t>
      </w:r>
    </w:p>
    <w:p w14:paraId="1A9BB890" w14:textId="338B4C4A" w:rsidR="003017DF" w:rsidRPr="00EE4D35" w:rsidRDefault="000F71BE" w:rsidP="00EE4D35">
      <w:pPr>
        <w:pStyle w:val="Nadpis2"/>
      </w:pPr>
      <w:r w:rsidRPr="00EE4D35">
        <w:t>P</w:t>
      </w:r>
      <w:r w:rsidR="00A465D5" w:rsidRPr="00EE4D35">
        <w:t xml:space="preserve">ři nedodržení termínu </w:t>
      </w:r>
      <w:r w:rsidR="00B06F46" w:rsidRPr="00EE4D35">
        <w:t xml:space="preserve">pro </w:t>
      </w:r>
      <w:r w:rsidR="00A465D5" w:rsidRPr="00EE4D35">
        <w:t>odstranění vad a nedodělků při předání díla</w:t>
      </w:r>
      <w:r w:rsidR="00760EE0" w:rsidRPr="00EE4D35">
        <w:t>, resp. jeho dílčích částí</w:t>
      </w:r>
      <w:r w:rsidR="003D1144" w:rsidRPr="00EE4D35">
        <w:t xml:space="preserve"> </w:t>
      </w:r>
      <w:r w:rsidR="00D22174" w:rsidRPr="00EE4D35">
        <w:t>dle odst. 5.03.</w:t>
      </w:r>
      <w:r w:rsidR="005477C4">
        <w:t xml:space="preserve"> </w:t>
      </w:r>
      <w:r w:rsidR="006C4B7F" w:rsidRPr="00EE4D35">
        <w:t xml:space="preserve">a </w:t>
      </w:r>
      <w:r w:rsidR="00A465D5" w:rsidRPr="00EE4D35">
        <w:t>reklamovaných vad</w:t>
      </w:r>
      <w:r w:rsidR="00D22174" w:rsidRPr="00EE4D35">
        <w:t xml:space="preserve"> dle odst. 10.02</w:t>
      </w:r>
      <w:r w:rsidR="00840DD0" w:rsidRPr="00EE4D35">
        <w:t xml:space="preserve"> má objednatel právo uplatnit vůči zhotoviteli </w:t>
      </w:r>
      <w:r w:rsidR="00A55A1F" w:rsidRPr="00EE4D35">
        <w:t xml:space="preserve">a zhotovitel je povinen uhradit objednateli </w:t>
      </w:r>
      <w:r w:rsidR="00840DD0" w:rsidRPr="00EE4D35">
        <w:t>smluvní pokutu ve výši 1.000 Kč za každý započatý den prodlení</w:t>
      </w:r>
      <w:r w:rsidR="00A465D5" w:rsidRPr="00EE4D35">
        <w:t>.</w:t>
      </w:r>
      <w:r w:rsidR="00651D0C" w:rsidRPr="00EE4D35">
        <w:t xml:space="preserve"> </w:t>
      </w:r>
      <w:r w:rsidR="003017DF" w:rsidRPr="00EE4D35">
        <w:t>Při prodlení úhrady peněžitého plnění má zhotovitel právo uplatnit vůči objednateli</w:t>
      </w:r>
      <w:r w:rsidR="009C0832" w:rsidRPr="00EE4D35">
        <w:t xml:space="preserve"> úrok z prodlení </w:t>
      </w:r>
      <w:r w:rsidR="003017DF" w:rsidRPr="00EE4D35">
        <w:t>ve výši 0,</w:t>
      </w:r>
      <w:r w:rsidR="00DF6394" w:rsidRPr="00EE4D35">
        <w:t>0</w:t>
      </w:r>
      <w:r w:rsidR="006A10C2" w:rsidRPr="00EE4D35">
        <w:t>5</w:t>
      </w:r>
      <w:r w:rsidR="003017DF" w:rsidRPr="00EE4D35">
        <w:t xml:space="preserve"> % z dlužné částky za každý den prodlení.</w:t>
      </w:r>
    </w:p>
    <w:p w14:paraId="63042DDF" w14:textId="0C203142" w:rsidR="00272278" w:rsidRPr="00EE4D35" w:rsidRDefault="00272278" w:rsidP="00EE4D35">
      <w:pPr>
        <w:pStyle w:val="Nadpis2"/>
      </w:pPr>
      <w:r w:rsidRPr="00EE4D35">
        <w:t>V případě prodlení zhotovitele se zahájením odstraňov</w:t>
      </w:r>
      <w:r w:rsidR="00BC5409" w:rsidRPr="00EE4D35">
        <w:t>ání</w:t>
      </w:r>
      <w:r w:rsidRPr="00EE4D35">
        <w:t xml:space="preserve"> vad</w:t>
      </w:r>
      <w:r w:rsidR="000F5FD1" w:rsidRPr="00EE4D35">
        <w:t xml:space="preserve"> </w:t>
      </w:r>
      <w:r w:rsidR="00E2002C" w:rsidRPr="00EE4D35">
        <w:t xml:space="preserve">dle čl. </w:t>
      </w:r>
      <w:r w:rsidR="00740E5D" w:rsidRPr="00EE4D35">
        <w:t>10</w:t>
      </w:r>
      <w:r w:rsidR="00E2002C" w:rsidRPr="00EE4D35">
        <w:t>.</w:t>
      </w:r>
      <w:r w:rsidR="00A55A1F" w:rsidRPr="00EE4D35">
        <w:t xml:space="preserve"> smlouvy</w:t>
      </w:r>
      <w:r w:rsidR="00E2002C" w:rsidRPr="00EE4D35">
        <w:t xml:space="preserve"> zaplatí zhotovitel objednateli </w:t>
      </w:r>
      <w:r w:rsidR="000F5FD1" w:rsidRPr="00EE4D35">
        <w:t xml:space="preserve">smluvní </w:t>
      </w:r>
      <w:r w:rsidR="00651D0C" w:rsidRPr="00EE4D35">
        <w:t>pokutu 2</w:t>
      </w:r>
      <w:r w:rsidR="00E2002C" w:rsidRPr="00EE4D35">
        <w:t>00 Kč za každou</w:t>
      </w:r>
      <w:r w:rsidR="000F5FD1" w:rsidRPr="00EE4D35">
        <w:t xml:space="preserve"> vadu</w:t>
      </w:r>
      <w:r w:rsidR="002D1082" w:rsidRPr="00EE4D35">
        <w:t xml:space="preserve"> </w:t>
      </w:r>
      <w:r w:rsidR="000F5FD1" w:rsidRPr="00EE4D35">
        <w:t>a každý den prodlení s</w:t>
      </w:r>
      <w:r w:rsidR="00A55A1F" w:rsidRPr="00EE4D35">
        <w:t xml:space="preserve"> jejím </w:t>
      </w:r>
      <w:r w:rsidR="000F5FD1" w:rsidRPr="00EE4D35">
        <w:t>odstraňováním.</w:t>
      </w:r>
      <w:r w:rsidR="00E2002C" w:rsidRPr="00EE4D35">
        <w:t xml:space="preserve"> </w:t>
      </w:r>
    </w:p>
    <w:p w14:paraId="3260C1BE" w14:textId="07DA4871" w:rsidR="008C2EAE" w:rsidRPr="00EE4D35" w:rsidRDefault="008C2EAE" w:rsidP="00EE4D35">
      <w:pPr>
        <w:pStyle w:val="Nadpis2"/>
      </w:pPr>
      <w:r w:rsidRPr="00EE4D35">
        <w:t>Za každou vadu (chybu, kterou mohl zhotovitel předvídat) a nesoulad v PD, zjištěnou při realizaci stavby, která si vyžádá zvýšení nákladů stavby, uhradí zhotovitel projektové dokumentace objednateli smluvní pokutu ve výši 5</w:t>
      </w:r>
      <w:r w:rsidR="004F0898" w:rsidRPr="00EE4D35">
        <w:t xml:space="preserve"> </w:t>
      </w:r>
      <w:r w:rsidRPr="00EE4D35">
        <w:t>% z částky, o kterou se v důsledku této vady náklady na stavbu zvýší. Tato celková smluvní pokuta bude maximálně do 20</w:t>
      </w:r>
      <w:r w:rsidR="004F0898" w:rsidRPr="00EE4D35">
        <w:t xml:space="preserve"> </w:t>
      </w:r>
      <w:r w:rsidRPr="00EE4D35">
        <w:t>% z celkové ceny díla. Zaplacením smluvní pokuty není dotčen nárok objednatele na náhradu škody</w:t>
      </w:r>
      <w:r w:rsidR="006E496F" w:rsidRPr="00EE4D35">
        <w:t>, kterou lze vymáhat samosta</w:t>
      </w:r>
      <w:r w:rsidR="00AF5535">
        <w:t>t</w:t>
      </w:r>
      <w:r w:rsidR="006E496F" w:rsidRPr="00EE4D35">
        <w:t>ně</w:t>
      </w:r>
      <w:r w:rsidRPr="00EE4D35">
        <w:t>. Zhotovitel bere na vědomí, že pro objednatele je významné dodržení vysoutěžené ceny díla za zhotovení stavby, které si dlouhodobě plánuje do rozpočtu. Na stavb</w:t>
      </w:r>
      <w:r w:rsidR="00A55A1F" w:rsidRPr="00EE4D35">
        <w:t xml:space="preserve">u jsou rezervovány prostředky. </w:t>
      </w:r>
      <w:r w:rsidRPr="00EE4D35">
        <w:t>Proto každé navýšení ceny díla z důvodu vad projektu komplikuje objednateli zajištění finančních prostředků, nese nároky na čas zaměstnanců objednatele, na přípravu změn rozpočtu, změnových listů stavby, nutnost měnit smlouvu o dílo na stavbu. Z tohoto důvodu považuje zhotovitel výši sankce za přiměřenou.</w:t>
      </w:r>
    </w:p>
    <w:p w14:paraId="44F567EC" w14:textId="3EBA0456" w:rsidR="003927EA" w:rsidRPr="00EE4D35" w:rsidRDefault="00E9095E" w:rsidP="00EE4D35">
      <w:pPr>
        <w:pStyle w:val="Nadpis2"/>
      </w:pPr>
      <w:r w:rsidRPr="00EE4D35">
        <w:t>V případě, že zhotovitel poruš</w:t>
      </w:r>
      <w:r w:rsidR="00A444E5" w:rsidRPr="00EE4D35">
        <w:t>í</w:t>
      </w:r>
      <w:r w:rsidRPr="00EE4D35">
        <w:t xml:space="preserve"> podmínky specifik</w:t>
      </w:r>
      <w:r w:rsidR="001F13A9" w:rsidRPr="00EE4D35">
        <w:t>o</w:t>
      </w:r>
      <w:r w:rsidRPr="00EE4D35">
        <w:t>vané</w:t>
      </w:r>
      <w:r w:rsidR="00230D6B" w:rsidRPr="00EE4D35">
        <w:t xml:space="preserve"> </w:t>
      </w:r>
      <w:r w:rsidR="00230D6B" w:rsidRPr="00293E98">
        <w:t>v</w:t>
      </w:r>
      <w:r w:rsidR="005F4D9C" w:rsidRPr="00293E98">
        <w:t> odst.</w:t>
      </w:r>
      <w:r w:rsidR="000D6273" w:rsidRPr="00293E98">
        <w:t xml:space="preserve"> 3</w:t>
      </w:r>
      <w:r w:rsidR="00230D6B" w:rsidRPr="00293E98">
        <w:t>.</w:t>
      </w:r>
      <w:r w:rsidR="00DC5195" w:rsidRPr="00293E98">
        <w:t>0</w:t>
      </w:r>
      <w:r w:rsidR="00293E98" w:rsidRPr="00293E98">
        <w:t>2</w:t>
      </w:r>
      <w:r w:rsidR="00230D6B" w:rsidRPr="00293E98">
        <w:t xml:space="preserve"> </w:t>
      </w:r>
      <w:r w:rsidR="003927EA" w:rsidRPr="00293E98">
        <w:t>a</w:t>
      </w:r>
      <w:r w:rsidR="003927EA" w:rsidRPr="00EE4D35">
        <w:t xml:space="preserve"> </w:t>
      </w:r>
      <w:r w:rsidRPr="00EE4D35">
        <w:t>objednateli bude</w:t>
      </w:r>
      <w:r w:rsidR="003927EA" w:rsidRPr="00EE4D35">
        <w:t xml:space="preserve"> </w:t>
      </w:r>
      <w:r w:rsidRPr="00EE4D35">
        <w:t>uložena</w:t>
      </w:r>
      <w:r w:rsidR="003927EA" w:rsidRPr="00EE4D35">
        <w:t xml:space="preserve"> </w:t>
      </w:r>
      <w:r w:rsidRPr="00EE4D35">
        <w:t>pokuta</w:t>
      </w:r>
      <w:r w:rsidR="002E16EE" w:rsidRPr="00EE4D35">
        <w:t xml:space="preserve"> příslušným správním orgánem za porušení ustanovení zákona</w:t>
      </w:r>
      <w:r w:rsidRPr="00EE4D35">
        <w:t xml:space="preserve"> č. </w:t>
      </w:r>
      <w:r w:rsidR="00151764" w:rsidRPr="00EE4D35">
        <w:t>134/2016 Sb</w:t>
      </w:r>
      <w:r w:rsidR="00BC5409" w:rsidRPr="00EE4D35">
        <w:t xml:space="preserve">., </w:t>
      </w:r>
      <w:r w:rsidRPr="00EE4D35">
        <w:t xml:space="preserve">o </w:t>
      </w:r>
      <w:r w:rsidR="00801881" w:rsidRPr="00EE4D35">
        <w:t xml:space="preserve">zadávání </w:t>
      </w:r>
      <w:r w:rsidRPr="00EE4D35">
        <w:t>veřejných zakáz</w:t>
      </w:r>
      <w:r w:rsidR="00801881" w:rsidRPr="00EE4D35">
        <w:t>ek</w:t>
      </w:r>
      <w:r w:rsidR="002E16EE" w:rsidRPr="00EE4D35">
        <w:t xml:space="preserve">, je zhotovitel povinen zaplatit objednateli smluvní pokutu ve výši pokuty udělené objednateli tímto správním orgánem. </w:t>
      </w:r>
    </w:p>
    <w:p w14:paraId="15A090AB" w14:textId="0D61A7EC" w:rsidR="00334CC8" w:rsidRPr="00EE4D35" w:rsidRDefault="00334CC8" w:rsidP="00EE4D35">
      <w:pPr>
        <w:pStyle w:val="Nadpis2"/>
      </w:pPr>
      <w:r w:rsidRPr="00EE4D35">
        <w:lastRenderedPageBreak/>
        <w:t>V případě porušení povinnosti</w:t>
      </w:r>
      <w:r w:rsidR="00A55A1F" w:rsidRPr="00EE4D35">
        <w:t xml:space="preserve"> zhotovitele</w:t>
      </w:r>
      <w:r w:rsidRPr="00EE4D35">
        <w:t xml:space="preserve"> zpracovat odpověď na dota</w:t>
      </w:r>
      <w:r w:rsidR="00A55A1F" w:rsidRPr="00EE4D35">
        <w:t>z účastníka v zadávacím řízení n</w:t>
      </w:r>
      <w:r w:rsidRPr="00EE4D35">
        <w:t xml:space="preserve">a zhotovení stavby v dohodnutém termínu zaplatí zhotovitel objednateli smluvní pokutu 500 Kč za každou v termínu nezpracovanou odpověď a každý den prodlení se zasláním odpovědi objednateli. </w:t>
      </w:r>
    </w:p>
    <w:p w14:paraId="4BDAB1FC" w14:textId="58B6C9CC" w:rsidR="00443CA6" w:rsidRPr="00EE4D35" w:rsidRDefault="00443CA6" w:rsidP="00D47C39">
      <w:pPr>
        <w:pStyle w:val="Nadpis2"/>
      </w:pPr>
      <w:r w:rsidRPr="00EE4D35">
        <w:t>V případě chyby PD (i nekompletního předání elektronické verze PD), která vyvolá posun termínu odevzdání nabídek v rámci zadávacího řízení</w:t>
      </w:r>
      <w:r w:rsidR="00A55A1F" w:rsidRPr="00EE4D35">
        <w:t xml:space="preserve"> na zhotovitele stavby podle této PD</w:t>
      </w:r>
      <w:r w:rsidRPr="00EE4D35">
        <w:t xml:space="preserve"> je zhotovitel povinen zaplatit objednateli smluvní pokutu ve výši částky, o kterou se zvýší odměna administrátora veřejné zakázky za výkon jeho zadavat</w:t>
      </w:r>
      <w:r w:rsidR="00393240" w:rsidRPr="00EE4D35">
        <w:t xml:space="preserve">elských činností, nejméně však </w:t>
      </w:r>
      <w:r w:rsidRPr="00EE4D35">
        <w:t xml:space="preserve">5.000 Kč bez DPH. </w:t>
      </w:r>
    </w:p>
    <w:p w14:paraId="1FEADD6D" w14:textId="77777777" w:rsidR="000D6273" w:rsidRPr="00EE4D35" w:rsidRDefault="002D1082" w:rsidP="00EE4D35">
      <w:pPr>
        <w:pStyle w:val="Nadpis2"/>
      </w:pPr>
      <w:r w:rsidRPr="00EE4D35">
        <w:t>Sjednané</w:t>
      </w:r>
      <w:r w:rsidR="000D6273" w:rsidRPr="00EE4D35">
        <w:t xml:space="preserve"> majetkové sankce se nezapočítávají na náhradu případně vzniklé škody, kterou lze vymáhat samostatně. Pokud vznikne objednateli při </w:t>
      </w:r>
      <w:r w:rsidR="00693CEF" w:rsidRPr="00EE4D35">
        <w:t>realizaci stavby</w:t>
      </w:r>
      <w:r w:rsidR="000D6273" w:rsidRPr="00EE4D35">
        <w:t xml:space="preserve"> škoda způsobená pouze vadou PD, uhradí zhotovitel tuto v celé její výši. S</w:t>
      </w:r>
      <w:r w:rsidR="00BC5409" w:rsidRPr="00EE4D35">
        <w:t>mluvní pokuty</w:t>
      </w:r>
      <w:r w:rsidR="000D6273" w:rsidRPr="00EE4D35">
        <w:t xml:space="preserve"> budou uplatněny prostřednictvím faktury se splatností </w:t>
      </w:r>
      <w:r w:rsidR="00BC5409" w:rsidRPr="00EE4D35">
        <w:t>10</w:t>
      </w:r>
      <w:r w:rsidR="000D6273" w:rsidRPr="00EE4D35">
        <w:t xml:space="preserve"> dní. V pochybnostech se má za to, že faktura byla doručena třetí den po jejím odeslání.</w:t>
      </w:r>
    </w:p>
    <w:p w14:paraId="103D6003" w14:textId="77777777" w:rsidR="003017DF" w:rsidRPr="00E67967" w:rsidRDefault="003017DF" w:rsidP="003E67EB">
      <w:pPr>
        <w:pStyle w:val="Nadpis1"/>
      </w:pPr>
      <w:r w:rsidRPr="00E67967">
        <w:t>Dodací podmínky a další ujednání:</w:t>
      </w:r>
    </w:p>
    <w:p w14:paraId="1D991C86" w14:textId="3F35C054" w:rsidR="00740E5D" w:rsidRPr="00EE4D35" w:rsidRDefault="00740E5D" w:rsidP="00EE4D35">
      <w:pPr>
        <w:pStyle w:val="Nadpis2"/>
      </w:pPr>
      <w:r w:rsidRPr="00EE4D35">
        <w:t xml:space="preserve">Zhotovitel se zavazuje provést dílo s odbornou péčí, v rozsahu a kvalitě podle smlouvy </w:t>
      </w:r>
      <w:r w:rsidR="00903CE3" w:rsidRPr="00EE4D35">
        <w:t>a </w:t>
      </w:r>
      <w:r w:rsidRPr="00EE4D35">
        <w:t xml:space="preserve">v dohodnuté době plnění. Dále se zavazuje opatřit vše, co je zapotřebí k provedení díla podle smlouvy. </w:t>
      </w:r>
    </w:p>
    <w:p w14:paraId="15E7F475" w14:textId="77777777" w:rsidR="00740E5D" w:rsidRPr="00EE4D35" w:rsidRDefault="00740E5D" w:rsidP="009E089F">
      <w:r w:rsidRPr="00EE4D35">
        <w:t>Zhotovitel se zavazuje provést dílo pod svým osobním vedením. Při provádění díla postupuje samostatně, zavazuje se však respektovat příkazy objednatele upozorňující na možné porušování jeho povinností.</w:t>
      </w:r>
    </w:p>
    <w:p w14:paraId="7E99F3AF" w14:textId="7B27BFCB" w:rsidR="0030340A" w:rsidRPr="00EE4D35" w:rsidRDefault="003017DF" w:rsidP="00EE4D35">
      <w:pPr>
        <w:pStyle w:val="Nadpis2"/>
      </w:pPr>
      <w:r w:rsidRPr="00EE4D35">
        <w:t>Veškerá korespondence bude adresována</w:t>
      </w:r>
      <w:r w:rsidR="00871EA6" w:rsidRPr="00EE4D35">
        <w:t xml:space="preserve"> </w:t>
      </w:r>
      <w:r w:rsidR="002B0007" w:rsidRPr="00EE4D35">
        <w:t>na</w:t>
      </w:r>
      <w:r w:rsidR="00FD11B9" w:rsidRPr="00EE4D35">
        <w:t xml:space="preserve"> místo sídla objednatele</w:t>
      </w:r>
      <w:r w:rsidR="002B0007" w:rsidRPr="00EE4D35">
        <w:t>:</w:t>
      </w:r>
      <w:r w:rsidRPr="00EE4D35">
        <w:t xml:space="preserve"> </w:t>
      </w:r>
      <w:r w:rsidR="00A55A1F" w:rsidRPr="00EE4D35">
        <w:t>Město</w:t>
      </w:r>
      <w:r w:rsidR="00871EA6" w:rsidRPr="00EE4D35">
        <w:t xml:space="preserve"> </w:t>
      </w:r>
      <w:r w:rsidR="002B0007" w:rsidRPr="00EE4D35">
        <w:t>Uherský Brod</w:t>
      </w:r>
      <w:r w:rsidR="00871EA6" w:rsidRPr="00EE4D35">
        <w:t>,</w:t>
      </w:r>
      <w:r w:rsidR="00C4319D" w:rsidRPr="00EE4D35">
        <w:t xml:space="preserve"> Odbor</w:t>
      </w:r>
      <w:r w:rsidR="00871EA6" w:rsidRPr="00EE4D35">
        <w:t xml:space="preserve"> </w:t>
      </w:r>
      <w:r w:rsidR="00337DC9" w:rsidRPr="00EE4D35">
        <w:t>rozvoje města, oddělení investic</w:t>
      </w:r>
      <w:r w:rsidR="00871EA6" w:rsidRPr="00EE4D35">
        <w:t>,</w:t>
      </w:r>
      <w:r w:rsidR="0030340A" w:rsidRPr="00EE4D35">
        <w:t xml:space="preserve"> </w:t>
      </w:r>
      <w:r w:rsidR="002B0007" w:rsidRPr="00EE4D35">
        <w:t>Masarykovo nám.</w:t>
      </w:r>
      <w:r w:rsidR="00104D19" w:rsidRPr="00EE4D35">
        <w:t xml:space="preserve"> </w:t>
      </w:r>
      <w:r w:rsidR="002B0007" w:rsidRPr="00EE4D35">
        <w:t>100</w:t>
      </w:r>
      <w:r w:rsidR="00162D01" w:rsidRPr="00EE4D35">
        <w:t>,</w:t>
      </w:r>
      <w:r w:rsidR="0030340A" w:rsidRPr="00EE4D35">
        <w:t xml:space="preserve"> </w:t>
      </w:r>
      <w:r w:rsidR="008C2EAE" w:rsidRPr="00EE4D35">
        <w:t>688 01</w:t>
      </w:r>
      <w:r w:rsidR="002B0007" w:rsidRPr="00EE4D35">
        <w:t xml:space="preserve"> Uherský Brod.</w:t>
      </w:r>
    </w:p>
    <w:p w14:paraId="73266FD7" w14:textId="6F560C22" w:rsidR="003017DF" w:rsidRPr="00EE4D35" w:rsidRDefault="003017DF" w:rsidP="00EE4D35">
      <w:pPr>
        <w:pStyle w:val="Nadpis2"/>
      </w:pPr>
      <w:r w:rsidRPr="00EE4D35">
        <w:t>Vyskytne-li se v průběhu zpracování</w:t>
      </w:r>
      <w:r w:rsidR="00C4319D" w:rsidRPr="00EE4D35">
        <w:t>, projednání</w:t>
      </w:r>
      <w:r w:rsidRPr="00EE4D35">
        <w:t xml:space="preserve"> nebo </w:t>
      </w:r>
      <w:r w:rsidR="00C4319D" w:rsidRPr="00EE4D35">
        <w:t>realizace</w:t>
      </w:r>
      <w:r w:rsidRPr="00EE4D35">
        <w:t xml:space="preserve"> </w:t>
      </w:r>
      <w:r w:rsidR="008F61B0" w:rsidRPr="00EE4D35">
        <w:t>samotné stavby</w:t>
      </w:r>
      <w:r w:rsidRPr="00EE4D35">
        <w:t xml:space="preserve"> potřeba jejího rozšíření nebo zmenšení z</w:t>
      </w:r>
      <w:r w:rsidR="00162D01" w:rsidRPr="00EE4D35">
        <w:t> </w:t>
      </w:r>
      <w:r w:rsidRPr="00EE4D35">
        <w:t>důvodu</w:t>
      </w:r>
      <w:r w:rsidR="00162D01" w:rsidRPr="00EE4D35">
        <w:t>,</w:t>
      </w:r>
      <w:r w:rsidRPr="00EE4D35">
        <w:t xml:space="preserve"> který nebylo možno př</w:t>
      </w:r>
      <w:r w:rsidR="00333E65" w:rsidRPr="00EE4D35">
        <w:t xml:space="preserve">edpokládat v době </w:t>
      </w:r>
      <w:r w:rsidR="001F6D3D" w:rsidRPr="00EE4D35">
        <w:t>podpisu</w:t>
      </w:r>
      <w:r w:rsidR="00333E65" w:rsidRPr="00EE4D35">
        <w:t xml:space="preserve"> smlouvy</w:t>
      </w:r>
      <w:r w:rsidRPr="00EE4D35">
        <w:t xml:space="preserve">, zavazuje se </w:t>
      </w:r>
      <w:r w:rsidR="008F61B0" w:rsidRPr="00EE4D35">
        <w:t>zhotovitel</w:t>
      </w:r>
      <w:r w:rsidRPr="00EE4D35">
        <w:t xml:space="preserve"> k</w:t>
      </w:r>
      <w:r w:rsidR="00A55A1F" w:rsidRPr="00EE4D35">
        <w:t>e</w:t>
      </w:r>
      <w:r w:rsidRPr="00EE4D35">
        <w:t> </w:t>
      </w:r>
      <w:r w:rsidR="008F61B0" w:rsidRPr="00EE4D35">
        <w:t>zhotovení</w:t>
      </w:r>
      <w:r w:rsidRPr="00EE4D35">
        <w:t xml:space="preserve"> těchto prací. </w:t>
      </w:r>
      <w:r w:rsidR="00032F7E" w:rsidRPr="00EE4D35">
        <w:t>Odměna za provedení těchto víceprací bude oceněna v </w:t>
      </w:r>
      <w:r w:rsidR="00B409AF" w:rsidRPr="00EE4D35">
        <w:t xml:space="preserve">hodinové sazbě 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instrText xml:space="preserve"> FORMTEXT </w:instrText>
      </w:r>
      <w:r w:rsidR="004F0898" w:rsidRPr="00EE4D35">
        <w:rPr>
          <w:rStyle w:val="cena"/>
          <w:rFonts w:cs="Arial"/>
          <w:b w:val="0"/>
          <w:sz w:val="20"/>
          <w:highlight w:val="lightGray"/>
        </w:rPr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separate"/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eastAsia="Arial Unicode MS" w:cs="Arial"/>
          <w:b w:val="0"/>
          <w:sz w:val="20"/>
          <w:highlight w:val="lightGray"/>
        </w:rPr>
        <w:t> </w:t>
      </w:r>
      <w:r w:rsidR="004F0898" w:rsidRPr="00EE4D35">
        <w:rPr>
          <w:rStyle w:val="cena"/>
          <w:rFonts w:cs="Arial"/>
          <w:b w:val="0"/>
          <w:sz w:val="20"/>
          <w:highlight w:val="lightGray"/>
        </w:rPr>
        <w:fldChar w:fldCharType="end"/>
      </w:r>
      <w:r w:rsidR="004F0898" w:rsidRPr="00EE4D35">
        <w:rPr>
          <w:rStyle w:val="cena"/>
          <w:b w:val="0"/>
          <w:sz w:val="20"/>
        </w:rPr>
        <w:t xml:space="preserve"> </w:t>
      </w:r>
      <w:r w:rsidR="00032F7E" w:rsidRPr="00EE4D35">
        <w:t xml:space="preserve">Kč bez DPH. Počet hodin bude odsouhlasen objednatelem. </w:t>
      </w:r>
      <w:r w:rsidR="00BC5409" w:rsidRPr="00EE4D35">
        <w:t>S</w:t>
      </w:r>
      <w:r w:rsidR="00740E5D" w:rsidRPr="00EE4D35">
        <w:t xml:space="preserve">mluvní strany </w:t>
      </w:r>
      <w:r w:rsidR="00BC5409" w:rsidRPr="00EE4D35">
        <w:t xml:space="preserve">se zavazují </w:t>
      </w:r>
      <w:r w:rsidR="00740E5D" w:rsidRPr="00EE4D35">
        <w:t>v tomto smyslu  smlouvu změnit a to formou písemného číslovaného dodatku</w:t>
      </w:r>
      <w:r w:rsidR="00032F7E" w:rsidRPr="00EE4D35">
        <w:t>.</w:t>
      </w:r>
      <w:r w:rsidR="00740E5D" w:rsidRPr="00EE4D35">
        <w:t xml:space="preserve"> </w:t>
      </w:r>
      <w:r w:rsidR="00740E5D" w:rsidRPr="00EE4D35">
        <w:lastRenderedPageBreak/>
        <w:t>Objednatel je oprávněn odstoupit od  smlouvy, pokud zhotovitel na změnu  smlouvy nepřistoupí a dále, pokud nerespektuje</w:t>
      </w:r>
      <w:r w:rsidR="00334CC8" w:rsidRPr="00EE4D35">
        <w:t xml:space="preserve"> písemné</w:t>
      </w:r>
      <w:r w:rsidR="00740E5D" w:rsidRPr="00EE4D35">
        <w:t xml:space="preserve"> příkazy objednatele. </w:t>
      </w:r>
    </w:p>
    <w:p w14:paraId="249D8145" w14:textId="77777777" w:rsidR="005C47C7" w:rsidRPr="00EE4D35" w:rsidRDefault="005C47C7" w:rsidP="00EE4D35">
      <w:pPr>
        <w:pStyle w:val="Nadpis2"/>
      </w:pPr>
      <w:r w:rsidRPr="00EE4D35">
        <w:t>Vlastnické právo ke zhotovenému dílu přechází na objednate</w:t>
      </w:r>
      <w:r w:rsidR="000227F7" w:rsidRPr="00EE4D35">
        <w:t>le dnem předání a převzetí díla resp. jeho dílčích částí.</w:t>
      </w:r>
      <w:r w:rsidR="00BC5409" w:rsidRPr="00EE4D35">
        <w:t xml:space="preserve"> Tímto dnem přechází na objednatele i nebezpečí škody na dílčích částech díla.</w:t>
      </w:r>
    </w:p>
    <w:p w14:paraId="4974F8C7" w14:textId="77777777" w:rsidR="001A2821" w:rsidRPr="00EE4D35" w:rsidRDefault="001A2821" w:rsidP="00EE4D35">
      <w:pPr>
        <w:pStyle w:val="Nadpis2"/>
      </w:pPr>
      <w:r w:rsidRPr="00EE4D35">
        <w:t>Objednatel má právo bez zbytečného odkladu odstoupit od smlouvy v případě, že je zhotovitel v prodlení s termínem předání díla nebo jeho dílčích částí</w:t>
      </w:r>
      <w:r w:rsidR="00BF289E" w:rsidRPr="00EE4D35">
        <w:t xml:space="preserve"> více jak o 30 dní</w:t>
      </w:r>
      <w:r w:rsidRPr="00EE4D35">
        <w:t xml:space="preserve">. V případě odstoupení od smlouvy má objednatel právo dílo případně částečné plnění díla nepřevzít a neuhradit. Odstoupením od smlouvy se tato smlouva ruší </w:t>
      </w:r>
      <w:r w:rsidR="00334CC8" w:rsidRPr="00EE4D35">
        <w:t>s účinky ex nunc</w:t>
      </w:r>
      <w:r w:rsidRPr="00EE4D35">
        <w:t>.</w:t>
      </w:r>
    </w:p>
    <w:p w14:paraId="206B462B" w14:textId="531C741A" w:rsidR="00A55A1F" w:rsidRPr="00EE4D35" w:rsidRDefault="00A55A1F" w:rsidP="00EE4D35">
      <w:pPr>
        <w:pStyle w:val="Nadpis2"/>
      </w:pPr>
      <w:r w:rsidRPr="00EE4D35">
        <w:t>Odstoupení je účinné doručením oznámení o odstoupení na adresu objednatele uvedenou v záhlaví  smlouvy.</w:t>
      </w:r>
    </w:p>
    <w:p w14:paraId="2778B36D" w14:textId="77777777" w:rsidR="003017DF" w:rsidRPr="00E67967" w:rsidRDefault="003017DF" w:rsidP="003E67EB">
      <w:pPr>
        <w:pStyle w:val="Nadpis1"/>
      </w:pPr>
      <w:r w:rsidRPr="00E67967">
        <w:t>Záruční doba</w:t>
      </w:r>
    </w:p>
    <w:p w14:paraId="5C881ADD" w14:textId="4450FB0C" w:rsidR="00A869AE" w:rsidRPr="00EE4D35" w:rsidRDefault="00162D01" w:rsidP="00EE4D35">
      <w:pPr>
        <w:pStyle w:val="Nadpis2"/>
      </w:pPr>
      <w:r w:rsidRPr="00EE4D35">
        <w:t>Dílo má vady, jestliže jeho zhotovení neodpovídá  smlouvě. Záruční doba na vady díla činí 60 měsíců</w:t>
      </w:r>
      <w:r w:rsidR="001F13A9" w:rsidRPr="00EE4D35">
        <w:t xml:space="preserve"> a běží ode dne předání a převzetí </w:t>
      </w:r>
      <w:r w:rsidR="00740E5D" w:rsidRPr="00EE4D35">
        <w:t xml:space="preserve">celého </w:t>
      </w:r>
      <w:r w:rsidR="001F13A9" w:rsidRPr="00EE4D35">
        <w:t>díla</w:t>
      </w:r>
      <w:r w:rsidR="00BC5409" w:rsidRPr="00EE4D35">
        <w:t>, tj. jeho poslední dílčí části (5.01.)</w:t>
      </w:r>
      <w:r w:rsidR="000227F7" w:rsidRPr="00EE4D35">
        <w:t xml:space="preserve"> nebo ode dne odstoupení od  smlouvy</w:t>
      </w:r>
      <w:r w:rsidR="00BC5409" w:rsidRPr="00EE4D35">
        <w:t>, přičemž odstoupení je účinné dnem doručení oznámení o odstoupení druhé smluvní straně</w:t>
      </w:r>
      <w:r w:rsidR="001F13A9" w:rsidRPr="00EE4D35">
        <w:t>.</w:t>
      </w:r>
      <w:r w:rsidRPr="00EE4D35">
        <w:t xml:space="preserve"> Smluvní strany se dohodly, že v případě vady díla má objednatel právo požadovat a</w:t>
      </w:r>
      <w:r w:rsidR="006C4B7F" w:rsidRPr="00EE4D35">
        <w:t> </w:t>
      </w:r>
      <w:r w:rsidRPr="00EE4D35">
        <w:t xml:space="preserve">zhotovitel </w:t>
      </w:r>
      <w:r w:rsidR="00A55A1F" w:rsidRPr="00EE4D35">
        <w:t xml:space="preserve">má </w:t>
      </w:r>
      <w:r w:rsidRPr="00EE4D35">
        <w:t>povinnost odstranit zdarma vady předmětu plnění</w:t>
      </w:r>
      <w:r w:rsidR="00453766" w:rsidRPr="00EE4D35">
        <w:t xml:space="preserve">, nezvolí-li objednatel přednostně jiný nárok podle </w:t>
      </w:r>
      <w:r w:rsidR="00DB55E5">
        <w:t xml:space="preserve">ust. </w:t>
      </w:r>
      <w:r w:rsidR="00453766" w:rsidRPr="00EE4D35">
        <w:t>§ 2106 a § 2107 občanského zákoníku.</w:t>
      </w:r>
      <w:r w:rsidR="00F46A30" w:rsidRPr="00EE4D35">
        <w:t xml:space="preserve"> </w:t>
      </w:r>
      <w:r w:rsidR="00453766" w:rsidRPr="00EE4D35">
        <w:t>Objednatel sdělí zhotoviteli, jaké právo si zvolil při oznámení vady nebo bez zbytečného odkladu po oznámení vady.</w:t>
      </w:r>
    </w:p>
    <w:p w14:paraId="6C7B67F3" w14:textId="71BBDC9D" w:rsidR="00162D01" w:rsidRPr="00EE4D35" w:rsidRDefault="00162D01" w:rsidP="00EE4D35">
      <w:pPr>
        <w:pStyle w:val="Nadpis2"/>
      </w:pPr>
      <w:r w:rsidRPr="00EE4D35">
        <w:t>Zhotovitel se zavazuje zahájit odstraňování případných vad předmětu plnění okamžitě od uplatnění reklamace objednatelem</w:t>
      </w:r>
      <w:r w:rsidR="001D30D8" w:rsidRPr="00EE4D35">
        <w:t xml:space="preserve">, max. však do </w:t>
      </w:r>
      <w:r w:rsidR="000F5FD1" w:rsidRPr="00EE4D35">
        <w:t>5</w:t>
      </w:r>
      <w:r w:rsidR="001D30D8" w:rsidRPr="00EE4D35">
        <w:t xml:space="preserve"> dnů ode dne uplatnění reklamace</w:t>
      </w:r>
      <w:r w:rsidRPr="00EE4D35">
        <w:t xml:space="preserve"> a vady odstranit v</w:t>
      </w:r>
      <w:r w:rsidR="006C4B7F" w:rsidRPr="00EE4D35">
        <w:t> </w:t>
      </w:r>
      <w:r w:rsidRPr="00EE4D35">
        <w:t>nejkratší možné době</w:t>
      </w:r>
      <w:r w:rsidR="00A55A1F" w:rsidRPr="00EE4D35">
        <w:t>, a to ať už vadu zhotovitel uznává či nikoli.</w:t>
      </w:r>
      <w:r w:rsidRPr="00EE4D35">
        <w:t xml:space="preserve"> Termín odstranění vad se dohodne písemně.</w:t>
      </w:r>
      <w:r w:rsidR="00E9095E" w:rsidRPr="00EE4D35">
        <w:t xml:space="preserve"> </w:t>
      </w:r>
      <w:r w:rsidR="00334CC8" w:rsidRPr="00EE4D35">
        <w:t>N</w:t>
      </w:r>
      <w:r w:rsidR="008C2EAE" w:rsidRPr="00EE4D35">
        <w:t>edo</w:t>
      </w:r>
      <w:r w:rsidR="003512DB" w:rsidRPr="00EE4D35">
        <w:t>jd</w:t>
      </w:r>
      <w:r w:rsidR="00334CC8" w:rsidRPr="00EE4D35">
        <w:t>e-li k dohodě, činí m</w:t>
      </w:r>
      <w:r w:rsidR="00E9095E" w:rsidRPr="00EE4D35">
        <w:t xml:space="preserve">aximální lhůta pro odstranění vad </w:t>
      </w:r>
      <w:r w:rsidR="00E2002C" w:rsidRPr="00EE4D35">
        <w:t>14 dní</w:t>
      </w:r>
      <w:r w:rsidR="00E9095E" w:rsidRPr="00EE4D35">
        <w:t xml:space="preserve"> </w:t>
      </w:r>
      <w:r w:rsidR="001D30D8" w:rsidRPr="00EE4D35">
        <w:t>ode dne uplatnění reklamace</w:t>
      </w:r>
      <w:r w:rsidR="00E9095E" w:rsidRPr="00EE4D35">
        <w:t>.</w:t>
      </w:r>
    </w:p>
    <w:p w14:paraId="554FC30C" w14:textId="5F9B6D49" w:rsidR="00C4319D" w:rsidRDefault="0063644A" w:rsidP="009E089F">
      <w:r>
        <w:t>V</w:t>
      </w:r>
      <w:r w:rsidR="00C4319D" w:rsidRPr="00E67967">
        <w:t>ady</w:t>
      </w:r>
      <w:r>
        <w:t xml:space="preserve"> díla zjištěné</w:t>
      </w:r>
      <w:r w:rsidR="00C4319D">
        <w:t xml:space="preserve"> při realizaci stavby</w:t>
      </w:r>
      <w:r>
        <w:t xml:space="preserve"> budou</w:t>
      </w:r>
      <w:r w:rsidR="00C4319D" w:rsidRPr="00E67967">
        <w:t xml:space="preserve"> </w:t>
      </w:r>
      <w:r>
        <w:t xml:space="preserve">řešeny bezodkladně na kontrolním dnu stavby (dále jen </w:t>
      </w:r>
      <w:r w:rsidR="00B409AF">
        <w:t>„</w:t>
      </w:r>
      <w:r>
        <w:t>KD</w:t>
      </w:r>
      <w:r w:rsidR="00B409AF">
        <w:t>“</w:t>
      </w:r>
      <w:r>
        <w:t>) a</w:t>
      </w:r>
      <w:r w:rsidR="006C4B7F">
        <w:t> </w:t>
      </w:r>
      <w:r>
        <w:t>zapsány vč. termínů odstranění</w:t>
      </w:r>
      <w:r w:rsidR="00C4319D" w:rsidRPr="00E67967">
        <w:t xml:space="preserve"> do zápisu </w:t>
      </w:r>
      <w:r w:rsidR="00C4319D">
        <w:t>z</w:t>
      </w:r>
      <w:r>
        <w:t xml:space="preserve"> KD </w:t>
      </w:r>
      <w:r w:rsidR="00C4319D">
        <w:t>nebo technickým dozorem</w:t>
      </w:r>
      <w:r>
        <w:t xml:space="preserve"> </w:t>
      </w:r>
      <w:r w:rsidR="00293E98">
        <w:t>stavebníka</w:t>
      </w:r>
      <w:r>
        <w:t xml:space="preserve"> (dále jen </w:t>
      </w:r>
      <w:r w:rsidR="003512DB">
        <w:t>„</w:t>
      </w:r>
      <w:r>
        <w:t>TD</w:t>
      </w:r>
      <w:r w:rsidR="00293E98">
        <w:t>S</w:t>
      </w:r>
      <w:r w:rsidR="003512DB">
        <w:t>“</w:t>
      </w:r>
      <w:r>
        <w:t xml:space="preserve">) </w:t>
      </w:r>
      <w:r w:rsidR="00C4319D">
        <w:t xml:space="preserve">do stavebního deníku. O zápisu vady do stavebního deníku </w:t>
      </w:r>
      <w:r>
        <w:t>bude</w:t>
      </w:r>
      <w:r w:rsidR="00C4319D">
        <w:t xml:space="preserve"> TDI informovat projektanta např. e</w:t>
      </w:r>
      <w:r w:rsidR="003512DB">
        <w:t>-</w:t>
      </w:r>
      <w:r w:rsidR="00C4319D">
        <w:t xml:space="preserve">mailem. </w:t>
      </w:r>
      <w:r w:rsidR="00C4319D" w:rsidRPr="00E67967">
        <w:t>Maximální lhůta pro odstranění vad</w:t>
      </w:r>
      <w:r>
        <w:t xml:space="preserve"> v průběhu </w:t>
      </w:r>
      <w:r>
        <w:lastRenderedPageBreak/>
        <w:t>realizace stavby</w:t>
      </w:r>
      <w:r w:rsidR="00C4319D" w:rsidRPr="00E67967">
        <w:t xml:space="preserve"> je </w:t>
      </w:r>
      <w:r w:rsidR="00C4319D">
        <w:t>10 dní</w:t>
      </w:r>
      <w:r w:rsidR="00C4319D" w:rsidRPr="00E67967">
        <w:t xml:space="preserve"> ode dne uplatnění práva z</w:t>
      </w:r>
      <w:r w:rsidR="00903CE3">
        <w:t> </w:t>
      </w:r>
      <w:r w:rsidR="00C4319D" w:rsidRPr="00E67967">
        <w:t>odpovědnosti za vady</w:t>
      </w:r>
      <w:r>
        <w:t xml:space="preserve"> </w:t>
      </w:r>
      <w:r w:rsidR="00A51D2E">
        <w:t xml:space="preserve">– </w:t>
      </w:r>
      <w:r>
        <w:t>odeslání kopie zápisu ve stavebním deníku e</w:t>
      </w:r>
      <w:r w:rsidR="005026B3">
        <w:t>-</w:t>
      </w:r>
      <w:r>
        <w:t>mailem projektantovi nebo zápisem do zápisu z KD v případě účasti projektanta na KD.</w:t>
      </w:r>
    </w:p>
    <w:p w14:paraId="6FFA813E" w14:textId="77777777" w:rsidR="003017DF" w:rsidRPr="00E67967" w:rsidRDefault="003017DF" w:rsidP="003E67EB">
      <w:pPr>
        <w:pStyle w:val="Nadpis1"/>
      </w:pPr>
      <w:r w:rsidRPr="00E67967">
        <w:t>Závěrečná ustanovení</w:t>
      </w:r>
    </w:p>
    <w:p w14:paraId="783D1836" w14:textId="18179F4C" w:rsidR="00E51CCE" w:rsidRPr="00EE4D35" w:rsidRDefault="00E51CCE" w:rsidP="00EE4D35">
      <w:pPr>
        <w:pStyle w:val="Nadpis2"/>
      </w:pPr>
      <w:r w:rsidRPr="00EE4D35">
        <w:t xml:space="preserve">Jakákoli změna smlouvy musí mít písemnou formu a musí být podepsána osobami oprávněnými za objednatele a zhotovitele jednat a podepisovat nebo osobami jimi zmocněnými. Změny smlouvy se sjednávají jako číslovaný </w:t>
      </w:r>
      <w:r w:rsidR="00A55A1F" w:rsidRPr="00EE4D35">
        <w:t xml:space="preserve">písemný </w:t>
      </w:r>
      <w:r w:rsidRPr="00EE4D35">
        <w:t>dodatek ke smlouvě.</w:t>
      </w:r>
    </w:p>
    <w:p w14:paraId="5AD6D703" w14:textId="77777777" w:rsidR="00E51CCE" w:rsidRPr="00EE4D35" w:rsidRDefault="00E51CCE" w:rsidP="00EE4D35">
      <w:pPr>
        <w:pStyle w:val="Nadpis2"/>
      </w:pPr>
      <w:r w:rsidRPr="00EE4D35">
        <w:t>Zhotovitel je podle ustanovení § 2 písm. e) zákona č. 320/2001 Sb., o finanční kontrole ve veřejné správě a o změně některých zákonů (zákon o finanční kontrole), ve znění pozdějších předpisů, osobou povinou spolupůsobit při výkonu finanční kontroly. Toto spolupůsobení je povinen zajistit i u svých příp. poddodavatelů.</w:t>
      </w:r>
    </w:p>
    <w:p w14:paraId="7F03709E" w14:textId="77777777" w:rsidR="00801881" w:rsidRPr="00EE4D35" w:rsidRDefault="00801881" w:rsidP="00EE4D35">
      <w:pPr>
        <w:pStyle w:val="Nadpis2"/>
      </w:pPr>
      <w:r w:rsidRPr="00EE4D35">
        <w:t>Smluvní strany výslovně souhlasí s tím, že tato smlouva může být bez jakéhokoliv omezení zveřejněna na oficiálních internetových stránkách města Uherský Brod (www.ub.cz nebo www.uherskybrod.cz). Souhlas se zveřejněním se týká i případných osobních údajů uvedených v této smlouvě, kdy je tento odstavec smluvními stranami považován za souhlas se zpracováním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 zpracování osobních údajů, a tedy město Uherský Brod má mimo jiné právo uchovávat a zveřejňovat osobní údaje v této smlouvě obsažené.</w:t>
      </w:r>
    </w:p>
    <w:p w14:paraId="42045822" w14:textId="77777777" w:rsidR="00456F6A" w:rsidRPr="00EE4D35" w:rsidRDefault="00456F6A" w:rsidP="009E089F">
      <w:r w:rsidRPr="00EE4D35">
        <w:t xml:space="preserve">Podrobné informace o zpracovávání osobních údajů městem Uherský Brod jsou k dispozici na webové stránce: </w:t>
      </w:r>
      <w:hyperlink r:id="rId9" w:history="1">
        <w:r w:rsidRPr="00EE4D35">
          <w:rPr>
            <w:rStyle w:val="Hypertextovodkaz"/>
          </w:rPr>
          <w:t>www.ub.cz/info/osobni-udaje</w:t>
        </w:r>
      </w:hyperlink>
      <w:r w:rsidRPr="00EE4D35">
        <w:t xml:space="preserve">. </w:t>
      </w:r>
    </w:p>
    <w:p w14:paraId="3BB5D835" w14:textId="68BC72DE" w:rsidR="00E51CCE" w:rsidRPr="00EE4D35" w:rsidRDefault="00E51CCE" w:rsidP="00EE4D35">
      <w:pPr>
        <w:pStyle w:val="Nadpis2"/>
      </w:pPr>
      <w:r w:rsidRPr="00EE4D35">
        <w:t xml:space="preserve">Smluvní strany se dohodly, že pokud se </w:t>
      </w:r>
      <w:r w:rsidR="00A55A1F" w:rsidRPr="00EE4D35">
        <w:t>o</w:t>
      </w:r>
      <w:r w:rsidRPr="00EE4D35">
        <w:t>bjednatel ocitne v pozic</w:t>
      </w:r>
      <w:r w:rsidR="00A55A1F" w:rsidRPr="00EE4D35">
        <w:t xml:space="preserve">i ručitele dle </w:t>
      </w:r>
      <w:r w:rsidR="005026B3">
        <w:t xml:space="preserve">ust. </w:t>
      </w:r>
      <w:r w:rsidR="00A55A1F" w:rsidRPr="00EE4D35">
        <w:t>§ 109 ZoDPH, je o</w:t>
      </w:r>
      <w:r w:rsidRPr="00EE4D35">
        <w:t xml:space="preserve">bjednatel oprávněn </w:t>
      </w:r>
      <w:r w:rsidR="00A55A1F" w:rsidRPr="00EE4D35">
        <w:t>uhradit DPH přímo správci daně z</w:t>
      </w:r>
      <w:r w:rsidRPr="00EE4D35">
        <w:t>hotovitele; zapl</w:t>
      </w:r>
      <w:r w:rsidR="00A55A1F" w:rsidRPr="00EE4D35">
        <w:t>acení DPH na účet správce daně z</w:t>
      </w:r>
      <w:r w:rsidRPr="00EE4D35">
        <w:t xml:space="preserve">hotovitele </w:t>
      </w:r>
      <w:r w:rsidR="00A55A1F" w:rsidRPr="00EE4D35">
        <w:t>(a zaplacení ceny za provedení p</w:t>
      </w:r>
      <w:r w:rsidRPr="00EE4D35">
        <w:t xml:space="preserve">ředmětu plnění </w:t>
      </w:r>
      <w:r w:rsidR="00A55A1F" w:rsidRPr="00EE4D35">
        <w:t>z</w:t>
      </w:r>
      <w:r w:rsidRPr="00EE4D35">
        <w:t xml:space="preserve">hotoviteli) bude považováno za splnění závazku </w:t>
      </w:r>
      <w:r w:rsidR="00A55A1F" w:rsidRPr="00EE4D35">
        <w:t>o</w:t>
      </w:r>
      <w:r w:rsidRPr="00EE4D35">
        <w:t>bjednatele uhradit sjednanou cenu za provede</w:t>
      </w:r>
      <w:r w:rsidR="00A55A1F" w:rsidRPr="00EE4D35">
        <w:t>ní p</w:t>
      </w:r>
      <w:r w:rsidR="00503C0D" w:rsidRPr="00EE4D35">
        <w:t xml:space="preserve">ředmětu plnění vč. DPH, </w:t>
      </w:r>
      <w:r w:rsidRPr="00EE4D35">
        <w:t xml:space="preserve">resp. za dílčí plnění </w:t>
      </w:r>
      <w:r w:rsidR="00A55A1F" w:rsidRPr="00EE4D35">
        <w:t>p</w:t>
      </w:r>
      <w:r w:rsidRPr="00EE4D35">
        <w:t>ředmětu plnění. Zhotovitel</w:t>
      </w:r>
      <w:r w:rsidR="00A55A1F" w:rsidRPr="00EE4D35">
        <w:t xml:space="preserve"> se zavazuje v případě, kdy se o</w:t>
      </w:r>
      <w:r w:rsidRPr="00EE4D35">
        <w:t>bjednatel ocitne v pozici ručitele dle § 109 ZoDPH, bez zbytečného odkladu p</w:t>
      </w:r>
      <w:r w:rsidR="00A55A1F" w:rsidRPr="00EE4D35">
        <w:t>oskytnout o</w:t>
      </w:r>
      <w:r w:rsidR="00503C0D" w:rsidRPr="00EE4D35">
        <w:t xml:space="preserve">bjednateli veškerou </w:t>
      </w:r>
      <w:r w:rsidRPr="00EE4D35">
        <w:t xml:space="preserve">nezbytnou </w:t>
      </w:r>
      <w:r w:rsidRPr="00EE4D35">
        <w:lastRenderedPageBreak/>
        <w:t>součinnost za účelem řádné a včasné ú</w:t>
      </w:r>
      <w:r w:rsidR="00A55A1F" w:rsidRPr="00EE4D35">
        <w:t>hrady DPH na účet správce daně zhotovitele, zejména pak zhotovitel poskytne o</w:t>
      </w:r>
      <w:r w:rsidRPr="00EE4D35">
        <w:t xml:space="preserve">bjednateli údaj o tom, ke kterému správci daně je </w:t>
      </w:r>
      <w:r w:rsidR="00A55A1F" w:rsidRPr="00EE4D35">
        <w:t>z</w:t>
      </w:r>
      <w:r w:rsidRPr="00EE4D35">
        <w:t>hotovitel příslušný.</w:t>
      </w:r>
    </w:p>
    <w:p w14:paraId="4A344A83" w14:textId="77777777" w:rsidR="006124D5" w:rsidRPr="00EE4D35" w:rsidRDefault="006124D5" w:rsidP="00EE4D35">
      <w:pPr>
        <w:pStyle w:val="Nadpis2"/>
      </w:pPr>
      <w:r w:rsidRPr="00EE4D35">
        <w:t>Smluvní strany navzájem prohlašují, že smlouva neobsahuje žádné obchodní tajemství.</w:t>
      </w:r>
    </w:p>
    <w:p w14:paraId="531B5496" w14:textId="4F0B6A65" w:rsidR="006124D5" w:rsidRPr="00EE4D35" w:rsidRDefault="005026B3" w:rsidP="00EE4D35">
      <w:pPr>
        <w:pStyle w:val="Nadpis2"/>
        <w:rPr>
          <w:b/>
        </w:rPr>
      </w:pPr>
      <w:r>
        <w:t>S</w:t>
      </w:r>
      <w:r w:rsidR="006124D5" w:rsidRPr="00EE4D35">
        <w:t>mlouva bude zveřejněna objednatelem v registru smluv podle zákona č. 340/2015 Sb., o</w:t>
      </w:r>
      <w:r w:rsidR="00903CE3" w:rsidRPr="00EE4D35">
        <w:t> </w:t>
      </w:r>
      <w:r w:rsidR="006124D5" w:rsidRPr="00EE4D35">
        <w:t>zvláštních podmínkách účinnosti některých smluv, uveřejňování těchto smluv a o registru smluv</w:t>
      </w:r>
      <w:r w:rsidR="006124D5">
        <w:t xml:space="preserve"> </w:t>
      </w:r>
      <w:r w:rsidR="006124D5" w:rsidRPr="00EE4D35">
        <w:rPr>
          <w:b/>
        </w:rPr>
        <w:t>(zákon o</w:t>
      </w:r>
      <w:r w:rsidR="006C4B7F" w:rsidRPr="00EE4D35">
        <w:rPr>
          <w:b/>
        </w:rPr>
        <w:t> </w:t>
      </w:r>
      <w:r w:rsidR="006124D5" w:rsidRPr="00EE4D35">
        <w:rPr>
          <w:b/>
        </w:rPr>
        <w:t>registru smluv).</w:t>
      </w:r>
      <w:r w:rsidR="00C90F86" w:rsidRPr="00EE4D35">
        <w:rPr>
          <w:b/>
        </w:rPr>
        <w:t xml:space="preserve"> </w:t>
      </w:r>
      <w:r w:rsidR="006124D5" w:rsidRPr="00EE4D35">
        <w:rPr>
          <w:b/>
        </w:rPr>
        <w:t>Objednatel zašle tuto smlouvu správci registru smluv k uveřejnění bez zbytečného odkladu, nejpozději však do 30 dnů od uzavření smlouvy.</w:t>
      </w:r>
    </w:p>
    <w:p w14:paraId="5A88E5E4" w14:textId="3FE22045" w:rsidR="00011162" w:rsidRPr="00EE4D35" w:rsidRDefault="00011162" w:rsidP="00EE4D35">
      <w:pPr>
        <w:pStyle w:val="Nadpis2"/>
      </w:pPr>
      <w:r w:rsidRPr="00EE4D35">
        <w:t xml:space="preserve">Smlouva je vyhotovena ve </w:t>
      </w:r>
      <w:r w:rsidR="0030526A">
        <w:t>4</w:t>
      </w:r>
      <w:r w:rsidRPr="00EE4D35">
        <w:t xml:space="preserve"> stejnopisech s platností originálu, z nichž 2 obdrží objednatel </w:t>
      </w:r>
      <w:r w:rsidR="000135C2">
        <w:br/>
      </w:r>
      <w:r w:rsidRPr="00EE4D35">
        <w:t xml:space="preserve">a </w:t>
      </w:r>
      <w:r w:rsidR="0030526A">
        <w:t>2</w:t>
      </w:r>
      <w:r w:rsidRPr="00EE4D35">
        <w:t xml:space="preserve"> zhotovitel.</w:t>
      </w:r>
    </w:p>
    <w:p w14:paraId="50E84F24" w14:textId="77777777" w:rsidR="00011162" w:rsidRPr="00EE4D35" w:rsidRDefault="00011162" w:rsidP="00EE4D35">
      <w:pPr>
        <w:pStyle w:val="Nadpis2"/>
      </w:pPr>
      <w:r w:rsidRPr="00EE4D35">
        <w:t>Smlouva nabývá platnosti podpisem obou stran a účinnosti dnem zveřejnění v registru smluv.</w:t>
      </w:r>
    </w:p>
    <w:p w14:paraId="7B3106D2" w14:textId="77777777" w:rsidR="00D9688C" w:rsidRDefault="00D9688C" w:rsidP="009E089F"/>
    <w:p w14:paraId="6EF22F91" w14:textId="77777777" w:rsidR="0030526A" w:rsidRDefault="0030526A" w:rsidP="009E089F"/>
    <w:p w14:paraId="22DF91F7" w14:textId="77777777" w:rsidR="007A3FFA" w:rsidRDefault="007A3FFA" w:rsidP="009E08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C17752" w:rsidRPr="00E67967" w14:paraId="7C00D5A1" w14:textId="77777777" w:rsidTr="007A3FFA">
        <w:trPr>
          <w:trHeight w:val="257"/>
        </w:trPr>
        <w:tc>
          <w:tcPr>
            <w:tcW w:w="9211" w:type="dxa"/>
          </w:tcPr>
          <w:p w14:paraId="75EF64F4" w14:textId="77777777" w:rsidR="00C17752" w:rsidRPr="00E67967" w:rsidRDefault="00C17752" w:rsidP="00A94B71">
            <w:pPr>
              <w:jc w:val="center"/>
            </w:pPr>
            <w:r w:rsidRPr="00E67967">
              <w:t>Doložka</w:t>
            </w:r>
            <w:r w:rsidR="00A51D2E">
              <w:t xml:space="preserve"> dle § 41 z.č. 128/2000 Sb., o </w:t>
            </w:r>
            <w:r w:rsidRPr="00E67967">
              <w:t>obcích (obecní zřízení)</w:t>
            </w:r>
          </w:p>
        </w:tc>
      </w:tr>
      <w:tr w:rsidR="00C17752" w:rsidRPr="00E67967" w14:paraId="5ECDBABD" w14:textId="77777777" w:rsidTr="00C46C8F">
        <w:tc>
          <w:tcPr>
            <w:tcW w:w="9211" w:type="dxa"/>
          </w:tcPr>
          <w:p w14:paraId="47107E65" w14:textId="77777777" w:rsidR="00C17752" w:rsidRPr="00E67967" w:rsidRDefault="00553517" w:rsidP="00A94B71">
            <w:pPr>
              <w:jc w:val="center"/>
            </w:pPr>
            <w:r w:rsidRPr="00E67967">
              <w:t>Schváleno orgánem obce:</w:t>
            </w:r>
            <w:r w:rsidRPr="00E67967">
              <w:tab/>
            </w:r>
            <w:r w:rsidR="00C17752" w:rsidRPr="00E67967">
              <w:t>Rada města Uherský Brod</w:t>
            </w:r>
          </w:p>
        </w:tc>
      </w:tr>
      <w:tr w:rsidR="00C17752" w:rsidRPr="00E67967" w14:paraId="4F43B32B" w14:textId="77777777" w:rsidTr="00C46C8F">
        <w:tc>
          <w:tcPr>
            <w:tcW w:w="9211" w:type="dxa"/>
          </w:tcPr>
          <w:p w14:paraId="1581BA88" w14:textId="7880F7AD" w:rsidR="00C17752" w:rsidRPr="00E67967" w:rsidRDefault="008C49A4" w:rsidP="00277A92">
            <w:pPr>
              <w:pStyle w:val="Zkladntext"/>
            </w:pPr>
            <w:r>
              <w:t xml:space="preserve">                                                            x</w:t>
            </w:r>
            <w:r w:rsidR="00337DC9">
              <w:t>x</w:t>
            </w:r>
            <w:r w:rsidR="00C17752" w:rsidRPr="00E67967">
              <w:t xml:space="preserve">. schůze konaná dne  </w:t>
            </w:r>
            <w:r w:rsidR="00337DC9">
              <w:t>xxx</w:t>
            </w:r>
          </w:p>
          <w:p w14:paraId="2CDDAD07" w14:textId="0F258A32" w:rsidR="00C17752" w:rsidRPr="00E67967" w:rsidRDefault="00795AD9" w:rsidP="00A94B71">
            <w:pPr>
              <w:jc w:val="center"/>
            </w:pPr>
            <w:r>
              <w:t>č. usnesení  xxx/Rxx/2</w:t>
            </w:r>
            <w:r w:rsidR="00A94B71">
              <w:t>5</w:t>
            </w:r>
          </w:p>
        </w:tc>
      </w:tr>
    </w:tbl>
    <w:p w14:paraId="733D595A" w14:textId="77777777" w:rsidR="008A4E89" w:rsidRDefault="008A4E89" w:rsidP="009E089F">
      <w:pPr>
        <w:rPr>
          <w:highlight w:val="yellow"/>
        </w:rPr>
      </w:pPr>
    </w:p>
    <w:p w14:paraId="1399BEA5" w14:textId="77777777" w:rsidR="007A3FFA" w:rsidRPr="00E67967" w:rsidRDefault="007A3FFA" w:rsidP="009E089F">
      <w:pPr>
        <w:rPr>
          <w:highlight w:val="yellow"/>
        </w:rPr>
      </w:pPr>
    </w:p>
    <w:p w14:paraId="0C33779E" w14:textId="77777777" w:rsidR="000C0370" w:rsidRDefault="008A4E89" w:rsidP="009E089F">
      <w:pPr>
        <w:pStyle w:val="podpisysmlouva"/>
      </w:pPr>
      <w:r>
        <w:tab/>
      </w:r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12" w:name="Text22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2"/>
      <w:r w:rsidR="000C0370" w:rsidRPr="00E67967">
        <w:t>, dne</w:t>
      </w:r>
      <w:r>
        <w:t xml:space="preserve"> </w:t>
      </w:r>
      <w:r>
        <w:fldChar w:fldCharType="begin">
          <w:ffData>
            <w:name w:val="Text23"/>
            <w:enabled/>
            <w:calcOnExit w:val="0"/>
            <w:textInput/>
          </w:ffData>
        </w:fldChar>
      </w:r>
      <w:bookmarkStart w:id="13" w:name="Text23"/>
      <w:r>
        <w:instrText xml:space="preserve"> FORMTEXT </w:instrText>
      </w:r>
      <w: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fldChar w:fldCharType="end"/>
      </w:r>
      <w:bookmarkEnd w:id="13"/>
      <w:r w:rsidR="004804D0" w:rsidRPr="00E67967">
        <w:tab/>
      </w:r>
      <w:r w:rsidR="00CB5963" w:rsidRPr="00E67967">
        <w:t>Uherský Brod</w:t>
      </w:r>
      <w:r w:rsidR="00275B11" w:rsidRPr="00E67967">
        <w:t>,</w:t>
      </w:r>
      <w:r w:rsidR="000C0370" w:rsidRPr="00E67967">
        <w:t xml:space="preserve"> dne </w:t>
      </w:r>
    </w:p>
    <w:p w14:paraId="2D809A4D" w14:textId="77777777" w:rsidR="004241CD" w:rsidRPr="00E67967" w:rsidRDefault="004241CD" w:rsidP="009E089F">
      <w:pPr>
        <w:pStyle w:val="podpisysmlouva"/>
      </w:pPr>
    </w:p>
    <w:p w14:paraId="39AC54C3" w14:textId="77777777" w:rsidR="000C0370" w:rsidRDefault="008A4E89" w:rsidP="009E089F">
      <w:pPr>
        <w:pStyle w:val="podpisysmlouva"/>
      </w:pPr>
      <w:r>
        <w:tab/>
      </w:r>
      <w:r w:rsidR="00CB5963" w:rsidRPr="00E67967">
        <w:t>Z h o t o v i</w:t>
      </w:r>
      <w:r w:rsidR="00162D01" w:rsidRPr="00E67967">
        <w:t xml:space="preserve"> t</w:t>
      </w:r>
      <w:r w:rsidR="000C0370" w:rsidRPr="00E67967">
        <w:t xml:space="preserve"> e l :</w:t>
      </w:r>
      <w:r w:rsidR="004804D0" w:rsidRPr="00E67967">
        <w:t xml:space="preserve"> </w:t>
      </w:r>
      <w:r w:rsidR="004804D0" w:rsidRPr="00E67967">
        <w:tab/>
      </w:r>
      <w:r w:rsidR="00CB5963" w:rsidRPr="00E67967">
        <w:t>O b j e d n a t e l</w:t>
      </w:r>
      <w:r w:rsidR="000C0370" w:rsidRPr="00E67967">
        <w:t>:</w:t>
      </w:r>
    </w:p>
    <w:p w14:paraId="233CA00C" w14:textId="77777777" w:rsidR="004241CD" w:rsidRDefault="004241CD" w:rsidP="009E089F">
      <w:pPr>
        <w:pStyle w:val="podpisysmlouva"/>
      </w:pPr>
    </w:p>
    <w:p w14:paraId="6D4DE765" w14:textId="77777777" w:rsidR="007A3FFA" w:rsidRDefault="007A3FFA" w:rsidP="009E089F">
      <w:pPr>
        <w:pStyle w:val="podpisysmlouva"/>
      </w:pPr>
    </w:p>
    <w:p w14:paraId="60B2F29E" w14:textId="77777777" w:rsidR="0054171F" w:rsidRDefault="0054171F" w:rsidP="009E089F">
      <w:pPr>
        <w:pStyle w:val="podpisysmlouva"/>
      </w:pPr>
    </w:p>
    <w:p w14:paraId="4C128B03" w14:textId="77777777" w:rsidR="0054171F" w:rsidRPr="00E67967" w:rsidRDefault="0054171F" w:rsidP="009E089F">
      <w:pPr>
        <w:pStyle w:val="podpisysmlouva"/>
      </w:pPr>
    </w:p>
    <w:p w14:paraId="7E6BD657" w14:textId="21B474D2" w:rsidR="007A3FFA" w:rsidRDefault="008A4E89" w:rsidP="009E089F">
      <w:pPr>
        <w:pStyle w:val="podpisysmlouva"/>
      </w:pPr>
      <w:r>
        <w:lastRenderedPageBreak/>
        <w:tab/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14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  <w:r>
        <w:tab/>
      </w:r>
      <w:r w:rsidR="00703E89">
        <w:t>Ing</w:t>
      </w:r>
      <w:r w:rsidR="000C6FBE">
        <w:t xml:space="preserve">. </w:t>
      </w:r>
      <w:r w:rsidR="00741D72">
        <w:t>Miroslav Polášek</w:t>
      </w:r>
    </w:p>
    <w:p w14:paraId="0A0AC929" w14:textId="77777777" w:rsidR="00553517" w:rsidRPr="00E67967" w:rsidRDefault="008A4E89" w:rsidP="009E089F">
      <w:pPr>
        <w:pStyle w:val="podpisysmlouva"/>
      </w:pPr>
      <w:r>
        <w:tab/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bookmarkStart w:id="15" w:name="Text2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  <w:r w:rsidR="00162D01" w:rsidRPr="00E67967">
        <w:tab/>
      </w:r>
      <w:r w:rsidR="004804D0" w:rsidRPr="00E67967">
        <w:t xml:space="preserve"> </w:t>
      </w:r>
      <w:r w:rsidR="00094021">
        <w:t>místo</w:t>
      </w:r>
      <w:r w:rsidR="00CB5963" w:rsidRPr="00E67967">
        <w:t>starosta</w:t>
      </w:r>
    </w:p>
    <w:sectPr w:rsidR="00553517" w:rsidRPr="00E67967" w:rsidSect="003E67EB">
      <w:footerReference w:type="default" r:id="rId10"/>
      <w:headerReference w:type="first" r:id="rId11"/>
      <w:pgSz w:w="11907" w:h="16840" w:code="9"/>
      <w:pgMar w:top="851" w:right="1134" w:bottom="851" w:left="1134" w:header="709" w:footer="5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2C6CA" w14:textId="77777777" w:rsidR="00C67AB8" w:rsidRDefault="00C67AB8" w:rsidP="009E089F">
      <w:r>
        <w:separator/>
      </w:r>
    </w:p>
    <w:p w14:paraId="46510C66" w14:textId="77777777" w:rsidR="00C67AB8" w:rsidRDefault="00C67AB8" w:rsidP="009E089F"/>
    <w:p w14:paraId="2E5576CE" w14:textId="77777777" w:rsidR="00C67AB8" w:rsidRDefault="00C67AB8" w:rsidP="009E089F"/>
    <w:p w14:paraId="1FBB76D5" w14:textId="77777777" w:rsidR="00C67AB8" w:rsidRDefault="00C67AB8" w:rsidP="009E089F"/>
    <w:p w14:paraId="75CA937B" w14:textId="77777777" w:rsidR="00C67AB8" w:rsidRDefault="00C67AB8" w:rsidP="009E089F"/>
    <w:p w14:paraId="7788C82C" w14:textId="77777777" w:rsidR="00C67AB8" w:rsidRDefault="00C67AB8" w:rsidP="009E089F"/>
    <w:p w14:paraId="55742ECD" w14:textId="77777777" w:rsidR="00C67AB8" w:rsidRDefault="00C67AB8" w:rsidP="009E089F"/>
    <w:p w14:paraId="65346130" w14:textId="77777777" w:rsidR="00C67AB8" w:rsidRDefault="00C67AB8" w:rsidP="009E089F"/>
    <w:p w14:paraId="25814BCD" w14:textId="77777777" w:rsidR="00C67AB8" w:rsidRDefault="00C67AB8" w:rsidP="009E089F"/>
    <w:p w14:paraId="6C45B762" w14:textId="77777777" w:rsidR="00C67AB8" w:rsidRDefault="00C67AB8" w:rsidP="009E089F"/>
    <w:p w14:paraId="4999287B" w14:textId="77777777" w:rsidR="00C67AB8" w:rsidRDefault="00C67AB8" w:rsidP="009E089F"/>
    <w:p w14:paraId="13B2D685" w14:textId="77777777" w:rsidR="00C67AB8" w:rsidRDefault="00C67AB8" w:rsidP="009E089F"/>
    <w:p w14:paraId="4EDC6C01" w14:textId="77777777" w:rsidR="00C67AB8" w:rsidRDefault="00C67AB8" w:rsidP="009E089F"/>
    <w:p w14:paraId="79284B56" w14:textId="77777777" w:rsidR="00C67AB8" w:rsidRDefault="00C67AB8" w:rsidP="009E089F"/>
    <w:p w14:paraId="19DF0E71" w14:textId="77777777" w:rsidR="00C67AB8" w:rsidRDefault="00C67AB8" w:rsidP="009E089F"/>
    <w:p w14:paraId="1D39C39E" w14:textId="77777777" w:rsidR="00C67AB8" w:rsidRDefault="00C67AB8" w:rsidP="009E089F"/>
    <w:p w14:paraId="4C125193" w14:textId="77777777" w:rsidR="00C67AB8" w:rsidRDefault="00C67AB8" w:rsidP="009E089F"/>
    <w:p w14:paraId="75D051AF" w14:textId="77777777" w:rsidR="00C67AB8" w:rsidRDefault="00C67AB8" w:rsidP="009E089F"/>
    <w:p w14:paraId="53DAAC3F" w14:textId="77777777" w:rsidR="00C67AB8" w:rsidRDefault="00C67AB8" w:rsidP="009E089F"/>
    <w:p w14:paraId="070EC887" w14:textId="77777777" w:rsidR="00C67AB8" w:rsidRDefault="00C67AB8" w:rsidP="009E089F"/>
    <w:p w14:paraId="5D2F9C23" w14:textId="77777777" w:rsidR="00C67AB8" w:rsidRDefault="00C67AB8" w:rsidP="009E089F"/>
    <w:p w14:paraId="0685D44B" w14:textId="77777777" w:rsidR="00C67AB8" w:rsidRDefault="00C67AB8" w:rsidP="009E089F"/>
    <w:p w14:paraId="1593037D" w14:textId="77777777" w:rsidR="00C67AB8" w:rsidRDefault="00C67AB8" w:rsidP="009E089F"/>
    <w:p w14:paraId="6B32F1DE" w14:textId="77777777" w:rsidR="00C67AB8" w:rsidRDefault="00C67AB8" w:rsidP="009E089F"/>
    <w:p w14:paraId="1804F763" w14:textId="77777777" w:rsidR="00C67AB8" w:rsidRDefault="00C67AB8"/>
    <w:p w14:paraId="5DC5255C" w14:textId="77777777" w:rsidR="00C67AB8" w:rsidRDefault="00C67AB8"/>
    <w:p w14:paraId="0FA3A821" w14:textId="77777777" w:rsidR="00C67AB8" w:rsidRDefault="00C67AB8"/>
    <w:p w14:paraId="79FA0379" w14:textId="77777777" w:rsidR="00C67AB8" w:rsidRDefault="00C67AB8" w:rsidP="001E003E"/>
    <w:p w14:paraId="4AD0E811" w14:textId="77777777" w:rsidR="00C67AB8" w:rsidRDefault="00C67AB8" w:rsidP="00F75B2E"/>
    <w:p w14:paraId="7C4DE83E" w14:textId="77777777" w:rsidR="00C67AB8" w:rsidRDefault="00C67AB8" w:rsidP="00F75B2E"/>
    <w:p w14:paraId="1433F382" w14:textId="77777777" w:rsidR="00C67AB8" w:rsidRDefault="00C67AB8" w:rsidP="00F75B2E"/>
  </w:endnote>
  <w:endnote w:type="continuationSeparator" w:id="0">
    <w:p w14:paraId="18AD9368" w14:textId="77777777" w:rsidR="00C67AB8" w:rsidRDefault="00C67AB8" w:rsidP="009E089F">
      <w:r>
        <w:continuationSeparator/>
      </w:r>
    </w:p>
    <w:p w14:paraId="55FCCCF4" w14:textId="77777777" w:rsidR="00C67AB8" w:rsidRDefault="00C67AB8" w:rsidP="009E089F"/>
    <w:p w14:paraId="5E4F941D" w14:textId="77777777" w:rsidR="00C67AB8" w:rsidRDefault="00C67AB8" w:rsidP="009E089F"/>
    <w:p w14:paraId="2DF216D2" w14:textId="77777777" w:rsidR="00C67AB8" w:rsidRDefault="00C67AB8" w:rsidP="009E089F"/>
    <w:p w14:paraId="3B623A8D" w14:textId="77777777" w:rsidR="00C67AB8" w:rsidRDefault="00C67AB8" w:rsidP="009E089F"/>
    <w:p w14:paraId="426CF8E8" w14:textId="77777777" w:rsidR="00C67AB8" w:rsidRDefault="00C67AB8" w:rsidP="009E089F"/>
    <w:p w14:paraId="6995B345" w14:textId="77777777" w:rsidR="00C67AB8" w:rsidRDefault="00C67AB8" w:rsidP="009E089F"/>
    <w:p w14:paraId="2F0B59D9" w14:textId="77777777" w:rsidR="00C67AB8" w:rsidRDefault="00C67AB8" w:rsidP="009E089F"/>
    <w:p w14:paraId="6182B65E" w14:textId="77777777" w:rsidR="00C67AB8" w:rsidRDefault="00C67AB8" w:rsidP="009E089F"/>
    <w:p w14:paraId="6E9B1A7F" w14:textId="77777777" w:rsidR="00C67AB8" w:rsidRDefault="00C67AB8" w:rsidP="009E089F"/>
    <w:p w14:paraId="4F547EFC" w14:textId="77777777" w:rsidR="00C67AB8" w:rsidRDefault="00C67AB8" w:rsidP="009E089F"/>
    <w:p w14:paraId="77986555" w14:textId="77777777" w:rsidR="00C67AB8" w:rsidRDefault="00C67AB8" w:rsidP="009E089F"/>
    <w:p w14:paraId="2C745B47" w14:textId="77777777" w:rsidR="00C67AB8" w:rsidRDefault="00C67AB8" w:rsidP="009E089F"/>
    <w:p w14:paraId="06DE6DC4" w14:textId="77777777" w:rsidR="00C67AB8" w:rsidRDefault="00C67AB8" w:rsidP="009E089F"/>
    <w:p w14:paraId="1E25A9CF" w14:textId="77777777" w:rsidR="00C67AB8" w:rsidRDefault="00C67AB8" w:rsidP="009E089F"/>
    <w:p w14:paraId="25F0271E" w14:textId="77777777" w:rsidR="00C67AB8" w:rsidRDefault="00C67AB8" w:rsidP="009E089F"/>
    <w:p w14:paraId="0919773A" w14:textId="77777777" w:rsidR="00C67AB8" w:rsidRDefault="00C67AB8" w:rsidP="009E089F"/>
    <w:p w14:paraId="30FFB0EE" w14:textId="77777777" w:rsidR="00C67AB8" w:rsidRDefault="00C67AB8" w:rsidP="009E089F"/>
    <w:p w14:paraId="5C337187" w14:textId="77777777" w:rsidR="00C67AB8" w:rsidRDefault="00C67AB8" w:rsidP="009E089F"/>
    <w:p w14:paraId="3C97246E" w14:textId="77777777" w:rsidR="00C67AB8" w:rsidRDefault="00C67AB8" w:rsidP="009E089F"/>
    <w:p w14:paraId="0D5D6861" w14:textId="77777777" w:rsidR="00C67AB8" w:rsidRDefault="00C67AB8" w:rsidP="009E089F"/>
    <w:p w14:paraId="537A119A" w14:textId="77777777" w:rsidR="00C67AB8" w:rsidRDefault="00C67AB8" w:rsidP="009E089F"/>
    <w:p w14:paraId="18ED9394" w14:textId="77777777" w:rsidR="00C67AB8" w:rsidRDefault="00C67AB8" w:rsidP="009E089F"/>
    <w:p w14:paraId="7B728E52" w14:textId="77777777" w:rsidR="00C67AB8" w:rsidRDefault="00C67AB8" w:rsidP="009E089F"/>
    <w:p w14:paraId="4B6C85B9" w14:textId="77777777" w:rsidR="00C67AB8" w:rsidRDefault="00C67AB8"/>
    <w:p w14:paraId="37117E52" w14:textId="77777777" w:rsidR="00C67AB8" w:rsidRDefault="00C67AB8"/>
    <w:p w14:paraId="3132B56A" w14:textId="77777777" w:rsidR="00C67AB8" w:rsidRDefault="00C67AB8"/>
    <w:p w14:paraId="4957FFF9" w14:textId="77777777" w:rsidR="00C67AB8" w:rsidRDefault="00C67AB8" w:rsidP="001E003E"/>
    <w:p w14:paraId="74B3E1E2" w14:textId="77777777" w:rsidR="00C67AB8" w:rsidRDefault="00C67AB8" w:rsidP="00F75B2E"/>
    <w:p w14:paraId="4F752E15" w14:textId="77777777" w:rsidR="00C67AB8" w:rsidRDefault="00C67AB8" w:rsidP="00F75B2E"/>
    <w:p w14:paraId="09BE7D26" w14:textId="77777777" w:rsidR="00C67AB8" w:rsidRDefault="00C67AB8" w:rsidP="00F75B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1F2F9" w14:textId="77777777" w:rsidR="00C67AB8" w:rsidRDefault="00C67AB8" w:rsidP="009E089F">
    <w:pPr>
      <w:pStyle w:val="Zpat"/>
    </w:pPr>
  </w:p>
  <w:p w14:paraId="24F580C1" w14:textId="14A23964" w:rsidR="00C67AB8" w:rsidRDefault="00C67AB8" w:rsidP="009E089F">
    <w:pPr>
      <w:pStyle w:val="Zpat"/>
    </w:pPr>
    <w:r>
      <w:t>Návrh smlouvy o dílo</w:t>
    </w:r>
  </w:p>
  <w:p w14:paraId="7CB1BB48" w14:textId="2DFFF447" w:rsidR="00C67AB8" w:rsidRDefault="00C67AB8" w:rsidP="00F75B2E">
    <w:pPr>
      <w:pStyle w:val="Zpat"/>
    </w:pPr>
    <w:r>
      <w:t>PD – Spolkový dům Újezdec</w:t>
    </w:r>
    <w:r>
      <w:tab/>
    </w:r>
    <w:r w:rsidRPr="008A4E89">
      <w:rPr>
        <w:rStyle w:val="slostrnky"/>
      </w:rPr>
      <w:t xml:space="preserve">Strana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PAGE </w:instrText>
    </w:r>
    <w:r w:rsidRPr="008A4E89">
      <w:rPr>
        <w:rStyle w:val="slostrnky"/>
      </w:rPr>
      <w:fldChar w:fldCharType="separate"/>
    </w:r>
    <w:r w:rsidR="00837D4D">
      <w:rPr>
        <w:rStyle w:val="slostrnky"/>
        <w:noProof/>
      </w:rPr>
      <w:t>6</w:t>
    </w:r>
    <w:r w:rsidRPr="008A4E89">
      <w:rPr>
        <w:rStyle w:val="slostrnky"/>
      </w:rPr>
      <w:fldChar w:fldCharType="end"/>
    </w:r>
    <w:r w:rsidRPr="008A4E89">
      <w:rPr>
        <w:rStyle w:val="slostrnky"/>
      </w:rPr>
      <w:t xml:space="preserve"> (celkem </w:t>
    </w:r>
    <w:r w:rsidRPr="008A4E89">
      <w:rPr>
        <w:rStyle w:val="slostrnky"/>
      </w:rPr>
      <w:fldChar w:fldCharType="begin"/>
    </w:r>
    <w:r w:rsidRPr="008A4E89">
      <w:rPr>
        <w:rStyle w:val="slostrnky"/>
      </w:rPr>
      <w:instrText xml:space="preserve"> NUMPAGES </w:instrText>
    </w:r>
    <w:r w:rsidRPr="008A4E89">
      <w:rPr>
        <w:rStyle w:val="slostrnky"/>
      </w:rPr>
      <w:fldChar w:fldCharType="separate"/>
    </w:r>
    <w:r w:rsidR="00837D4D">
      <w:rPr>
        <w:rStyle w:val="slostrnky"/>
        <w:noProof/>
      </w:rPr>
      <w:t>8</w:t>
    </w:r>
    <w:r w:rsidRPr="008A4E89">
      <w:rPr>
        <w:rStyle w:val="slostrnky"/>
      </w:rPr>
      <w:fldChar w:fldCharType="end"/>
    </w:r>
    <w:r w:rsidRPr="008A4E89">
      <w:rPr>
        <w:rStyle w:val="slostrnky"/>
      </w:rPr>
      <w:t>)</w:t>
    </w:r>
  </w:p>
  <w:p w14:paraId="1BF66F88" w14:textId="77777777" w:rsidR="00C67AB8" w:rsidRDefault="00C67AB8" w:rsidP="00F75B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CD374" w14:textId="77777777" w:rsidR="00C67AB8" w:rsidRDefault="00C67AB8" w:rsidP="009E089F">
      <w:r>
        <w:separator/>
      </w:r>
    </w:p>
    <w:p w14:paraId="1F68E754" w14:textId="77777777" w:rsidR="00C67AB8" w:rsidRDefault="00C67AB8" w:rsidP="009E089F"/>
    <w:p w14:paraId="167F415B" w14:textId="77777777" w:rsidR="00C67AB8" w:rsidRDefault="00C67AB8" w:rsidP="009E089F"/>
    <w:p w14:paraId="2AFB109C" w14:textId="77777777" w:rsidR="00C67AB8" w:rsidRDefault="00C67AB8" w:rsidP="009E089F"/>
    <w:p w14:paraId="7CB8EE42" w14:textId="77777777" w:rsidR="00C67AB8" w:rsidRDefault="00C67AB8" w:rsidP="009E089F"/>
    <w:p w14:paraId="5D996604" w14:textId="77777777" w:rsidR="00C67AB8" w:rsidRDefault="00C67AB8" w:rsidP="009E089F"/>
    <w:p w14:paraId="60EB9406" w14:textId="77777777" w:rsidR="00C67AB8" w:rsidRDefault="00C67AB8" w:rsidP="009E089F"/>
    <w:p w14:paraId="489A8B96" w14:textId="77777777" w:rsidR="00C67AB8" w:rsidRDefault="00C67AB8" w:rsidP="009E089F"/>
    <w:p w14:paraId="6BE9D86D" w14:textId="77777777" w:rsidR="00C67AB8" w:rsidRDefault="00C67AB8" w:rsidP="009E089F"/>
    <w:p w14:paraId="0520ACC3" w14:textId="77777777" w:rsidR="00C67AB8" w:rsidRDefault="00C67AB8" w:rsidP="009E089F"/>
    <w:p w14:paraId="51905C54" w14:textId="77777777" w:rsidR="00C67AB8" w:rsidRDefault="00C67AB8" w:rsidP="009E089F"/>
    <w:p w14:paraId="2A32D1CB" w14:textId="77777777" w:rsidR="00C67AB8" w:rsidRDefault="00C67AB8" w:rsidP="009E089F"/>
    <w:p w14:paraId="7AA712F6" w14:textId="77777777" w:rsidR="00C67AB8" w:rsidRDefault="00C67AB8" w:rsidP="009E089F"/>
    <w:p w14:paraId="768F6CBD" w14:textId="77777777" w:rsidR="00C67AB8" w:rsidRDefault="00C67AB8" w:rsidP="009E089F"/>
    <w:p w14:paraId="774B74C9" w14:textId="77777777" w:rsidR="00C67AB8" w:rsidRDefault="00C67AB8" w:rsidP="009E089F"/>
    <w:p w14:paraId="24CC330A" w14:textId="77777777" w:rsidR="00C67AB8" w:rsidRDefault="00C67AB8" w:rsidP="009E089F"/>
    <w:p w14:paraId="48CECF63" w14:textId="77777777" w:rsidR="00C67AB8" w:rsidRDefault="00C67AB8" w:rsidP="009E089F"/>
    <w:p w14:paraId="40F6F11E" w14:textId="77777777" w:rsidR="00C67AB8" w:rsidRDefault="00C67AB8" w:rsidP="009E089F"/>
    <w:p w14:paraId="5C8CD1CE" w14:textId="77777777" w:rsidR="00C67AB8" w:rsidRDefault="00C67AB8" w:rsidP="009E089F"/>
    <w:p w14:paraId="2159B7BC" w14:textId="77777777" w:rsidR="00C67AB8" w:rsidRDefault="00C67AB8" w:rsidP="009E089F"/>
    <w:p w14:paraId="09EA705B" w14:textId="77777777" w:rsidR="00C67AB8" w:rsidRDefault="00C67AB8" w:rsidP="009E089F"/>
    <w:p w14:paraId="01E50A5C" w14:textId="77777777" w:rsidR="00C67AB8" w:rsidRDefault="00C67AB8" w:rsidP="009E089F"/>
    <w:p w14:paraId="66C9E0E0" w14:textId="77777777" w:rsidR="00C67AB8" w:rsidRDefault="00C67AB8" w:rsidP="009E089F"/>
    <w:p w14:paraId="68B8717E" w14:textId="77777777" w:rsidR="00C67AB8" w:rsidRDefault="00C67AB8" w:rsidP="009E089F"/>
    <w:p w14:paraId="30FC811E" w14:textId="77777777" w:rsidR="00C67AB8" w:rsidRDefault="00C67AB8"/>
    <w:p w14:paraId="75C3B5AA" w14:textId="77777777" w:rsidR="00C67AB8" w:rsidRDefault="00C67AB8"/>
    <w:p w14:paraId="054C1F53" w14:textId="77777777" w:rsidR="00C67AB8" w:rsidRDefault="00C67AB8"/>
    <w:p w14:paraId="6D8FCA60" w14:textId="77777777" w:rsidR="00C67AB8" w:rsidRDefault="00C67AB8" w:rsidP="001E003E"/>
    <w:p w14:paraId="6FD503EF" w14:textId="77777777" w:rsidR="00C67AB8" w:rsidRDefault="00C67AB8" w:rsidP="00F75B2E"/>
    <w:p w14:paraId="70EB8B3E" w14:textId="77777777" w:rsidR="00C67AB8" w:rsidRDefault="00C67AB8" w:rsidP="00F75B2E"/>
    <w:p w14:paraId="355F9EE9" w14:textId="77777777" w:rsidR="00C67AB8" w:rsidRDefault="00C67AB8" w:rsidP="00F75B2E"/>
  </w:footnote>
  <w:footnote w:type="continuationSeparator" w:id="0">
    <w:p w14:paraId="6DB7EBDD" w14:textId="77777777" w:rsidR="00C67AB8" w:rsidRDefault="00C67AB8" w:rsidP="009E089F">
      <w:r>
        <w:continuationSeparator/>
      </w:r>
    </w:p>
    <w:p w14:paraId="43E0759F" w14:textId="77777777" w:rsidR="00C67AB8" w:rsidRDefault="00C67AB8" w:rsidP="009E089F"/>
    <w:p w14:paraId="150D23D0" w14:textId="77777777" w:rsidR="00C67AB8" w:rsidRDefault="00C67AB8" w:rsidP="009E089F"/>
    <w:p w14:paraId="3423AE3E" w14:textId="77777777" w:rsidR="00C67AB8" w:rsidRDefault="00C67AB8" w:rsidP="009E089F"/>
    <w:p w14:paraId="57E04588" w14:textId="77777777" w:rsidR="00C67AB8" w:rsidRDefault="00C67AB8" w:rsidP="009E089F"/>
    <w:p w14:paraId="51D85769" w14:textId="77777777" w:rsidR="00C67AB8" w:rsidRDefault="00C67AB8" w:rsidP="009E089F"/>
    <w:p w14:paraId="739E2B49" w14:textId="77777777" w:rsidR="00C67AB8" w:rsidRDefault="00C67AB8" w:rsidP="009E089F"/>
    <w:p w14:paraId="15EF8F0D" w14:textId="77777777" w:rsidR="00C67AB8" w:rsidRDefault="00C67AB8" w:rsidP="009E089F"/>
    <w:p w14:paraId="224F9F32" w14:textId="77777777" w:rsidR="00C67AB8" w:rsidRDefault="00C67AB8" w:rsidP="009E089F"/>
    <w:p w14:paraId="639B00DA" w14:textId="77777777" w:rsidR="00C67AB8" w:rsidRDefault="00C67AB8" w:rsidP="009E089F"/>
    <w:p w14:paraId="4C7C942B" w14:textId="77777777" w:rsidR="00C67AB8" w:rsidRDefault="00C67AB8" w:rsidP="009E089F"/>
    <w:p w14:paraId="624D21D1" w14:textId="77777777" w:rsidR="00C67AB8" w:rsidRDefault="00C67AB8" w:rsidP="009E089F"/>
    <w:p w14:paraId="441733DB" w14:textId="77777777" w:rsidR="00C67AB8" w:rsidRDefault="00C67AB8" w:rsidP="009E089F"/>
    <w:p w14:paraId="492D25BC" w14:textId="77777777" w:rsidR="00C67AB8" w:rsidRDefault="00C67AB8" w:rsidP="009E089F"/>
    <w:p w14:paraId="640D7A95" w14:textId="77777777" w:rsidR="00C67AB8" w:rsidRDefault="00C67AB8" w:rsidP="009E089F"/>
    <w:p w14:paraId="7424856F" w14:textId="77777777" w:rsidR="00C67AB8" w:rsidRDefault="00C67AB8" w:rsidP="009E089F"/>
    <w:p w14:paraId="381FF553" w14:textId="77777777" w:rsidR="00C67AB8" w:rsidRDefault="00C67AB8" w:rsidP="009E089F"/>
    <w:p w14:paraId="3D1350B0" w14:textId="77777777" w:rsidR="00C67AB8" w:rsidRDefault="00C67AB8" w:rsidP="009E089F"/>
    <w:p w14:paraId="290B3A1E" w14:textId="77777777" w:rsidR="00C67AB8" w:rsidRDefault="00C67AB8" w:rsidP="009E089F"/>
    <w:p w14:paraId="2EC163FF" w14:textId="77777777" w:rsidR="00C67AB8" w:rsidRDefault="00C67AB8" w:rsidP="009E089F"/>
    <w:p w14:paraId="4C25F1F9" w14:textId="77777777" w:rsidR="00C67AB8" w:rsidRDefault="00C67AB8" w:rsidP="009E089F"/>
    <w:p w14:paraId="66C0AA1B" w14:textId="77777777" w:rsidR="00C67AB8" w:rsidRDefault="00C67AB8" w:rsidP="009E089F"/>
    <w:p w14:paraId="7A593D31" w14:textId="77777777" w:rsidR="00C67AB8" w:rsidRDefault="00C67AB8" w:rsidP="009E089F"/>
    <w:p w14:paraId="438B08B0" w14:textId="77777777" w:rsidR="00C67AB8" w:rsidRDefault="00C67AB8" w:rsidP="009E089F"/>
    <w:p w14:paraId="0EF68EF5" w14:textId="77777777" w:rsidR="00C67AB8" w:rsidRDefault="00C67AB8"/>
    <w:p w14:paraId="12FE4727" w14:textId="77777777" w:rsidR="00C67AB8" w:rsidRDefault="00C67AB8"/>
    <w:p w14:paraId="37537767" w14:textId="77777777" w:rsidR="00C67AB8" w:rsidRDefault="00C67AB8"/>
    <w:p w14:paraId="2FC9F7B6" w14:textId="77777777" w:rsidR="00C67AB8" w:rsidRDefault="00C67AB8" w:rsidP="001E003E"/>
    <w:p w14:paraId="289CF5BE" w14:textId="77777777" w:rsidR="00C67AB8" w:rsidRDefault="00C67AB8" w:rsidP="00F75B2E"/>
    <w:p w14:paraId="6500E665" w14:textId="77777777" w:rsidR="00C67AB8" w:rsidRDefault="00C67AB8" w:rsidP="00F75B2E"/>
    <w:p w14:paraId="31925EA2" w14:textId="77777777" w:rsidR="00C67AB8" w:rsidRDefault="00C67AB8" w:rsidP="00F75B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881F3" w14:textId="77777777" w:rsidR="00C67AB8" w:rsidRDefault="00C67AB8" w:rsidP="009E089F">
    <w:pPr>
      <w:pStyle w:val="Zhlav"/>
    </w:pPr>
    <w:r>
      <w:rPr>
        <w:noProof/>
      </w:rPr>
      <w:drawing>
        <wp:inline distT="0" distB="0" distL="0" distR="0" wp14:anchorId="2AC04A12" wp14:editId="2DE65055">
          <wp:extent cx="1895475" cy="438150"/>
          <wp:effectExtent l="0" t="0" r="9525" b="0"/>
          <wp:docPr id="2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E42FB" w14:textId="77777777" w:rsidR="00C67AB8" w:rsidRDefault="00C67AB8" w:rsidP="009E089F">
    <w:pPr>
      <w:pStyle w:val="Zhlav"/>
    </w:pPr>
  </w:p>
  <w:p w14:paraId="013C931F" w14:textId="77777777" w:rsidR="00C67AB8" w:rsidRDefault="00C67AB8" w:rsidP="009E089F">
    <w:pPr>
      <w:pStyle w:val="Zhlav"/>
    </w:pPr>
  </w:p>
  <w:p w14:paraId="0BE4AA29" w14:textId="77777777" w:rsidR="00C67AB8" w:rsidRDefault="00C67AB8" w:rsidP="009E08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00CA7"/>
    <w:multiLevelType w:val="hybridMultilevel"/>
    <w:tmpl w:val="B78ABF68"/>
    <w:lvl w:ilvl="0" w:tplc="04050001">
      <w:start w:val="60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21AA4"/>
    <w:multiLevelType w:val="hybridMultilevel"/>
    <w:tmpl w:val="3BD60F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D6E90"/>
    <w:multiLevelType w:val="multilevel"/>
    <w:tmpl w:val="040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2D82251"/>
    <w:multiLevelType w:val="hybridMultilevel"/>
    <w:tmpl w:val="2A96318A"/>
    <w:lvl w:ilvl="0" w:tplc="8DC8C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4766A"/>
    <w:multiLevelType w:val="hybridMultilevel"/>
    <w:tmpl w:val="3C9A49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841B0"/>
    <w:multiLevelType w:val="hybridMultilevel"/>
    <w:tmpl w:val="AF6C5052"/>
    <w:lvl w:ilvl="0" w:tplc="E180941C">
      <w:start w:val="1"/>
      <w:numFmt w:val="lowerLetter"/>
      <w:pStyle w:val="Zkladntextodsaze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B820F7"/>
    <w:multiLevelType w:val="hybridMultilevel"/>
    <w:tmpl w:val="B21C56F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856F58"/>
    <w:multiLevelType w:val="hybridMultilevel"/>
    <w:tmpl w:val="8B86FBA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CF57A8B"/>
    <w:multiLevelType w:val="hybridMultilevel"/>
    <w:tmpl w:val="FD9845F0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9E44B5"/>
    <w:multiLevelType w:val="multilevel"/>
    <w:tmpl w:val="2CB6BA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0" w15:restartNumberingAfterBreak="0">
    <w:nsid w:val="35A956E8"/>
    <w:multiLevelType w:val="hybridMultilevel"/>
    <w:tmpl w:val="77AC7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80CE5"/>
    <w:multiLevelType w:val="multilevel"/>
    <w:tmpl w:val="0405001D"/>
    <w:numStyleLink w:val="Styl1"/>
  </w:abstractNum>
  <w:abstractNum w:abstractNumId="12" w15:restartNumberingAfterBreak="0">
    <w:nsid w:val="42950FA9"/>
    <w:multiLevelType w:val="multilevel"/>
    <w:tmpl w:val="0A9A0ED8"/>
    <w:lvl w:ilvl="0">
      <w:start w:val="1"/>
      <w:numFmt w:val="decimal"/>
      <w:pStyle w:val="Nadpis1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080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 w15:restartNumberingAfterBreak="0">
    <w:nsid w:val="4377680A"/>
    <w:multiLevelType w:val="hybridMultilevel"/>
    <w:tmpl w:val="AD7266B8"/>
    <w:lvl w:ilvl="0" w:tplc="040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36488"/>
    <w:multiLevelType w:val="hybridMultilevel"/>
    <w:tmpl w:val="296EC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27B2D"/>
    <w:multiLevelType w:val="hybridMultilevel"/>
    <w:tmpl w:val="63A88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B94713"/>
    <w:multiLevelType w:val="hybridMultilevel"/>
    <w:tmpl w:val="CE74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28664C"/>
    <w:multiLevelType w:val="hybridMultilevel"/>
    <w:tmpl w:val="9B5E075C"/>
    <w:lvl w:ilvl="0" w:tplc="3E56CC6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CA45C4"/>
    <w:multiLevelType w:val="hybridMultilevel"/>
    <w:tmpl w:val="6BA05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EC3AF2"/>
    <w:multiLevelType w:val="hybridMultilevel"/>
    <w:tmpl w:val="B5921C70"/>
    <w:lvl w:ilvl="0" w:tplc="7090DB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E51BDF"/>
    <w:multiLevelType w:val="hybridMultilevel"/>
    <w:tmpl w:val="088077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</w:num>
  <w:num w:numId="6">
    <w:abstractNumId w:val="1"/>
  </w:num>
  <w:num w:numId="7">
    <w:abstractNumId w:val="1"/>
  </w:num>
  <w:num w:numId="8">
    <w:abstractNumId w:val="12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12"/>
  </w:num>
  <w:num w:numId="18">
    <w:abstractNumId w:val="19"/>
  </w:num>
  <w:num w:numId="19">
    <w:abstractNumId w:val="12"/>
  </w:num>
  <w:num w:numId="20">
    <w:abstractNumId w:val="12"/>
  </w:num>
  <w:num w:numId="21">
    <w:abstractNumId w:val="17"/>
  </w:num>
  <w:num w:numId="22">
    <w:abstractNumId w:val="12"/>
  </w:num>
  <w:num w:numId="23">
    <w:abstractNumId w:val="7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18"/>
  </w:num>
  <w:num w:numId="27">
    <w:abstractNumId w:val="4"/>
  </w:num>
  <w:num w:numId="28">
    <w:abstractNumId w:val="15"/>
  </w:num>
  <w:num w:numId="29">
    <w:abstractNumId w:val="6"/>
  </w:num>
  <w:num w:numId="30">
    <w:abstractNumId w:val="14"/>
  </w:num>
  <w:num w:numId="31">
    <w:abstractNumId w:val="10"/>
  </w:num>
  <w:num w:numId="32">
    <w:abstractNumId w:val="16"/>
  </w:num>
  <w:num w:numId="33">
    <w:abstractNumId w:val="3"/>
  </w:num>
  <w:num w:numId="34">
    <w:abstractNumId w:val="13"/>
  </w:num>
  <w:num w:numId="35">
    <w:abstractNumId w:val="0"/>
  </w:num>
  <w:num w:numId="36">
    <w:abstractNumId w:val="12"/>
  </w:num>
  <w:num w:numId="37">
    <w:abstractNumId w:val="12"/>
  </w:num>
  <w:num w:numId="38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8U2O8nTBFw2dySckZNhWYorvQbjQl+bAznunRfMrjidWAzOKxurnVQ5Dn+aRv+99x+KjLIqNDhlo9VW+z9JXw==" w:salt="6zSDMDofXdeyZDV7PNHS6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D68"/>
    <w:rsid w:val="00004C4D"/>
    <w:rsid w:val="00006353"/>
    <w:rsid w:val="00011162"/>
    <w:rsid w:val="00012E04"/>
    <w:rsid w:val="000135C2"/>
    <w:rsid w:val="00014176"/>
    <w:rsid w:val="000227F7"/>
    <w:rsid w:val="0002286D"/>
    <w:rsid w:val="00023A70"/>
    <w:rsid w:val="000326D6"/>
    <w:rsid w:val="00032F7E"/>
    <w:rsid w:val="00033044"/>
    <w:rsid w:val="00033ABA"/>
    <w:rsid w:val="00040C19"/>
    <w:rsid w:val="00041B1D"/>
    <w:rsid w:val="0004717F"/>
    <w:rsid w:val="0005391D"/>
    <w:rsid w:val="00056EEE"/>
    <w:rsid w:val="0006719F"/>
    <w:rsid w:val="000709D6"/>
    <w:rsid w:val="00071C57"/>
    <w:rsid w:val="00074D4A"/>
    <w:rsid w:val="0007517A"/>
    <w:rsid w:val="00075DBA"/>
    <w:rsid w:val="00082C3C"/>
    <w:rsid w:val="000833F8"/>
    <w:rsid w:val="00085AFF"/>
    <w:rsid w:val="00090750"/>
    <w:rsid w:val="00092C36"/>
    <w:rsid w:val="0009320E"/>
    <w:rsid w:val="00094021"/>
    <w:rsid w:val="000942DD"/>
    <w:rsid w:val="00096467"/>
    <w:rsid w:val="00096567"/>
    <w:rsid w:val="00097366"/>
    <w:rsid w:val="000A01DA"/>
    <w:rsid w:val="000A544A"/>
    <w:rsid w:val="000B0F8B"/>
    <w:rsid w:val="000B1172"/>
    <w:rsid w:val="000B5A47"/>
    <w:rsid w:val="000B5ECE"/>
    <w:rsid w:val="000B6E33"/>
    <w:rsid w:val="000B6FED"/>
    <w:rsid w:val="000C0370"/>
    <w:rsid w:val="000C298E"/>
    <w:rsid w:val="000C65AC"/>
    <w:rsid w:val="000C678F"/>
    <w:rsid w:val="000C6FBE"/>
    <w:rsid w:val="000D10D3"/>
    <w:rsid w:val="000D4CEB"/>
    <w:rsid w:val="000D6273"/>
    <w:rsid w:val="000E3272"/>
    <w:rsid w:val="000E43F0"/>
    <w:rsid w:val="000E76F3"/>
    <w:rsid w:val="000E79B3"/>
    <w:rsid w:val="000E7BEB"/>
    <w:rsid w:val="000F2761"/>
    <w:rsid w:val="000F57E9"/>
    <w:rsid w:val="000F5FD1"/>
    <w:rsid w:val="000F61E7"/>
    <w:rsid w:val="000F71BE"/>
    <w:rsid w:val="00102EF2"/>
    <w:rsid w:val="00104D19"/>
    <w:rsid w:val="00114A5F"/>
    <w:rsid w:val="00115B0E"/>
    <w:rsid w:val="00116E27"/>
    <w:rsid w:val="001212C4"/>
    <w:rsid w:val="00124877"/>
    <w:rsid w:val="00127A8B"/>
    <w:rsid w:val="00131269"/>
    <w:rsid w:val="0013244A"/>
    <w:rsid w:val="00137C0E"/>
    <w:rsid w:val="00141B81"/>
    <w:rsid w:val="00142FF1"/>
    <w:rsid w:val="00144170"/>
    <w:rsid w:val="001454CD"/>
    <w:rsid w:val="00146DDA"/>
    <w:rsid w:val="0015058F"/>
    <w:rsid w:val="00151764"/>
    <w:rsid w:val="00162D01"/>
    <w:rsid w:val="001640C7"/>
    <w:rsid w:val="0016415F"/>
    <w:rsid w:val="001650A6"/>
    <w:rsid w:val="00166039"/>
    <w:rsid w:val="0017224B"/>
    <w:rsid w:val="00174BBE"/>
    <w:rsid w:val="00176BEC"/>
    <w:rsid w:val="001820A5"/>
    <w:rsid w:val="001869A1"/>
    <w:rsid w:val="00186F3D"/>
    <w:rsid w:val="00192C4B"/>
    <w:rsid w:val="00197786"/>
    <w:rsid w:val="001A15C5"/>
    <w:rsid w:val="001A2271"/>
    <w:rsid w:val="001A2821"/>
    <w:rsid w:val="001A3359"/>
    <w:rsid w:val="001A443D"/>
    <w:rsid w:val="001A5BB4"/>
    <w:rsid w:val="001B504A"/>
    <w:rsid w:val="001B71F5"/>
    <w:rsid w:val="001C2C3D"/>
    <w:rsid w:val="001C2D9C"/>
    <w:rsid w:val="001C3428"/>
    <w:rsid w:val="001C3FDD"/>
    <w:rsid w:val="001C4528"/>
    <w:rsid w:val="001C64F3"/>
    <w:rsid w:val="001D2C18"/>
    <w:rsid w:val="001D30D8"/>
    <w:rsid w:val="001D45C5"/>
    <w:rsid w:val="001E003E"/>
    <w:rsid w:val="001E23CB"/>
    <w:rsid w:val="001E2B5B"/>
    <w:rsid w:val="001E2D66"/>
    <w:rsid w:val="001E3AA5"/>
    <w:rsid w:val="001E5B2A"/>
    <w:rsid w:val="001F0E5D"/>
    <w:rsid w:val="001F13A9"/>
    <w:rsid w:val="001F6D3D"/>
    <w:rsid w:val="001F7D97"/>
    <w:rsid w:val="00202567"/>
    <w:rsid w:val="002034AE"/>
    <w:rsid w:val="00207D5C"/>
    <w:rsid w:val="00210F53"/>
    <w:rsid w:val="00211A68"/>
    <w:rsid w:val="00214112"/>
    <w:rsid w:val="00214B75"/>
    <w:rsid w:val="0021776D"/>
    <w:rsid w:val="00217C26"/>
    <w:rsid w:val="00221D1F"/>
    <w:rsid w:val="00222972"/>
    <w:rsid w:val="002250A1"/>
    <w:rsid w:val="0022555A"/>
    <w:rsid w:val="00227AC3"/>
    <w:rsid w:val="002306A3"/>
    <w:rsid w:val="00230D6B"/>
    <w:rsid w:val="002324C7"/>
    <w:rsid w:val="0023390E"/>
    <w:rsid w:val="00233C73"/>
    <w:rsid w:val="00235EEB"/>
    <w:rsid w:val="00236B2D"/>
    <w:rsid w:val="00240A98"/>
    <w:rsid w:val="00247CFA"/>
    <w:rsid w:val="0025120C"/>
    <w:rsid w:val="00252EB8"/>
    <w:rsid w:val="002571B6"/>
    <w:rsid w:val="00261FE3"/>
    <w:rsid w:val="002621DD"/>
    <w:rsid w:val="00263347"/>
    <w:rsid w:val="00265557"/>
    <w:rsid w:val="00265D37"/>
    <w:rsid w:val="00267CA1"/>
    <w:rsid w:val="00272278"/>
    <w:rsid w:val="00275102"/>
    <w:rsid w:val="00275B11"/>
    <w:rsid w:val="00277A92"/>
    <w:rsid w:val="00280217"/>
    <w:rsid w:val="00284A38"/>
    <w:rsid w:val="00286445"/>
    <w:rsid w:val="00286E21"/>
    <w:rsid w:val="00290467"/>
    <w:rsid w:val="00292B4B"/>
    <w:rsid w:val="00292E48"/>
    <w:rsid w:val="00293CBC"/>
    <w:rsid w:val="00293E98"/>
    <w:rsid w:val="00294E7E"/>
    <w:rsid w:val="00294E9F"/>
    <w:rsid w:val="002954BA"/>
    <w:rsid w:val="00297766"/>
    <w:rsid w:val="002A2497"/>
    <w:rsid w:val="002A3CBB"/>
    <w:rsid w:val="002A3CE9"/>
    <w:rsid w:val="002A5CE3"/>
    <w:rsid w:val="002A7C56"/>
    <w:rsid w:val="002B0007"/>
    <w:rsid w:val="002B0462"/>
    <w:rsid w:val="002B1109"/>
    <w:rsid w:val="002C0D0D"/>
    <w:rsid w:val="002C5CDE"/>
    <w:rsid w:val="002C7D3B"/>
    <w:rsid w:val="002D012B"/>
    <w:rsid w:val="002D0292"/>
    <w:rsid w:val="002D1082"/>
    <w:rsid w:val="002D19E8"/>
    <w:rsid w:val="002D3BB2"/>
    <w:rsid w:val="002D5E90"/>
    <w:rsid w:val="002D714A"/>
    <w:rsid w:val="002D7BF0"/>
    <w:rsid w:val="002E0D84"/>
    <w:rsid w:val="002E16EE"/>
    <w:rsid w:val="002E26EC"/>
    <w:rsid w:val="002E2DBA"/>
    <w:rsid w:val="002E695C"/>
    <w:rsid w:val="002F201C"/>
    <w:rsid w:val="002F4DA7"/>
    <w:rsid w:val="002F592E"/>
    <w:rsid w:val="002F6CC4"/>
    <w:rsid w:val="002F6F2E"/>
    <w:rsid w:val="002F784C"/>
    <w:rsid w:val="002F7EF6"/>
    <w:rsid w:val="003017DF"/>
    <w:rsid w:val="00303369"/>
    <w:rsid w:val="0030340A"/>
    <w:rsid w:val="00303EC7"/>
    <w:rsid w:val="00304877"/>
    <w:rsid w:val="0030526A"/>
    <w:rsid w:val="00314070"/>
    <w:rsid w:val="003152C0"/>
    <w:rsid w:val="003159C1"/>
    <w:rsid w:val="00316933"/>
    <w:rsid w:val="003227D6"/>
    <w:rsid w:val="00323113"/>
    <w:rsid w:val="00325027"/>
    <w:rsid w:val="0032535C"/>
    <w:rsid w:val="003253E2"/>
    <w:rsid w:val="00325968"/>
    <w:rsid w:val="0033051D"/>
    <w:rsid w:val="003309EB"/>
    <w:rsid w:val="00331314"/>
    <w:rsid w:val="00332432"/>
    <w:rsid w:val="00332A8E"/>
    <w:rsid w:val="00333E65"/>
    <w:rsid w:val="003345B3"/>
    <w:rsid w:val="00334CC8"/>
    <w:rsid w:val="00336533"/>
    <w:rsid w:val="00337DC9"/>
    <w:rsid w:val="003410E5"/>
    <w:rsid w:val="0034384C"/>
    <w:rsid w:val="0034702A"/>
    <w:rsid w:val="00350813"/>
    <w:rsid w:val="003512DB"/>
    <w:rsid w:val="003522A5"/>
    <w:rsid w:val="003541D0"/>
    <w:rsid w:val="003548E6"/>
    <w:rsid w:val="00360D18"/>
    <w:rsid w:val="00363D3A"/>
    <w:rsid w:val="0037365D"/>
    <w:rsid w:val="003745FA"/>
    <w:rsid w:val="0037505E"/>
    <w:rsid w:val="003752EF"/>
    <w:rsid w:val="00375743"/>
    <w:rsid w:val="00382E32"/>
    <w:rsid w:val="00385B46"/>
    <w:rsid w:val="00390F7B"/>
    <w:rsid w:val="003927EA"/>
    <w:rsid w:val="00393240"/>
    <w:rsid w:val="00397F74"/>
    <w:rsid w:val="003A09D8"/>
    <w:rsid w:val="003B4797"/>
    <w:rsid w:val="003B670B"/>
    <w:rsid w:val="003C08DA"/>
    <w:rsid w:val="003C4202"/>
    <w:rsid w:val="003D1144"/>
    <w:rsid w:val="003D14EC"/>
    <w:rsid w:val="003D321F"/>
    <w:rsid w:val="003D5A1D"/>
    <w:rsid w:val="003D79C3"/>
    <w:rsid w:val="003E0079"/>
    <w:rsid w:val="003E052E"/>
    <w:rsid w:val="003E64B3"/>
    <w:rsid w:val="003E67EB"/>
    <w:rsid w:val="003E7004"/>
    <w:rsid w:val="003E7424"/>
    <w:rsid w:val="003E75C0"/>
    <w:rsid w:val="003F3A4E"/>
    <w:rsid w:val="003F49F4"/>
    <w:rsid w:val="003F61E7"/>
    <w:rsid w:val="003F6FF4"/>
    <w:rsid w:val="003F7188"/>
    <w:rsid w:val="00400581"/>
    <w:rsid w:val="00402AAE"/>
    <w:rsid w:val="00403848"/>
    <w:rsid w:val="0040664D"/>
    <w:rsid w:val="00410B44"/>
    <w:rsid w:val="004145CD"/>
    <w:rsid w:val="004167BF"/>
    <w:rsid w:val="00421C04"/>
    <w:rsid w:val="004224E0"/>
    <w:rsid w:val="00423923"/>
    <w:rsid w:val="004241CD"/>
    <w:rsid w:val="00424AEC"/>
    <w:rsid w:val="00427B9A"/>
    <w:rsid w:val="00431741"/>
    <w:rsid w:val="00431FE0"/>
    <w:rsid w:val="00440A9F"/>
    <w:rsid w:val="00441305"/>
    <w:rsid w:val="0044293F"/>
    <w:rsid w:val="00443CA6"/>
    <w:rsid w:val="00445EB0"/>
    <w:rsid w:val="00447E2B"/>
    <w:rsid w:val="004530F6"/>
    <w:rsid w:val="00453766"/>
    <w:rsid w:val="00453BBA"/>
    <w:rsid w:val="004568D2"/>
    <w:rsid w:val="00456B90"/>
    <w:rsid w:val="00456F6A"/>
    <w:rsid w:val="0046165A"/>
    <w:rsid w:val="00463543"/>
    <w:rsid w:val="0046568B"/>
    <w:rsid w:val="0046572D"/>
    <w:rsid w:val="00474A8F"/>
    <w:rsid w:val="00475957"/>
    <w:rsid w:val="00476EAE"/>
    <w:rsid w:val="004803AD"/>
    <w:rsid w:val="004804D0"/>
    <w:rsid w:val="00480DED"/>
    <w:rsid w:val="00481F40"/>
    <w:rsid w:val="004847C1"/>
    <w:rsid w:val="00490AE0"/>
    <w:rsid w:val="00491CB4"/>
    <w:rsid w:val="0049488F"/>
    <w:rsid w:val="00494C4C"/>
    <w:rsid w:val="00494F93"/>
    <w:rsid w:val="0049611D"/>
    <w:rsid w:val="00496EE4"/>
    <w:rsid w:val="004A46A6"/>
    <w:rsid w:val="004A6D52"/>
    <w:rsid w:val="004A792E"/>
    <w:rsid w:val="004B6ED2"/>
    <w:rsid w:val="004D2322"/>
    <w:rsid w:val="004D25F0"/>
    <w:rsid w:val="004D38D3"/>
    <w:rsid w:val="004D39C2"/>
    <w:rsid w:val="004D74E2"/>
    <w:rsid w:val="004E2851"/>
    <w:rsid w:val="004E72A6"/>
    <w:rsid w:val="004E7CD8"/>
    <w:rsid w:val="004E7EDA"/>
    <w:rsid w:val="004F03BB"/>
    <w:rsid w:val="004F0898"/>
    <w:rsid w:val="004F2EE0"/>
    <w:rsid w:val="004F353E"/>
    <w:rsid w:val="004F48EE"/>
    <w:rsid w:val="004F5512"/>
    <w:rsid w:val="004F5551"/>
    <w:rsid w:val="004F5AE0"/>
    <w:rsid w:val="004F68A9"/>
    <w:rsid w:val="004F6E29"/>
    <w:rsid w:val="005009B5"/>
    <w:rsid w:val="00500B8D"/>
    <w:rsid w:val="00501712"/>
    <w:rsid w:val="005019B2"/>
    <w:rsid w:val="005026B3"/>
    <w:rsid w:val="00503C0D"/>
    <w:rsid w:val="0050687D"/>
    <w:rsid w:val="00511C38"/>
    <w:rsid w:val="00512B2D"/>
    <w:rsid w:val="00512B48"/>
    <w:rsid w:val="00512C37"/>
    <w:rsid w:val="00513212"/>
    <w:rsid w:val="00514AC8"/>
    <w:rsid w:val="00516A03"/>
    <w:rsid w:val="00516D1A"/>
    <w:rsid w:val="00517AC8"/>
    <w:rsid w:val="00523464"/>
    <w:rsid w:val="00524AC1"/>
    <w:rsid w:val="005256E1"/>
    <w:rsid w:val="00526215"/>
    <w:rsid w:val="00532398"/>
    <w:rsid w:val="005329A5"/>
    <w:rsid w:val="00532CB7"/>
    <w:rsid w:val="00535A32"/>
    <w:rsid w:val="00536A0C"/>
    <w:rsid w:val="005408DE"/>
    <w:rsid w:val="0054171F"/>
    <w:rsid w:val="00541C66"/>
    <w:rsid w:val="0054367E"/>
    <w:rsid w:val="00543CC6"/>
    <w:rsid w:val="0054764A"/>
    <w:rsid w:val="005477C4"/>
    <w:rsid w:val="00553517"/>
    <w:rsid w:val="005564BB"/>
    <w:rsid w:val="0056133B"/>
    <w:rsid w:val="005625A5"/>
    <w:rsid w:val="0056271B"/>
    <w:rsid w:val="0056381A"/>
    <w:rsid w:val="0056443C"/>
    <w:rsid w:val="005667B7"/>
    <w:rsid w:val="005725A6"/>
    <w:rsid w:val="00574659"/>
    <w:rsid w:val="00577B57"/>
    <w:rsid w:val="005832CA"/>
    <w:rsid w:val="005936C4"/>
    <w:rsid w:val="00594A12"/>
    <w:rsid w:val="00595389"/>
    <w:rsid w:val="00595699"/>
    <w:rsid w:val="005A2FDD"/>
    <w:rsid w:val="005B29E7"/>
    <w:rsid w:val="005B47DA"/>
    <w:rsid w:val="005C21BF"/>
    <w:rsid w:val="005C27B5"/>
    <w:rsid w:val="005C4073"/>
    <w:rsid w:val="005C47C7"/>
    <w:rsid w:val="005C6AC1"/>
    <w:rsid w:val="005C6C4A"/>
    <w:rsid w:val="005D4429"/>
    <w:rsid w:val="005D52B0"/>
    <w:rsid w:val="005E30D7"/>
    <w:rsid w:val="005E4EF8"/>
    <w:rsid w:val="005E6EBF"/>
    <w:rsid w:val="005F018E"/>
    <w:rsid w:val="005F3A6B"/>
    <w:rsid w:val="005F462E"/>
    <w:rsid w:val="005F4D9C"/>
    <w:rsid w:val="00600AEC"/>
    <w:rsid w:val="006017FE"/>
    <w:rsid w:val="00602284"/>
    <w:rsid w:val="00606BF8"/>
    <w:rsid w:val="00606C77"/>
    <w:rsid w:val="0061078B"/>
    <w:rsid w:val="00611D38"/>
    <w:rsid w:val="006124D5"/>
    <w:rsid w:val="006132F3"/>
    <w:rsid w:val="00613532"/>
    <w:rsid w:val="00613993"/>
    <w:rsid w:val="0061707B"/>
    <w:rsid w:val="0061795F"/>
    <w:rsid w:val="006209F0"/>
    <w:rsid w:val="00620D79"/>
    <w:rsid w:val="00620FA0"/>
    <w:rsid w:val="00621E07"/>
    <w:rsid w:val="00622E5D"/>
    <w:rsid w:val="00626151"/>
    <w:rsid w:val="00627E09"/>
    <w:rsid w:val="00631E7A"/>
    <w:rsid w:val="006331EB"/>
    <w:rsid w:val="00634108"/>
    <w:rsid w:val="0063613F"/>
    <w:rsid w:val="0063644A"/>
    <w:rsid w:val="00636849"/>
    <w:rsid w:val="0064006A"/>
    <w:rsid w:val="0064006F"/>
    <w:rsid w:val="00642046"/>
    <w:rsid w:val="00643B3F"/>
    <w:rsid w:val="00647A79"/>
    <w:rsid w:val="0065029E"/>
    <w:rsid w:val="00651D0C"/>
    <w:rsid w:val="006548A0"/>
    <w:rsid w:val="00662538"/>
    <w:rsid w:val="006626DF"/>
    <w:rsid w:val="006664DD"/>
    <w:rsid w:val="00675024"/>
    <w:rsid w:val="00675E39"/>
    <w:rsid w:val="00676934"/>
    <w:rsid w:val="00681465"/>
    <w:rsid w:val="006815C9"/>
    <w:rsid w:val="006872EC"/>
    <w:rsid w:val="006915E3"/>
    <w:rsid w:val="00691A00"/>
    <w:rsid w:val="006933CB"/>
    <w:rsid w:val="00693CEF"/>
    <w:rsid w:val="00694B2E"/>
    <w:rsid w:val="006A10C2"/>
    <w:rsid w:val="006A1222"/>
    <w:rsid w:val="006A2D23"/>
    <w:rsid w:val="006A6817"/>
    <w:rsid w:val="006B2713"/>
    <w:rsid w:val="006B56B2"/>
    <w:rsid w:val="006B6C8A"/>
    <w:rsid w:val="006C1C65"/>
    <w:rsid w:val="006C4B7F"/>
    <w:rsid w:val="006C7480"/>
    <w:rsid w:val="006D068A"/>
    <w:rsid w:val="006D06B0"/>
    <w:rsid w:val="006D088C"/>
    <w:rsid w:val="006D3B33"/>
    <w:rsid w:val="006D5F03"/>
    <w:rsid w:val="006E2F74"/>
    <w:rsid w:val="006E496F"/>
    <w:rsid w:val="006E54D5"/>
    <w:rsid w:val="006E7C36"/>
    <w:rsid w:val="006F4A38"/>
    <w:rsid w:val="007003DF"/>
    <w:rsid w:val="007008D0"/>
    <w:rsid w:val="0070248E"/>
    <w:rsid w:val="00703E38"/>
    <w:rsid w:val="00703E89"/>
    <w:rsid w:val="007113C1"/>
    <w:rsid w:val="00713251"/>
    <w:rsid w:val="007134C5"/>
    <w:rsid w:val="00714C3C"/>
    <w:rsid w:val="00715F2F"/>
    <w:rsid w:val="00716146"/>
    <w:rsid w:val="00716289"/>
    <w:rsid w:val="00716301"/>
    <w:rsid w:val="00721BD2"/>
    <w:rsid w:val="00722E47"/>
    <w:rsid w:val="00724DF6"/>
    <w:rsid w:val="00725AF1"/>
    <w:rsid w:val="00725C0D"/>
    <w:rsid w:val="00727640"/>
    <w:rsid w:val="00731311"/>
    <w:rsid w:val="00733617"/>
    <w:rsid w:val="00740DA3"/>
    <w:rsid w:val="00740E5D"/>
    <w:rsid w:val="00741D72"/>
    <w:rsid w:val="00747977"/>
    <w:rsid w:val="007528BA"/>
    <w:rsid w:val="007531E4"/>
    <w:rsid w:val="00760EE0"/>
    <w:rsid w:val="00762308"/>
    <w:rsid w:val="00766AAF"/>
    <w:rsid w:val="00773040"/>
    <w:rsid w:val="007730A9"/>
    <w:rsid w:val="00774E6D"/>
    <w:rsid w:val="0077602B"/>
    <w:rsid w:val="007767D3"/>
    <w:rsid w:val="0077692E"/>
    <w:rsid w:val="00780DD5"/>
    <w:rsid w:val="00781C55"/>
    <w:rsid w:val="0078329A"/>
    <w:rsid w:val="00783B97"/>
    <w:rsid w:val="00785BAD"/>
    <w:rsid w:val="00792173"/>
    <w:rsid w:val="00795AD9"/>
    <w:rsid w:val="007A1DDC"/>
    <w:rsid w:val="007A2F1C"/>
    <w:rsid w:val="007A3FFA"/>
    <w:rsid w:val="007A47BF"/>
    <w:rsid w:val="007B1A91"/>
    <w:rsid w:val="007B4D0D"/>
    <w:rsid w:val="007B55CC"/>
    <w:rsid w:val="007B696B"/>
    <w:rsid w:val="007C5B66"/>
    <w:rsid w:val="007C6725"/>
    <w:rsid w:val="007D1BA9"/>
    <w:rsid w:val="007D5BF5"/>
    <w:rsid w:val="007D6471"/>
    <w:rsid w:val="007E1687"/>
    <w:rsid w:val="007E27B5"/>
    <w:rsid w:val="007E6FFF"/>
    <w:rsid w:val="007F032D"/>
    <w:rsid w:val="007F1E33"/>
    <w:rsid w:val="007F4A60"/>
    <w:rsid w:val="007F52A3"/>
    <w:rsid w:val="007F7DF6"/>
    <w:rsid w:val="007F7EAB"/>
    <w:rsid w:val="00800D5F"/>
    <w:rsid w:val="00801881"/>
    <w:rsid w:val="00801A8C"/>
    <w:rsid w:val="00804E4B"/>
    <w:rsid w:val="00812132"/>
    <w:rsid w:val="008128AB"/>
    <w:rsid w:val="0081400B"/>
    <w:rsid w:val="008243FE"/>
    <w:rsid w:val="00824D56"/>
    <w:rsid w:val="008251CB"/>
    <w:rsid w:val="00826D6A"/>
    <w:rsid w:val="008315ED"/>
    <w:rsid w:val="008319A3"/>
    <w:rsid w:val="00832D7E"/>
    <w:rsid w:val="00837D4D"/>
    <w:rsid w:val="00840DD0"/>
    <w:rsid w:val="00843A20"/>
    <w:rsid w:val="008459E8"/>
    <w:rsid w:val="00847FA6"/>
    <w:rsid w:val="00852993"/>
    <w:rsid w:val="00852D46"/>
    <w:rsid w:val="00855AFC"/>
    <w:rsid w:val="00857715"/>
    <w:rsid w:val="008718BC"/>
    <w:rsid w:val="00871C6D"/>
    <w:rsid w:val="00871EA6"/>
    <w:rsid w:val="00871EF0"/>
    <w:rsid w:val="008729E2"/>
    <w:rsid w:val="00874758"/>
    <w:rsid w:val="00874AF5"/>
    <w:rsid w:val="0087568F"/>
    <w:rsid w:val="00876540"/>
    <w:rsid w:val="00882A9C"/>
    <w:rsid w:val="008840E3"/>
    <w:rsid w:val="0089069B"/>
    <w:rsid w:val="0089090E"/>
    <w:rsid w:val="0089347D"/>
    <w:rsid w:val="008945F4"/>
    <w:rsid w:val="0089480E"/>
    <w:rsid w:val="008949D4"/>
    <w:rsid w:val="00895B26"/>
    <w:rsid w:val="008A3FC7"/>
    <w:rsid w:val="008A47C3"/>
    <w:rsid w:val="008A4E89"/>
    <w:rsid w:val="008A630A"/>
    <w:rsid w:val="008A6605"/>
    <w:rsid w:val="008B0B92"/>
    <w:rsid w:val="008B232F"/>
    <w:rsid w:val="008B47A6"/>
    <w:rsid w:val="008B4E2E"/>
    <w:rsid w:val="008B554A"/>
    <w:rsid w:val="008B631E"/>
    <w:rsid w:val="008B751C"/>
    <w:rsid w:val="008C1261"/>
    <w:rsid w:val="008C2EAE"/>
    <w:rsid w:val="008C49A4"/>
    <w:rsid w:val="008C4DBA"/>
    <w:rsid w:val="008C53C4"/>
    <w:rsid w:val="008C5C67"/>
    <w:rsid w:val="008C661D"/>
    <w:rsid w:val="008C71B9"/>
    <w:rsid w:val="008C748F"/>
    <w:rsid w:val="008D1D47"/>
    <w:rsid w:val="008D246D"/>
    <w:rsid w:val="008D32ED"/>
    <w:rsid w:val="008D3969"/>
    <w:rsid w:val="008D5701"/>
    <w:rsid w:val="008D7AF6"/>
    <w:rsid w:val="008E05B5"/>
    <w:rsid w:val="008E1561"/>
    <w:rsid w:val="008F587C"/>
    <w:rsid w:val="008F61B0"/>
    <w:rsid w:val="008F74A1"/>
    <w:rsid w:val="009013D7"/>
    <w:rsid w:val="00901CB8"/>
    <w:rsid w:val="0090255E"/>
    <w:rsid w:val="009039CA"/>
    <w:rsid w:val="00903CE3"/>
    <w:rsid w:val="0090491D"/>
    <w:rsid w:val="00904C07"/>
    <w:rsid w:val="00905982"/>
    <w:rsid w:val="00912D64"/>
    <w:rsid w:val="0091331B"/>
    <w:rsid w:val="009142EA"/>
    <w:rsid w:val="009147AF"/>
    <w:rsid w:val="009156C0"/>
    <w:rsid w:val="009200C6"/>
    <w:rsid w:val="0093073F"/>
    <w:rsid w:val="00930C40"/>
    <w:rsid w:val="00934424"/>
    <w:rsid w:val="0094343C"/>
    <w:rsid w:val="00945F12"/>
    <w:rsid w:val="00950A28"/>
    <w:rsid w:val="00952D80"/>
    <w:rsid w:val="00960612"/>
    <w:rsid w:val="00961F11"/>
    <w:rsid w:val="00963353"/>
    <w:rsid w:val="00963412"/>
    <w:rsid w:val="00964DD8"/>
    <w:rsid w:val="009672F8"/>
    <w:rsid w:val="00973D2D"/>
    <w:rsid w:val="00975018"/>
    <w:rsid w:val="009760AD"/>
    <w:rsid w:val="009761C7"/>
    <w:rsid w:val="00983C06"/>
    <w:rsid w:val="0098702C"/>
    <w:rsid w:val="009874FA"/>
    <w:rsid w:val="0099542B"/>
    <w:rsid w:val="0099734C"/>
    <w:rsid w:val="009A2EF6"/>
    <w:rsid w:val="009A3163"/>
    <w:rsid w:val="009A6A92"/>
    <w:rsid w:val="009B0078"/>
    <w:rsid w:val="009B25BF"/>
    <w:rsid w:val="009B4225"/>
    <w:rsid w:val="009B5865"/>
    <w:rsid w:val="009B7EC4"/>
    <w:rsid w:val="009C0832"/>
    <w:rsid w:val="009C152A"/>
    <w:rsid w:val="009C1B9C"/>
    <w:rsid w:val="009C4D60"/>
    <w:rsid w:val="009C557E"/>
    <w:rsid w:val="009D26EF"/>
    <w:rsid w:val="009D3328"/>
    <w:rsid w:val="009D3739"/>
    <w:rsid w:val="009D66D6"/>
    <w:rsid w:val="009D78E0"/>
    <w:rsid w:val="009E089F"/>
    <w:rsid w:val="009E0B5D"/>
    <w:rsid w:val="009E5452"/>
    <w:rsid w:val="009E5F61"/>
    <w:rsid w:val="009F04A6"/>
    <w:rsid w:val="009F466A"/>
    <w:rsid w:val="009F5024"/>
    <w:rsid w:val="00A00AE9"/>
    <w:rsid w:val="00A024A3"/>
    <w:rsid w:val="00A041BD"/>
    <w:rsid w:val="00A053E6"/>
    <w:rsid w:val="00A1103C"/>
    <w:rsid w:val="00A12ABE"/>
    <w:rsid w:val="00A13343"/>
    <w:rsid w:val="00A14526"/>
    <w:rsid w:val="00A15532"/>
    <w:rsid w:val="00A157FD"/>
    <w:rsid w:val="00A216C4"/>
    <w:rsid w:val="00A277DA"/>
    <w:rsid w:val="00A34402"/>
    <w:rsid w:val="00A34F34"/>
    <w:rsid w:val="00A41E72"/>
    <w:rsid w:val="00A443DD"/>
    <w:rsid w:val="00A444E5"/>
    <w:rsid w:val="00A4462F"/>
    <w:rsid w:val="00A465D5"/>
    <w:rsid w:val="00A469C4"/>
    <w:rsid w:val="00A47AAE"/>
    <w:rsid w:val="00A51D2E"/>
    <w:rsid w:val="00A52A22"/>
    <w:rsid w:val="00A55A1F"/>
    <w:rsid w:val="00A62840"/>
    <w:rsid w:val="00A62A0F"/>
    <w:rsid w:val="00A63B26"/>
    <w:rsid w:val="00A677FD"/>
    <w:rsid w:val="00A70478"/>
    <w:rsid w:val="00A72D05"/>
    <w:rsid w:val="00A740D9"/>
    <w:rsid w:val="00A8054B"/>
    <w:rsid w:val="00A8138B"/>
    <w:rsid w:val="00A81C7E"/>
    <w:rsid w:val="00A824AA"/>
    <w:rsid w:val="00A82DFC"/>
    <w:rsid w:val="00A8611D"/>
    <w:rsid w:val="00A869AE"/>
    <w:rsid w:val="00A90196"/>
    <w:rsid w:val="00A94B71"/>
    <w:rsid w:val="00A959FE"/>
    <w:rsid w:val="00A9610F"/>
    <w:rsid w:val="00A96814"/>
    <w:rsid w:val="00AA5D64"/>
    <w:rsid w:val="00AB1E94"/>
    <w:rsid w:val="00AB4043"/>
    <w:rsid w:val="00AB5A1E"/>
    <w:rsid w:val="00AC03BA"/>
    <w:rsid w:val="00AC0DFD"/>
    <w:rsid w:val="00AC190E"/>
    <w:rsid w:val="00AC5FC9"/>
    <w:rsid w:val="00AC7CE2"/>
    <w:rsid w:val="00AD0C9D"/>
    <w:rsid w:val="00AD1B94"/>
    <w:rsid w:val="00AD22D3"/>
    <w:rsid w:val="00AD55FE"/>
    <w:rsid w:val="00AD61B4"/>
    <w:rsid w:val="00AD675A"/>
    <w:rsid w:val="00AD6A3B"/>
    <w:rsid w:val="00AE17E7"/>
    <w:rsid w:val="00AE2597"/>
    <w:rsid w:val="00AE37FE"/>
    <w:rsid w:val="00AE5E1C"/>
    <w:rsid w:val="00AF3502"/>
    <w:rsid w:val="00AF3FEC"/>
    <w:rsid w:val="00AF5535"/>
    <w:rsid w:val="00AF6F02"/>
    <w:rsid w:val="00B02FE3"/>
    <w:rsid w:val="00B03A8B"/>
    <w:rsid w:val="00B06734"/>
    <w:rsid w:val="00B06F46"/>
    <w:rsid w:val="00B1455A"/>
    <w:rsid w:val="00B17EB2"/>
    <w:rsid w:val="00B206C1"/>
    <w:rsid w:val="00B21D67"/>
    <w:rsid w:val="00B22D41"/>
    <w:rsid w:val="00B3775F"/>
    <w:rsid w:val="00B409AF"/>
    <w:rsid w:val="00B44A38"/>
    <w:rsid w:val="00B46513"/>
    <w:rsid w:val="00B46F81"/>
    <w:rsid w:val="00B504DE"/>
    <w:rsid w:val="00B50BB7"/>
    <w:rsid w:val="00B52D73"/>
    <w:rsid w:val="00B53B00"/>
    <w:rsid w:val="00B53E7E"/>
    <w:rsid w:val="00B56912"/>
    <w:rsid w:val="00B63BCE"/>
    <w:rsid w:val="00B64E18"/>
    <w:rsid w:val="00B67768"/>
    <w:rsid w:val="00B75342"/>
    <w:rsid w:val="00B75B56"/>
    <w:rsid w:val="00B75FF4"/>
    <w:rsid w:val="00B80A03"/>
    <w:rsid w:val="00B83C23"/>
    <w:rsid w:val="00B85152"/>
    <w:rsid w:val="00B85383"/>
    <w:rsid w:val="00B85C4F"/>
    <w:rsid w:val="00B8649F"/>
    <w:rsid w:val="00B94B6F"/>
    <w:rsid w:val="00B9658A"/>
    <w:rsid w:val="00BA0CC9"/>
    <w:rsid w:val="00BA41D7"/>
    <w:rsid w:val="00BA5FE3"/>
    <w:rsid w:val="00BB0F06"/>
    <w:rsid w:val="00BB2C62"/>
    <w:rsid w:val="00BB6E00"/>
    <w:rsid w:val="00BC09FA"/>
    <w:rsid w:val="00BC5409"/>
    <w:rsid w:val="00BC5813"/>
    <w:rsid w:val="00BC5F13"/>
    <w:rsid w:val="00BC6601"/>
    <w:rsid w:val="00BC72DA"/>
    <w:rsid w:val="00BD4E37"/>
    <w:rsid w:val="00BE0CB2"/>
    <w:rsid w:val="00BE2C66"/>
    <w:rsid w:val="00BE4B7B"/>
    <w:rsid w:val="00BE60C7"/>
    <w:rsid w:val="00BE6C5D"/>
    <w:rsid w:val="00BF289E"/>
    <w:rsid w:val="00BF6A0E"/>
    <w:rsid w:val="00C109CE"/>
    <w:rsid w:val="00C121BF"/>
    <w:rsid w:val="00C17752"/>
    <w:rsid w:val="00C17F80"/>
    <w:rsid w:val="00C21580"/>
    <w:rsid w:val="00C21EA0"/>
    <w:rsid w:val="00C22831"/>
    <w:rsid w:val="00C24891"/>
    <w:rsid w:val="00C259F1"/>
    <w:rsid w:val="00C26E3F"/>
    <w:rsid w:val="00C277E4"/>
    <w:rsid w:val="00C32408"/>
    <w:rsid w:val="00C33B25"/>
    <w:rsid w:val="00C42134"/>
    <w:rsid w:val="00C4319D"/>
    <w:rsid w:val="00C439B8"/>
    <w:rsid w:val="00C44389"/>
    <w:rsid w:val="00C46C8F"/>
    <w:rsid w:val="00C523F2"/>
    <w:rsid w:val="00C56008"/>
    <w:rsid w:val="00C61A3A"/>
    <w:rsid w:val="00C62D4D"/>
    <w:rsid w:val="00C64153"/>
    <w:rsid w:val="00C674BF"/>
    <w:rsid w:val="00C67872"/>
    <w:rsid w:val="00C67AB8"/>
    <w:rsid w:val="00C72F5B"/>
    <w:rsid w:val="00C743F9"/>
    <w:rsid w:val="00C7779E"/>
    <w:rsid w:val="00C82268"/>
    <w:rsid w:val="00C90584"/>
    <w:rsid w:val="00C90F86"/>
    <w:rsid w:val="00C95CB6"/>
    <w:rsid w:val="00C95F25"/>
    <w:rsid w:val="00C96D50"/>
    <w:rsid w:val="00C977D4"/>
    <w:rsid w:val="00C9799F"/>
    <w:rsid w:val="00CA09DF"/>
    <w:rsid w:val="00CB173C"/>
    <w:rsid w:val="00CB2133"/>
    <w:rsid w:val="00CB4667"/>
    <w:rsid w:val="00CB5963"/>
    <w:rsid w:val="00CB6B2D"/>
    <w:rsid w:val="00CB6C18"/>
    <w:rsid w:val="00CC32E8"/>
    <w:rsid w:val="00CC4C37"/>
    <w:rsid w:val="00CC4EA4"/>
    <w:rsid w:val="00CC617C"/>
    <w:rsid w:val="00CD06F2"/>
    <w:rsid w:val="00CD40CF"/>
    <w:rsid w:val="00CD7FB2"/>
    <w:rsid w:val="00CE23F4"/>
    <w:rsid w:val="00CF167A"/>
    <w:rsid w:val="00CF2108"/>
    <w:rsid w:val="00CF37EF"/>
    <w:rsid w:val="00CF6840"/>
    <w:rsid w:val="00D002F9"/>
    <w:rsid w:val="00D00A2C"/>
    <w:rsid w:val="00D04DF0"/>
    <w:rsid w:val="00D0515F"/>
    <w:rsid w:val="00D05774"/>
    <w:rsid w:val="00D104A6"/>
    <w:rsid w:val="00D10EA9"/>
    <w:rsid w:val="00D14D68"/>
    <w:rsid w:val="00D14FA1"/>
    <w:rsid w:val="00D16328"/>
    <w:rsid w:val="00D22174"/>
    <w:rsid w:val="00D228FC"/>
    <w:rsid w:val="00D248CC"/>
    <w:rsid w:val="00D2560D"/>
    <w:rsid w:val="00D30ED3"/>
    <w:rsid w:val="00D31005"/>
    <w:rsid w:val="00D3184A"/>
    <w:rsid w:val="00D31FB9"/>
    <w:rsid w:val="00D34381"/>
    <w:rsid w:val="00D3741C"/>
    <w:rsid w:val="00D37440"/>
    <w:rsid w:val="00D476C8"/>
    <w:rsid w:val="00D47C39"/>
    <w:rsid w:val="00D5150D"/>
    <w:rsid w:val="00D70040"/>
    <w:rsid w:val="00D71133"/>
    <w:rsid w:val="00D74D23"/>
    <w:rsid w:val="00D779E6"/>
    <w:rsid w:val="00D857CF"/>
    <w:rsid w:val="00D9091B"/>
    <w:rsid w:val="00D962F2"/>
    <w:rsid w:val="00D9688C"/>
    <w:rsid w:val="00D978D5"/>
    <w:rsid w:val="00DA0E35"/>
    <w:rsid w:val="00DA1898"/>
    <w:rsid w:val="00DA1C24"/>
    <w:rsid w:val="00DA4EBF"/>
    <w:rsid w:val="00DA61D5"/>
    <w:rsid w:val="00DA6E21"/>
    <w:rsid w:val="00DB0323"/>
    <w:rsid w:val="00DB0F1F"/>
    <w:rsid w:val="00DB1B0A"/>
    <w:rsid w:val="00DB4451"/>
    <w:rsid w:val="00DB48EE"/>
    <w:rsid w:val="00DB5527"/>
    <w:rsid w:val="00DB55E5"/>
    <w:rsid w:val="00DB5D82"/>
    <w:rsid w:val="00DC1E66"/>
    <w:rsid w:val="00DC5195"/>
    <w:rsid w:val="00DC5FFB"/>
    <w:rsid w:val="00DC7AFC"/>
    <w:rsid w:val="00DD550F"/>
    <w:rsid w:val="00DD5636"/>
    <w:rsid w:val="00DE47A1"/>
    <w:rsid w:val="00DE564F"/>
    <w:rsid w:val="00DF0E4E"/>
    <w:rsid w:val="00DF5282"/>
    <w:rsid w:val="00DF5715"/>
    <w:rsid w:val="00DF599E"/>
    <w:rsid w:val="00DF6394"/>
    <w:rsid w:val="00E011EF"/>
    <w:rsid w:val="00E04764"/>
    <w:rsid w:val="00E107BD"/>
    <w:rsid w:val="00E130E2"/>
    <w:rsid w:val="00E131B6"/>
    <w:rsid w:val="00E1412F"/>
    <w:rsid w:val="00E2002C"/>
    <w:rsid w:val="00E203F8"/>
    <w:rsid w:val="00E2159D"/>
    <w:rsid w:val="00E227F7"/>
    <w:rsid w:val="00E230C0"/>
    <w:rsid w:val="00E237BC"/>
    <w:rsid w:val="00E23B43"/>
    <w:rsid w:val="00E24633"/>
    <w:rsid w:val="00E27DD4"/>
    <w:rsid w:val="00E301DA"/>
    <w:rsid w:val="00E3045A"/>
    <w:rsid w:val="00E355D9"/>
    <w:rsid w:val="00E365E5"/>
    <w:rsid w:val="00E416F0"/>
    <w:rsid w:val="00E42E11"/>
    <w:rsid w:val="00E43677"/>
    <w:rsid w:val="00E46CA4"/>
    <w:rsid w:val="00E504F9"/>
    <w:rsid w:val="00E51CCE"/>
    <w:rsid w:val="00E55092"/>
    <w:rsid w:val="00E556D4"/>
    <w:rsid w:val="00E61093"/>
    <w:rsid w:val="00E62316"/>
    <w:rsid w:val="00E63306"/>
    <w:rsid w:val="00E67967"/>
    <w:rsid w:val="00E701B4"/>
    <w:rsid w:val="00E801E6"/>
    <w:rsid w:val="00E82237"/>
    <w:rsid w:val="00E83890"/>
    <w:rsid w:val="00E8437E"/>
    <w:rsid w:val="00E84AD8"/>
    <w:rsid w:val="00E85FF3"/>
    <w:rsid w:val="00E862CF"/>
    <w:rsid w:val="00E9095E"/>
    <w:rsid w:val="00E90BE4"/>
    <w:rsid w:val="00E9384A"/>
    <w:rsid w:val="00E9571B"/>
    <w:rsid w:val="00E9617E"/>
    <w:rsid w:val="00E96F04"/>
    <w:rsid w:val="00EA7A54"/>
    <w:rsid w:val="00EB30B0"/>
    <w:rsid w:val="00EB3A22"/>
    <w:rsid w:val="00EB4491"/>
    <w:rsid w:val="00EC4DC8"/>
    <w:rsid w:val="00ED129C"/>
    <w:rsid w:val="00ED3A8F"/>
    <w:rsid w:val="00ED517E"/>
    <w:rsid w:val="00ED6A51"/>
    <w:rsid w:val="00ED759B"/>
    <w:rsid w:val="00EE4D35"/>
    <w:rsid w:val="00EE55AB"/>
    <w:rsid w:val="00EF05D4"/>
    <w:rsid w:val="00EF3E3B"/>
    <w:rsid w:val="00F02D7D"/>
    <w:rsid w:val="00F10252"/>
    <w:rsid w:val="00F14753"/>
    <w:rsid w:val="00F14CAD"/>
    <w:rsid w:val="00F14FA6"/>
    <w:rsid w:val="00F1616D"/>
    <w:rsid w:val="00F23C3F"/>
    <w:rsid w:val="00F33DBD"/>
    <w:rsid w:val="00F4106C"/>
    <w:rsid w:val="00F41DCA"/>
    <w:rsid w:val="00F434AD"/>
    <w:rsid w:val="00F43929"/>
    <w:rsid w:val="00F46642"/>
    <w:rsid w:val="00F46878"/>
    <w:rsid w:val="00F46A30"/>
    <w:rsid w:val="00F52483"/>
    <w:rsid w:val="00F5355B"/>
    <w:rsid w:val="00F53A10"/>
    <w:rsid w:val="00F55E5B"/>
    <w:rsid w:val="00F61120"/>
    <w:rsid w:val="00F61FD7"/>
    <w:rsid w:val="00F66923"/>
    <w:rsid w:val="00F674DA"/>
    <w:rsid w:val="00F7404A"/>
    <w:rsid w:val="00F75B2E"/>
    <w:rsid w:val="00F77A3D"/>
    <w:rsid w:val="00F85924"/>
    <w:rsid w:val="00F90766"/>
    <w:rsid w:val="00F90EFB"/>
    <w:rsid w:val="00F91057"/>
    <w:rsid w:val="00F9277A"/>
    <w:rsid w:val="00F9296C"/>
    <w:rsid w:val="00F959BE"/>
    <w:rsid w:val="00F96BD4"/>
    <w:rsid w:val="00FA0A2B"/>
    <w:rsid w:val="00FA5535"/>
    <w:rsid w:val="00FA60E6"/>
    <w:rsid w:val="00FB47CB"/>
    <w:rsid w:val="00FB4AE8"/>
    <w:rsid w:val="00FB5F34"/>
    <w:rsid w:val="00FB611C"/>
    <w:rsid w:val="00FB6566"/>
    <w:rsid w:val="00FB7412"/>
    <w:rsid w:val="00FC2E55"/>
    <w:rsid w:val="00FD0582"/>
    <w:rsid w:val="00FD0D1D"/>
    <w:rsid w:val="00FD11B9"/>
    <w:rsid w:val="00FD5CC8"/>
    <w:rsid w:val="00FE2D51"/>
    <w:rsid w:val="00FE4F91"/>
    <w:rsid w:val="00FE533C"/>
    <w:rsid w:val="00FE5984"/>
    <w:rsid w:val="00FF2581"/>
    <w:rsid w:val="00FF3384"/>
    <w:rsid w:val="00FF4863"/>
    <w:rsid w:val="00FF60BA"/>
    <w:rsid w:val="00FF6451"/>
    <w:rsid w:val="00FF6C68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/>
    <o:shapelayout v:ext="edit">
      <o:idmap v:ext="edit" data="1"/>
    </o:shapelayout>
  </w:shapeDefaults>
  <w:decimalSymbol w:val=","/>
  <w:listSeparator w:val=";"/>
  <w14:docId w14:val="0251F5E2"/>
  <w15:chartTrackingRefBased/>
  <w15:docId w15:val="{349F9B23-F068-446A-A4F4-CB7985EA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9E089F"/>
    <w:pPr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E67EB"/>
    <w:pPr>
      <w:numPr>
        <w:numId w:val="1"/>
      </w:numPr>
      <w:tabs>
        <w:tab w:val="left" w:pos="284"/>
      </w:tabs>
      <w:spacing w:before="320" w:after="120"/>
      <w:ind w:hanging="928"/>
      <w:outlineLvl w:val="0"/>
    </w:pPr>
    <w:rPr>
      <w:b/>
      <w:sz w:val="24"/>
    </w:rPr>
  </w:style>
  <w:style w:type="paragraph" w:styleId="Nadpis2">
    <w:name w:val="heading 2"/>
    <w:aliases w:val="odstavec"/>
    <w:basedOn w:val="Normln"/>
    <w:next w:val="Normln"/>
    <w:link w:val="Nadpis2Char"/>
    <w:autoRedefine/>
    <w:qFormat/>
    <w:rsid w:val="00EE4D35"/>
    <w:pPr>
      <w:numPr>
        <w:ilvl w:val="1"/>
        <w:numId w:val="1"/>
      </w:numPr>
      <w:tabs>
        <w:tab w:val="left" w:pos="720"/>
        <w:tab w:val="left" w:pos="2041"/>
        <w:tab w:val="left" w:pos="3969"/>
      </w:tabs>
      <w:spacing w:after="40"/>
      <w:outlineLvl w:val="1"/>
    </w:pPr>
  </w:style>
  <w:style w:type="paragraph" w:styleId="Nadpis3">
    <w:name w:val="heading 3"/>
    <w:basedOn w:val="Normln"/>
    <w:next w:val="Normln"/>
    <w:autoRedefine/>
    <w:qFormat/>
    <w:rsid w:val="00503C0D"/>
    <w:pPr>
      <w:keepNext/>
      <w:widowControl w:val="0"/>
      <w:spacing w:before="120" w:after="120"/>
      <w:jc w:val="center"/>
      <w:outlineLvl w:val="2"/>
    </w:pPr>
    <w:rPr>
      <w:b/>
      <w:snapToGrid w:val="0"/>
      <w:sz w:val="24"/>
    </w:rPr>
  </w:style>
  <w:style w:type="paragraph" w:styleId="Nadpis4">
    <w:name w:val="heading 4"/>
    <w:basedOn w:val="Normln"/>
    <w:next w:val="Normln"/>
    <w:autoRedefine/>
    <w:qFormat/>
    <w:rsid w:val="002B0462"/>
    <w:pPr>
      <w:keepNext/>
      <w:widowControl w:val="0"/>
      <w:spacing w:before="200" w:after="120"/>
      <w:outlineLvl w:val="3"/>
    </w:pPr>
    <w:rPr>
      <w:b/>
      <w:snapToGrid w:val="0"/>
      <w:sz w:val="24"/>
      <w:u w:val="single"/>
    </w:rPr>
  </w:style>
  <w:style w:type="paragraph" w:styleId="Nadpis5">
    <w:name w:val="heading 5"/>
    <w:basedOn w:val="Normln"/>
    <w:next w:val="Normln"/>
    <w:qFormat/>
    <w:rsid w:val="00781C55"/>
    <w:pPr>
      <w:keepNext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781C55"/>
    <w:pPr>
      <w:keepNext/>
      <w:tabs>
        <w:tab w:val="right" w:pos="7655"/>
      </w:tabs>
      <w:outlineLvl w:val="5"/>
    </w:pPr>
    <w:rPr>
      <w:b/>
      <w:bCs/>
      <w:sz w:val="24"/>
    </w:rPr>
  </w:style>
  <w:style w:type="paragraph" w:styleId="Nadpis7">
    <w:name w:val="heading 7"/>
    <w:basedOn w:val="Normln"/>
    <w:next w:val="Normln"/>
    <w:qFormat/>
    <w:rsid w:val="00781C55"/>
    <w:pPr>
      <w:keepNext/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781C55"/>
    <w:pPr>
      <w:keepNext/>
      <w:outlineLvl w:val="7"/>
    </w:pPr>
    <w:rPr>
      <w:b/>
      <w:bCs/>
      <w:sz w:val="28"/>
    </w:rPr>
  </w:style>
  <w:style w:type="paragraph" w:styleId="Nadpis9">
    <w:name w:val="heading 9"/>
    <w:basedOn w:val="Normln"/>
    <w:next w:val="Normln"/>
    <w:autoRedefine/>
    <w:qFormat/>
    <w:rsid w:val="00B75FF4"/>
    <w:pPr>
      <w:keepNext/>
      <w:spacing w:before="240" w:after="60"/>
      <w:outlineLvl w:val="8"/>
    </w:pPr>
    <w:rPr>
      <w:rFonts w:cs="Arial"/>
      <w:b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B75FF4"/>
    <w:pPr>
      <w:widowControl w:val="0"/>
      <w:tabs>
        <w:tab w:val="center" w:pos="4536"/>
        <w:tab w:val="right" w:pos="9072"/>
      </w:tabs>
    </w:pPr>
    <w:rPr>
      <w:snapToGrid w:val="0"/>
    </w:rPr>
  </w:style>
  <w:style w:type="character" w:styleId="slostrnky">
    <w:name w:val="page number"/>
    <w:rsid w:val="00FE5984"/>
    <w:rPr>
      <w:rFonts w:ascii="Arial" w:hAnsi="Arial"/>
      <w:sz w:val="16"/>
    </w:rPr>
  </w:style>
  <w:style w:type="paragraph" w:styleId="Zpat">
    <w:name w:val="footer"/>
    <w:basedOn w:val="Normln"/>
    <w:autoRedefine/>
    <w:rsid w:val="003D14EC"/>
    <w:pPr>
      <w:tabs>
        <w:tab w:val="right" w:pos="9356"/>
      </w:tabs>
    </w:pPr>
    <w:rPr>
      <w:sz w:val="16"/>
    </w:rPr>
  </w:style>
  <w:style w:type="paragraph" w:styleId="Zkladntextodsazen">
    <w:name w:val="Body Text Indent"/>
    <w:basedOn w:val="Normln"/>
    <w:autoRedefine/>
    <w:rsid w:val="00EF05D4"/>
    <w:pPr>
      <w:numPr>
        <w:numId w:val="2"/>
      </w:numPr>
      <w:spacing w:before="160" w:after="40"/>
      <w:ind w:left="714" w:hanging="357"/>
    </w:pPr>
  </w:style>
  <w:style w:type="paragraph" w:styleId="Zkladntext">
    <w:name w:val="Body Text"/>
    <w:basedOn w:val="Normln"/>
    <w:autoRedefine/>
    <w:rsid w:val="00277A92"/>
    <w:pPr>
      <w:tabs>
        <w:tab w:val="left" w:pos="284"/>
      </w:tabs>
      <w:ind w:left="142"/>
    </w:pPr>
  </w:style>
  <w:style w:type="paragraph" w:styleId="Zkladntextodsazen2">
    <w:name w:val="Body Text Indent 2"/>
    <w:basedOn w:val="Normln"/>
    <w:autoRedefine/>
    <w:rsid w:val="009D26EF"/>
    <w:pPr>
      <w:tabs>
        <w:tab w:val="left" w:pos="709"/>
      </w:tabs>
      <w:spacing w:line="276" w:lineRule="auto"/>
      <w:ind w:left="3969" w:hanging="3249"/>
    </w:pPr>
  </w:style>
  <w:style w:type="character" w:customStyle="1" w:styleId="Nadpis1Char">
    <w:name w:val="Nadpis 1 Char"/>
    <w:aliases w:val="článek Char"/>
    <w:link w:val="Nadpis1"/>
    <w:rsid w:val="003E67EB"/>
    <w:rPr>
      <w:rFonts w:ascii="Arial" w:hAnsi="Arial"/>
      <w:b/>
      <w:sz w:val="24"/>
    </w:rPr>
  </w:style>
  <w:style w:type="paragraph" w:styleId="Nzev">
    <w:name w:val="Title"/>
    <w:basedOn w:val="Normln"/>
    <w:autoRedefine/>
    <w:qFormat/>
    <w:rsid w:val="00975018"/>
    <w:pPr>
      <w:spacing w:before="120"/>
      <w:jc w:val="center"/>
    </w:pPr>
    <w:rPr>
      <w:b/>
      <w:caps/>
      <w:sz w:val="28"/>
    </w:rPr>
  </w:style>
  <w:style w:type="character" w:customStyle="1" w:styleId="cena">
    <w:name w:val="cena"/>
    <w:rsid w:val="008E05B5"/>
    <w:rPr>
      <w:rFonts w:ascii="Arial" w:hAnsi="Arial"/>
      <w:b/>
      <w:sz w:val="22"/>
    </w:rPr>
  </w:style>
  <w:style w:type="character" w:customStyle="1" w:styleId="Text">
    <w:name w:val="Text"/>
    <w:rsid w:val="00882A9C"/>
    <w:rPr>
      <w:rFonts w:ascii="Arial" w:hAnsi="Arial"/>
      <w:dstrike w:val="0"/>
      <w:sz w:val="22"/>
      <w:vertAlign w:val="baseline"/>
    </w:rPr>
  </w:style>
  <w:style w:type="character" w:styleId="Odkaznakoment">
    <w:name w:val="annotation reference"/>
    <w:semiHidden/>
    <w:rsid w:val="00E203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203F8"/>
  </w:style>
  <w:style w:type="paragraph" w:styleId="Pedmtkomente">
    <w:name w:val="annotation subject"/>
    <w:basedOn w:val="Textkomente"/>
    <w:next w:val="Textkomente"/>
    <w:semiHidden/>
    <w:rsid w:val="00E203F8"/>
    <w:rPr>
      <w:b/>
      <w:bCs/>
    </w:rPr>
  </w:style>
  <w:style w:type="paragraph" w:styleId="Textbubliny">
    <w:name w:val="Balloon Text"/>
    <w:basedOn w:val="Normln"/>
    <w:semiHidden/>
    <w:rsid w:val="00E203F8"/>
    <w:rPr>
      <w:rFonts w:ascii="Tahoma" w:hAnsi="Tahoma" w:cs="Tahoma"/>
      <w:sz w:val="16"/>
      <w:szCs w:val="16"/>
    </w:rPr>
  </w:style>
  <w:style w:type="paragraph" w:customStyle="1" w:styleId="podpisysmlouva">
    <w:name w:val="podpisy smlouva"/>
    <w:basedOn w:val="Normln"/>
    <w:rsid w:val="008A4E89"/>
    <w:pPr>
      <w:tabs>
        <w:tab w:val="center" w:pos="1985"/>
        <w:tab w:val="center" w:pos="7371"/>
      </w:tabs>
    </w:pPr>
  </w:style>
  <w:style w:type="paragraph" w:customStyle="1" w:styleId="Rozvrendokumentu">
    <w:name w:val="Rozvržení dokumentu"/>
    <w:basedOn w:val="Normln"/>
    <w:semiHidden/>
    <w:rsid w:val="00144170"/>
    <w:pPr>
      <w:shd w:val="clear" w:color="auto" w:fill="000080"/>
    </w:pPr>
    <w:rPr>
      <w:rFonts w:ascii="Tahoma" w:hAnsi="Tahoma" w:cs="Tahoma"/>
    </w:rPr>
  </w:style>
  <w:style w:type="paragraph" w:customStyle="1" w:styleId="Nadpis4-sted">
    <w:name w:val="Nadpis 4 - střed"/>
    <w:basedOn w:val="Nadpis4"/>
    <w:autoRedefine/>
    <w:rsid w:val="00C977D4"/>
    <w:pPr>
      <w:spacing w:before="240"/>
      <w:jc w:val="center"/>
    </w:pPr>
    <w:rPr>
      <w:u w:val="none"/>
    </w:rPr>
  </w:style>
  <w:style w:type="character" w:customStyle="1" w:styleId="Textpodtren">
    <w:name w:val="Text podtržený"/>
    <w:rsid w:val="00620D79"/>
    <w:rPr>
      <w:rFonts w:ascii="Arial" w:hAnsi="Arial"/>
      <w:u w:val="single"/>
    </w:rPr>
  </w:style>
  <w:style w:type="paragraph" w:styleId="Obsah1">
    <w:name w:val="toc 1"/>
    <w:basedOn w:val="Normln"/>
    <w:next w:val="Normln"/>
    <w:autoRedefine/>
    <w:semiHidden/>
    <w:rsid w:val="00642046"/>
  </w:style>
  <w:style w:type="paragraph" w:styleId="Obsah2">
    <w:name w:val="toc 2"/>
    <w:basedOn w:val="Normln"/>
    <w:next w:val="Normln"/>
    <w:autoRedefine/>
    <w:semiHidden/>
    <w:rsid w:val="00642046"/>
    <w:pPr>
      <w:ind w:left="220"/>
    </w:pPr>
  </w:style>
  <w:style w:type="character" w:styleId="Hypertextovodkaz">
    <w:name w:val="Hyperlink"/>
    <w:rsid w:val="00642046"/>
    <w:rPr>
      <w:color w:val="0000FF"/>
      <w:u w:val="single"/>
    </w:rPr>
  </w:style>
  <w:style w:type="paragraph" w:customStyle="1" w:styleId="Textdopisu">
    <w:name w:val="Text dopisu"/>
    <w:basedOn w:val="Normln"/>
    <w:rsid w:val="00474A8F"/>
    <w:rPr>
      <w:rFonts w:cs="Arial"/>
    </w:rPr>
  </w:style>
  <w:style w:type="paragraph" w:customStyle="1" w:styleId="Zkladntext-sted">
    <w:name w:val="Základní text- střed"/>
    <w:basedOn w:val="Zkladntext"/>
    <w:autoRedefine/>
    <w:rsid w:val="005F4D9C"/>
    <w:pPr>
      <w:jc w:val="center"/>
    </w:pPr>
  </w:style>
  <w:style w:type="character" w:styleId="Siln">
    <w:name w:val="Strong"/>
    <w:qFormat/>
    <w:rsid w:val="00DF599E"/>
    <w:rPr>
      <w:b/>
      <w:bCs/>
    </w:rPr>
  </w:style>
  <w:style w:type="paragraph" w:styleId="Revize">
    <w:name w:val="Revision"/>
    <w:hidden/>
    <w:uiPriority w:val="99"/>
    <w:semiHidden/>
    <w:rsid w:val="00874AF5"/>
    <w:rPr>
      <w:rFonts w:ascii="Arial" w:hAnsi="Arial"/>
    </w:rPr>
  </w:style>
  <w:style w:type="paragraph" w:customStyle="1" w:styleId="Default">
    <w:name w:val="Default"/>
    <w:uiPriority w:val="99"/>
    <w:rsid w:val="004961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kladntextodsazen2-odrky">
    <w:name w:val="Základní text odsazený 2  - odrážky"/>
    <w:basedOn w:val="Zkladntextodsazen2"/>
    <w:autoRedefine/>
    <w:rsid w:val="002F6CC4"/>
    <w:pPr>
      <w:tabs>
        <w:tab w:val="clear" w:pos="709"/>
        <w:tab w:val="left" w:pos="1072"/>
        <w:tab w:val="left" w:pos="2041"/>
        <w:tab w:val="left" w:pos="3969"/>
        <w:tab w:val="decimal" w:pos="7371"/>
        <w:tab w:val="right" w:pos="9070"/>
      </w:tabs>
      <w:spacing w:before="40" w:after="40" w:line="240" w:lineRule="auto"/>
      <w:ind w:left="0"/>
    </w:pPr>
    <w:rPr>
      <w:rFonts w:eastAsia="Arial Unicode MS" w:cs="Arial Unicode MS"/>
    </w:rPr>
  </w:style>
  <w:style w:type="paragraph" w:customStyle="1" w:styleId="XXLNEK">
    <w:name w:val="X.X. ČLÁNEK"/>
    <w:basedOn w:val="Zkladntext"/>
    <w:link w:val="XXLNEKChar"/>
    <w:rsid w:val="000B5A47"/>
    <w:pPr>
      <w:tabs>
        <w:tab w:val="left" w:pos="454"/>
        <w:tab w:val="left" w:pos="567"/>
      </w:tabs>
      <w:spacing w:after="80"/>
    </w:pPr>
    <w:rPr>
      <w:b/>
      <w:bCs/>
      <w:szCs w:val="24"/>
      <w:u w:val="single"/>
    </w:rPr>
  </w:style>
  <w:style w:type="character" w:customStyle="1" w:styleId="XXLNEKChar">
    <w:name w:val="X.X. ČLÁNEK Char"/>
    <w:link w:val="XXLNEK"/>
    <w:locked/>
    <w:rsid w:val="007F032D"/>
    <w:rPr>
      <w:rFonts w:ascii="Arial" w:hAnsi="Arial"/>
      <w:b/>
      <w:bCs/>
      <w:szCs w:val="24"/>
      <w:u w:val="single"/>
    </w:rPr>
  </w:style>
  <w:style w:type="character" w:customStyle="1" w:styleId="TextkomenteChar">
    <w:name w:val="Text komentáře Char"/>
    <w:link w:val="Textkomente"/>
    <w:semiHidden/>
    <w:rsid w:val="00EF05D4"/>
    <w:rPr>
      <w:rFonts w:ascii="Arial" w:hAnsi="Arial"/>
    </w:rPr>
  </w:style>
  <w:style w:type="character" w:customStyle="1" w:styleId="Nadpis2Char">
    <w:name w:val="Nadpis 2 Char"/>
    <w:aliases w:val="odstavec Char"/>
    <w:link w:val="Nadpis2"/>
    <w:rsid w:val="00EE4D35"/>
    <w:rPr>
      <w:rFonts w:ascii="Arial" w:hAnsi="Arial"/>
    </w:rPr>
  </w:style>
  <w:style w:type="character" w:customStyle="1" w:styleId="BezmezerChar">
    <w:name w:val="Bez mezer Char"/>
    <w:link w:val="Bezmezer"/>
    <w:locked/>
    <w:rsid w:val="0056271B"/>
    <w:rPr>
      <w:rFonts w:ascii="Calibri" w:hAnsi="Calibri" w:cs="Calibri"/>
    </w:rPr>
  </w:style>
  <w:style w:type="paragraph" w:styleId="Bezmezer">
    <w:name w:val="No Spacing"/>
    <w:link w:val="BezmezerChar"/>
    <w:qFormat/>
    <w:rsid w:val="0056271B"/>
    <w:rPr>
      <w:rFonts w:ascii="Calibri" w:hAnsi="Calibri" w:cs="Calibri"/>
    </w:rPr>
  </w:style>
  <w:style w:type="numbering" w:customStyle="1" w:styleId="Styl1">
    <w:name w:val="Styl1"/>
    <w:rsid w:val="00912D64"/>
    <w:pPr>
      <w:numPr>
        <w:numId w:val="25"/>
      </w:numPr>
    </w:p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E9571B"/>
    <w:pPr>
      <w:ind w:left="720"/>
      <w:contextualSpacing/>
    </w:p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FB47C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2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b.cz/info/osobni-udaj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E31E7-D48C-4CE2-8D13-3E4B1CEB6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7FBA37EB</Template>
  <TotalTime>0</TotalTime>
  <Pages>8</Pages>
  <Words>4198</Words>
  <Characters>24771</Characters>
  <Application>Microsoft Office Word</Application>
  <DocSecurity>4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DPO</Company>
  <LinksUpToDate>false</LinksUpToDate>
  <CharactersWithSpaces>28912</CharactersWithSpaces>
  <SharedDoc>false</SharedDoc>
  <HLinks>
    <vt:vector size="12" baseType="variant">
      <vt:variant>
        <vt:i4>2293810</vt:i4>
      </vt:variant>
      <vt:variant>
        <vt:i4>261</vt:i4>
      </vt:variant>
      <vt:variant>
        <vt:i4>0</vt:i4>
      </vt:variant>
      <vt:variant>
        <vt:i4>5</vt:i4>
      </vt:variant>
      <vt:variant>
        <vt:lpwstr>http://www.ub.cz/info/osobni-udaje</vt:lpwstr>
      </vt:variant>
      <vt:variant>
        <vt:lpwstr/>
      </vt:variant>
      <vt:variant>
        <vt:i4>3014670</vt:i4>
      </vt:variant>
      <vt:variant>
        <vt:i4>258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Widenková</dc:creator>
  <cp:keywords/>
  <cp:lastModifiedBy>Hečová Petra, Ing.</cp:lastModifiedBy>
  <cp:revision>2</cp:revision>
  <cp:lastPrinted>2025-07-15T11:46:00Z</cp:lastPrinted>
  <dcterms:created xsi:type="dcterms:W3CDTF">2025-08-27T04:49:00Z</dcterms:created>
  <dcterms:modified xsi:type="dcterms:W3CDTF">2025-08-27T04:49:00Z</dcterms:modified>
</cp:coreProperties>
</file>